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457" w:rsidRDefault="00B86457" w:rsidP="00FB1CEB">
      <w:pPr>
        <w:pStyle w:val="Title"/>
        <w:jc w:val="left"/>
        <w:rPr>
          <w:lang w:val="ru-RU"/>
        </w:rPr>
      </w:pPr>
      <w:r>
        <w:rPr>
          <w:lang w:val="ru-RU"/>
        </w:rPr>
        <w:t xml:space="preserve">    </w:t>
      </w:r>
    </w:p>
    <w:p w:rsidR="00B86457" w:rsidRDefault="00B86457" w:rsidP="005E0634">
      <w:pPr>
        <w:pStyle w:val="Title"/>
        <w:rPr>
          <w:lang w:val="ru-RU"/>
        </w:rPr>
      </w:pPr>
      <w:r>
        <w:rPr>
          <w:lang w:val="ru-RU"/>
        </w:rPr>
        <w:t xml:space="preserve"> </w:t>
      </w:r>
    </w:p>
    <w:tbl>
      <w:tblPr>
        <w:tblW w:w="0" w:type="auto"/>
        <w:tblLook w:val="00A0"/>
      </w:tblPr>
      <w:tblGrid>
        <w:gridCol w:w="4927"/>
        <w:gridCol w:w="4927"/>
      </w:tblGrid>
      <w:tr w:rsidR="00B86457" w:rsidTr="00B95C57">
        <w:tc>
          <w:tcPr>
            <w:tcW w:w="4927" w:type="dxa"/>
          </w:tcPr>
          <w:p w:rsidR="00B86457" w:rsidRPr="00B95C57" w:rsidRDefault="00B86457" w:rsidP="005E0634">
            <w:pPr>
              <w:pStyle w:val="Title"/>
              <w:rPr>
                <w:lang w:val="ru-RU"/>
              </w:rPr>
            </w:pPr>
          </w:p>
        </w:tc>
        <w:tc>
          <w:tcPr>
            <w:tcW w:w="4927" w:type="dxa"/>
          </w:tcPr>
          <w:p w:rsidR="00B86457" w:rsidRPr="00B95C57" w:rsidRDefault="00B86457" w:rsidP="00B95C57">
            <w:pPr>
              <w:pStyle w:val="Title"/>
              <w:jc w:val="both"/>
              <w:rPr>
                <w:sz w:val="28"/>
                <w:lang w:val="ru-RU"/>
              </w:rPr>
            </w:pPr>
            <w:r w:rsidRPr="00B95C57">
              <w:rPr>
                <w:sz w:val="28"/>
                <w:lang w:val="ru-RU"/>
              </w:rPr>
              <w:t>Додаток</w:t>
            </w:r>
          </w:p>
          <w:p w:rsidR="00B86457" w:rsidRPr="00B95C57" w:rsidRDefault="00B86457" w:rsidP="00B95C57">
            <w:pPr>
              <w:pStyle w:val="Title"/>
              <w:jc w:val="both"/>
              <w:rPr>
                <w:sz w:val="28"/>
                <w:lang w:val="ru-RU"/>
              </w:rPr>
            </w:pPr>
            <w:r w:rsidRPr="00B95C57">
              <w:rPr>
                <w:sz w:val="28"/>
                <w:lang w:val="ru-RU"/>
              </w:rPr>
              <w:t xml:space="preserve">до рішення міської ради </w:t>
            </w:r>
          </w:p>
          <w:p w:rsidR="00B86457" w:rsidRPr="00B95C57" w:rsidRDefault="00B86457" w:rsidP="00B95C57">
            <w:pPr>
              <w:pStyle w:val="Title"/>
              <w:jc w:val="both"/>
              <w:rPr>
                <w:sz w:val="28"/>
                <w:lang w:val="ru-RU"/>
              </w:rPr>
            </w:pPr>
            <w:r w:rsidRPr="00B95C57">
              <w:rPr>
                <w:sz w:val="28"/>
                <w:lang w:val="ru-RU"/>
              </w:rPr>
              <w:t>від 12.04.2018 № 318</w:t>
            </w:r>
          </w:p>
        </w:tc>
      </w:tr>
    </w:tbl>
    <w:p w:rsidR="00B86457" w:rsidRDefault="00B86457" w:rsidP="005E0634">
      <w:pPr>
        <w:pStyle w:val="Title"/>
        <w:rPr>
          <w:lang w:val="ru-RU"/>
        </w:rPr>
      </w:pPr>
      <w:r>
        <w:rPr>
          <w:lang w:val="ru-RU"/>
        </w:rPr>
        <w:t xml:space="preserve">                                         </w:t>
      </w:r>
    </w:p>
    <w:p w:rsidR="00B86457" w:rsidRPr="00982B23" w:rsidRDefault="00B86457" w:rsidP="005E0634">
      <w:pPr>
        <w:pStyle w:val="Title"/>
        <w:rPr>
          <w:sz w:val="28"/>
          <w:szCs w:val="28"/>
          <w:lang w:val="ru-RU"/>
        </w:rPr>
      </w:pPr>
    </w:p>
    <w:p w:rsidR="00B86457" w:rsidRDefault="00B86457" w:rsidP="005E0634">
      <w:pPr>
        <w:pStyle w:val="Title"/>
        <w:rPr>
          <w:b/>
          <w:lang w:val="ru-RU"/>
        </w:rPr>
      </w:pPr>
    </w:p>
    <w:p w:rsidR="00B86457" w:rsidRDefault="00B86457" w:rsidP="005E0634">
      <w:pPr>
        <w:rPr>
          <w:b/>
          <w:color w:val="000000"/>
          <w:sz w:val="28"/>
          <w:szCs w:val="28"/>
        </w:rPr>
      </w:pPr>
      <w:bookmarkStart w:id="0" w:name="_GoBack"/>
      <w:bookmarkEnd w:id="0"/>
    </w:p>
    <w:p w:rsidR="00B86457" w:rsidRDefault="00B86457" w:rsidP="005E0634">
      <w:pPr>
        <w:rPr>
          <w:b/>
          <w:color w:val="000000"/>
          <w:sz w:val="28"/>
          <w:szCs w:val="28"/>
        </w:rPr>
      </w:pPr>
    </w:p>
    <w:p w:rsidR="00B86457" w:rsidRDefault="00B86457" w:rsidP="005E0634">
      <w:pPr>
        <w:jc w:val="center"/>
        <w:rPr>
          <w:b/>
          <w:color w:val="000000"/>
          <w:sz w:val="28"/>
          <w:szCs w:val="28"/>
        </w:rPr>
      </w:pPr>
    </w:p>
    <w:p w:rsidR="00B86457" w:rsidRDefault="00B86457" w:rsidP="005E0634">
      <w:pPr>
        <w:jc w:val="center"/>
        <w:rPr>
          <w:b/>
          <w:color w:val="000000"/>
          <w:sz w:val="28"/>
          <w:szCs w:val="28"/>
        </w:rPr>
      </w:pPr>
    </w:p>
    <w:p w:rsidR="00B86457" w:rsidRDefault="00B86457" w:rsidP="005E0634">
      <w:pPr>
        <w:jc w:val="center"/>
        <w:rPr>
          <w:b/>
          <w:color w:val="000000"/>
          <w:sz w:val="28"/>
          <w:szCs w:val="28"/>
        </w:rPr>
      </w:pPr>
    </w:p>
    <w:p w:rsidR="00B86457" w:rsidRDefault="00B86457" w:rsidP="005E0634">
      <w:pPr>
        <w:jc w:val="center"/>
        <w:rPr>
          <w:b/>
          <w:color w:val="000000"/>
          <w:sz w:val="28"/>
          <w:szCs w:val="28"/>
        </w:rPr>
      </w:pPr>
    </w:p>
    <w:p w:rsidR="00B86457" w:rsidRDefault="00B86457" w:rsidP="005E0634">
      <w:pPr>
        <w:jc w:val="center"/>
        <w:rPr>
          <w:b/>
          <w:color w:val="000000"/>
          <w:sz w:val="28"/>
          <w:szCs w:val="28"/>
        </w:rPr>
      </w:pPr>
    </w:p>
    <w:p w:rsidR="00B86457" w:rsidRDefault="00B86457" w:rsidP="005E0634">
      <w:pPr>
        <w:jc w:val="center"/>
        <w:rPr>
          <w:b/>
          <w:color w:val="000000"/>
          <w:sz w:val="28"/>
          <w:szCs w:val="28"/>
        </w:rPr>
      </w:pPr>
    </w:p>
    <w:p w:rsidR="00B86457" w:rsidRDefault="00B86457" w:rsidP="005E0634">
      <w:pPr>
        <w:jc w:val="center"/>
        <w:rPr>
          <w:b/>
          <w:color w:val="000000"/>
          <w:sz w:val="28"/>
          <w:szCs w:val="28"/>
        </w:rPr>
      </w:pPr>
    </w:p>
    <w:p w:rsidR="00B86457" w:rsidRDefault="00B86457" w:rsidP="005E0634">
      <w:pPr>
        <w:jc w:val="center"/>
        <w:rPr>
          <w:b/>
          <w:color w:val="000000"/>
          <w:sz w:val="28"/>
          <w:szCs w:val="28"/>
        </w:rPr>
      </w:pPr>
    </w:p>
    <w:p w:rsidR="00B86457" w:rsidRPr="00F30BA9" w:rsidRDefault="00B86457" w:rsidP="005E0634">
      <w:pPr>
        <w:jc w:val="center"/>
        <w:rPr>
          <w:b/>
          <w:color w:val="000000"/>
          <w:sz w:val="36"/>
          <w:szCs w:val="28"/>
        </w:rPr>
      </w:pPr>
      <w:r>
        <w:rPr>
          <w:b/>
          <w:color w:val="000000"/>
          <w:sz w:val="36"/>
          <w:szCs w:val="28"/>
        </w:rPr>
        <w:t>Комплексної міської програми</w:t>
      </w:r>
    </w:p>
    <w:p w:rsidR="00B86457" w:rsidRPr="003E65F9" w:rsidRDefault="00B86457" w:rsidP="005E0634">
      <w:pPr>
        <w:jc w:val="center"/>
        <w:rPr>
          <w:b/>
          <w:color w:val="000000"/>
          <w:sz w:val="36"/>
          <w:szCs w:val="28"/>
        </w:rPr>
      </w:pPr>
      <w:r>
        <w:rPr>
          <w:b/>
          <w:color w:val="000000"/>
          <w:sz w:val="36"/>
          <w:szCs w:val="28"/>
        </w:rPr>
        <w:t>«Правопорядок на 2018 -2022 роки</w:t>
      </w:r>
      <w:r w:rsidRPr="00F30BA9">
        <w:rPr>
          <w:b/>
          <w:color w:val="000000"/>
          <w:sz w:val="36"/>
          <w:szCs w:val="28"/>
        </w:rPr>
        <w:t>»</w:t>
      </w:r>
    </w:p>
    <w:p w:rsidR="00B86457" w:rsidRDefault="00B86457" w:rsidP="005E0634">
      <w:pPr>
        <w:jc w:val="center"/>
        <w:rPr>
          <w:b/>
          <w:sz w:val="24"/>
        </w:rPr>
      </w:pPr>
    </w:p>
    <w:p w:rsidR="00B86457" w:rsidRDefault="00B86457" w:rsidP="005E0634">
      <w:pPr>
        <w:jc w:val="center"/>
        <w:rPr>
          <w:b/>
          <w:sz w:val="24"/>
        </w:rPr>
      </w:pPr>
    </w:p>
    <w:p w:rsidR="00B86457" w:rsidRDefault="00B86457" w:rsidP="005E0634">
      <w:pPr>
        <w:jc w:val="center"/>
        <w:rPr>
          <w:b/>
          <w:sz w:val="24"/>
        </w:rPr>
      </w:pPr>
    </w:p>
    <w:p w:rsidR="00B86457" w:rsidRDefault="00B86457" w:rsidP="005E0634">
      <w:pPr>
        <w:jc w:val="center"/>
        <w:rPr>
          <w:b/>
          <w:sz w:val="24"/>
        </w:rPr>
      </w:pPr>
    </w:p>
    <w:p w:rsidR="00B86457" w:rsidRDefault="00B86457" w:rsidP="005E0634">
      <w:pPr>
        <w:jc w:val="center"/>
        <w:rPr>
          <w:b/>
          <w:sz w:val="24"/>
        </w:rPr>
      </w:pPr>
    </w:p>
    <w:p w:rsidR="00B86457" w:rsidRDefault="00B86457" w:rsidP="005E0634">
      <w:pPr>
        <w:jc w:val="center"/>
        <w:rPr>
          <w:b/>
          <w:sz w:val="24"/>
        </w:rPr>
      </w:pPr>
    </w:p>
    <w:p w:rsidR="00B86457" w:rsidRDefault="00B86457" w:rsidP="005E0634">
      <w:pPr>
        <w:jc w:val="center"/>
        <w:rPr>
          <w:b/>
          <w:sz w:val="24"/>
        </w:rPr>
      </w:pPr>
      <w:r>
        <w:rPr>
          <w:b/>
          <w:sz w:val="24"/>
        </w:rPr>
        <w:t xml:space="preserve"> </w:t>
      </w:r>
    </w:p>
    <w:p w:rsidR="00B86457" w:rsidRDefault="00B86457" w:rsidP="005E0634">
      <w:pPr>
        <w:jc w:val="center"/>
        <w:rPr>
          <w:b/>
          <w:sz w:val="24"/>
        </w:rPr>
      </w:pPr>
    </w:p>
    <w:p w:rsidR="00B86457" w:rsidRDefault="00B86457" w:rsidP="005E0634">
      <w:pPr>
        <w:jc w:val="center"/>
        <w:rPr>
          <w:b/>
          <w:sz w:val="24"/>
        </w:rPr>
      </w:pPr>
    </w:p>
    <w:p w:rsidR="00B86457" w:rsidRDefault="00B86457" w:rsidP="005E0634">
      <w:pPr>
        <w:jc w:val="center"/>
        <w:rPr>
          <w:b/>
          <w:sz w:val="24"/>
        </w:rPr>
      </w:pPr>
    </w:p>
    <w:p w:rsidR="00B86457" w:rsidRDefault="00B86457" w:rsidP="005E0634">
      <w:pPr>
        <w:jc w:val="center"/>
        <w:rPr>
          <w:b/>
          <w:sz w:val="24"/>
        </w:rPr>
      </w:pPr>
    </w:p>
    <w:p w:rsidR="00B86457" w:rsidRDefault="00B86457" w:rsidP="005E0634">
      <w:pPr>
        <w:jc w:val="center"/>
        <w:rPr>
          <w:b/>
          <w:sz w:val="24"/>
        </w:rPr>
      </w:pPr>
    </w:p>
    <w:p w:rsidR="00B86457" w:rsidRDefault="00B86457" w:rsidP="005E0634">
      <w:pPr>
        <w:jc w:val="center"/>
        <w:rPr>
          <w:b/>
          <w:sz w:val="24"/>
        </w:rPr>
      </w:pPr>
    </w:p>
    <w:p w:rsidR="00B86457" w:rsidRDefault="00B86457" w:rsidP="005E0634">
      <w:pPr>
        <w:jc w:val="center"/>
        <w:rPr>
          <w:b/>
          <w:sz w:val="24"/>
        </w:rPr>
      </w:pPr>
    </w:p>
    <w:p w:rsidR="00B86457" w:rsidRDefault="00B86457" w:rsidP="005E0634">
      <w:pPr>
        <w:jc w:val="center"/>
        <w:rPr>
          <w:b/>
          <w:sz w:val="24"/>
        </w:rPr>
      </w:pPr>
    </w:p>
    <w:p w:rsidR="00B86457" w:rsidRDefault="00B86457" w:rsidP="005E0634">
      <w:pPr>
        <w:jc w:val="center"/>
        <w:rPr>
          <w:b/>
          <w:sz w:val="24"/>
        </w:rPr>
      </w:pPr>
    </w:p>
    <w:p w:rsidR="00B86457" w:rsidRDefault="00B86457" w:rsidP="005E0634">
      <w:pPr>
        <w:jc w:val="center"/>
        <w:rPr>
          <w:b/>
          <w:sz w:val="24"/>
        </w:rPr>
      </w:pPr>
    </w:p>
    <w:p w:rsidR="00B86457" w:rsidRDefault="00B86457" w:rsidP="005E0634">
      <w:pPr>
        <w:jc w:val="center"/>
        <w:rPr>
          <w:b/>
          <w:sz w:val="24"/>
        </w:rPr>
      </w:pPr>
    </w:p>
    <w:p w:rsidR="00B86457" w:rsidRDefault="00B86457" w:rsidP="005E0634">
      <w:pPr>
        <w:jc w:val="center"/>
        <w:rPr>
          <w:b/>
          <w:sz w:val="24"/>
        </w:rPr>
      </w:pPr>
    </w:p>
    <w:p w:rsidR="00B86457" w:rsidRDefault="00B86457" w:rsidP="005E0634">
      <w:pPr>
        <w:jc w:val="center"/>
        <w:rPr>
          <w:b/>
          <w:sz w:val="24"/>
        </w:rPr>
      </w:pPr>
    </w:p>
    <w:p w:rsidR="00B86457" w:rsidRDefault="00B86457" w:rsidP="005E0634">
      <w:pPr>
        <w:jc w:val="center"/>
        <w:rPr>
          <w:b/>
          <w:sz w:val="24"/>
        </w:rPr>
      </w:pPr>
    </w:p>
    <w:p w:rsidR="00B86457" w:rsidRDefault="00B86457" w:rsidP="005E0634">
      <w:pPr>
        <w:jc w:val="center"/>
        <w:rPr>
          <w:b/>
          <w:sz w:val="24"/>
        </w:rPr>
      </w:pPr>
    </w:p>
    <w:p w:rsidR="00B86457" w:rsidRDefault="00B86457" w:rsidP="005E0634">
      <w:pPr>
        <w:jc w:val="center"/>
        <w:rPr>
          <w:b/>
          <w:sz w:val="24"/>
        </w:rPr>
      </w:pPr>
    </w:p>
    <w:p w:rsidR="00B86457" w:rsidRDefault="00B86457" w:rsidP="005E0634">
      <w:pPr>
        <w:rPr>
          <w:b/>
          <w:sz w:val="24"/>
        </w:rPr>
      </w:pPr>
    </w:p>
    <w:p w:rsidR="00B86457" w:rsidRDefault="00B86457" w:rsidP="005E0634">
      <w:pPr>
        <w:jc w:val="center"/>
        <w:rPr>
          <w:b/>
          <w:sz w:val="24"/>
        </w:rPr>
      </w:pPr>
    </w:p>
    <w:p w:rsidR="00B86457" w:rsidRDefault="00B86457" w:rsidP="005E0634">
      <w:pPr>
        <w:jc w:val="center"/>
        <w:rPr>
          <w:sz w:val="24"/>
        </w:rPr>
      </w:pPr>
    </w:p>
    <w:p w:rsidR="00B86457" w:rsidRDefault="00B86457" w:rsidP="005E0634">
      <w:pPr>
        <w:jc w:val="center"/>
        <w:rPr>
          <w:sz w:val="24"/>
        </w:rPr>
      </w:pPr>
    </w:p>
    <w:p w:rsidR="00B86457" w:rsidRPr="00453A41" w:rsidRDefault="00B86457" w:rsidP="005E0634">
      <w:pPr>
        <w:jc w:val="center"/>
        <w:rPr>
          <w:sz w:val="24"/>
        </w:rPr>
      </w:pPr>
    </w:p>
    <w:p w:rsidR="00B86457" w:rsidRDefault="00B86457" w:rsidP="005E0634">
      <w:pPr>
        <w:jc w:val="center"/>
        <w:rPr>
          <w:sz w:val="28"/>
        </w:rPr>
      </w:pPr>
      <w:r>
        <w:rPr>
          <w:sz w:val="28"/>
        </w:rPr>
        <w:t>Глухів-2018</w:t>
      </w:r>
    </w:p>
    <w:p w:rsidR="00B86457" w:rsidRDefault="00B86457" w:rsidP="005E0634">
      <w:pPr>
        <w:jc w:val="center"/>
        <w:rPr>
          <w:sz w:val="28"/>
        </w:rPr>
      </w:pPr>
    </w:p>
    <w:p w:rsidR="00B86457" w:rsidRDefault="00B86457" w:rsidP="005E0634">
      <w:pPr>
        <w:jc w:val="center"/>
        <w:rPr>
          <w:sz w:val="28"/>
        </w:rPr>
      </w:pPr>
    </w:p>
    <w:p w:rsidR="00B86457" w:rsidRPr="00023E27" w:rsidRDefault="00B86457" w:rsidP="005E0634">
      <w:pPr>
        <w:jc w:val="center"/>
        <w:rPr>
          <w:b/>
          <w:sz w:val="28"/>
          <w:szCs w:val="28"/>
        </w:rPr>
      </w:pPr>
      <w:r w:rsidRPr="00023E27">
        <w:rPr>
          <w:b/>
          <w:sz w:val="28"/>
          <w:szCs w:val="28"/>
        </w:rPr>
        <w:t>Паспорт</w:t>
      </w:r>
    </w:p>
    <w:p w:rsidR="00B86457" w:rsidRPr="00023E27" w:rsidRDefault="00B86457" w:rsidP="005E063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Комплек</w:t>
      </w:r>
      <w:r w:rsidRPr="00023E27">
        <w:rPr>
          <w:b/>
          <w:sz w:val="28"/>
          <w:szCs w:val="28"/>
        </w:rPr>
        <w:t>сної міської програми «Правопорядок на 2018 - 2020 роки»</w:t>
      </w:r>
    </w:p>
    <w:p w:rsidR="00B86457" w:rsidRPr="00023E27" w:rsidRDefault="00B86457" w:rsidP="005E0634">
      <w:pPr>
        <w:jc w:val="center"/>
        <w:rPr>
          <w:sz w:val="28"/>
          <w:szCs w:val="28"/>
        </w:rPr>
      </w:pPr>
      <w:r w:rsidRPr="00023E27">
        <w:rPr>
          <w:sz w:val="28"/>
          <w:szCs w:val="28"/>
        </w:rPr>
        <w:t>(далі – Програма)</w:t>
      </w:r>
    </w:p>
    <w:tbl>
      <w:tblPr>
        <w:tblW w:w="96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3288"/>
        <w:gridCol w:w="5726"/>
      </w:tblGrid>
      <w:tr w:rsidR="00B86457" w:rsidRPr="007F54F4" w:rsidTr="005E0634">
        <w:trPr>
          <w:trHeight w:val="592"/>
        </w:trPr>
        <w:tc>
          <w:tcPr>
            <w:tcW w:w="648" w:type="dxa"/>
            <w:shd w:val="clear" w:color="auto" w:fill="FFFFFF"/>
          </w:tcPr>
          <w:p w:rsidR="00B86457" w:rsidRPr="00023E27" w:rsidRDefault="00B86457" w:rsidP="005E0634">
            <w:pPr>
              <w:jc w:val="center"/>
              <w:rPr>
                <w:caps/>
                <w:sz w:val="26"/>
                <w:szCs w:val="26"/>
              </w:rPr>
            </w:pPr>
            <w:r w:rsidRPr="00023E27">
              <w:rPr>
                <w:caps/>
                <w:sz w:val="26"/>
                <w:szCs w:val="26"/>
              </w:rPr>
              <w:t>1.</w:t>
            </w:r>
          </w:p>
        </w:tc>
        <w:tc>
          <w:tcPr>
            <w:tcW w:w="3288" w:type="dxa"/>
            <w:shd w:val="clear" w:color="auto" w:fill="FFFFFF"/>
          </w:tcPr>
          <w:p w:rsidR="00B86457" w:rsidRPr="00023E27" w:rsidRDefault="00B86457" w:rsidP="005E0634">
            <w:pPr>
              <w:rPr>
                <w:sz w:val="26"/>
                <w:szCs w:val="26"/>
              </w:rPr>
            </w:pPr>
            <w:r w:rsidRPr="00023E27">
              <w:rPr>
                <w:sz w:val="26"/>
                <w:szCs w:val="26"/>
              </w:rPr>
              <w:t>Ініціатор розроблення Програми</w:t>
            </w:r>
          </w:p>
        </w:tc>
        <w:tc>
          <w:tcPr>
            <w:tcW w:w="5726" w:type="dxa"/>
            <w:shd w:val="clear" w:color="auto" w:fill="FFFFFF"/>
          </w:tcPr>
          <w:p w:rsidR="00B86457" w:rsidRPr="00B1215E" w:rsidRDefault="00B86457" w:rsidP="005E0634">
            <w:pPr>
              <w:rPr>
                <w:sz w:val="26"/>
                <w:szCs w:val="26"/>
              </w:rPr>
            </w:pPr>
            <w:r w:rsidRPr="00023E27">
              <w:rPr>
                <w:sz w:val="26"/>
                <w:szCs w:val="26"/>
              </w:rPr>
              <w:t>Виконавчий комітет Глухівської міської ради</w:t>
            </w:r>
          </w:p>
          <w:p w:rsidR="00B86457" w:rsidRPr="00B1215E" w:rsidRDefault="00B86457" w:rsidP="005E0634">
            <w:pPr>
              <w:rPr>
                <w:sz w:val="26"/>
                <w:szCs w:val="26"/>
              </w:rPr>
            </w:pPr>
          </w:p>
        </w:tc>
      </w:tr>
      <w:tr w:rsidR="00B86457" w:rsidRPr="007F54F4" w:rsidTr="005E0634">
        <w:tc>
          <w:tcPr>
            <w:tcW w:w="648" w:type="dxa"/>
          </w:tcPr>
          <w:p w:rsidR="00B86457" w:rsidRPr="00E4365B" w:rsidRDefault="00B86457" w:rsidP="005E0634">
            <w:pPr>
              <w:jc w:val="center"/>
              <w:rPr>
                <w:caps/>
                <w:sz w:val="26"/>
                <w:szCs w:val="26"/>
              </w:rPr>
            </w:pPr>
            <w:r w:rsidRPr="00E4365B">
              <w:rPr>
                <w:caps/>
                <w:sz w:val="26"/>
                <w:szCs w:val="26"/>
              </w:rPr>
              <w:t>2.</w:t>
            </w:r>
          </w:p>
        </w:tc>
        <w:tc>
          <w:tcPr>
            <w:tcW w:w="3288" w:type="dxa"/>
          </w:tcPr>
          <w:p w:rsidR="00B86457" w:rsidRPr="00E4365B" w:rsidRDefault="00B86457" w:rsidP="005E0634">
            <w:pPr>
              <w:rPr>
                <w:sz w:val="26"/>
                <w:szCs w:val="26"/>
              </w:rPr>
            </w:pPr>
            <w:r w:rsidRPr="00E4365B">
              <w:rPr>
                <w:sz w:val="26"/>
                <w:szCs w:val="26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5726" w:type="dxa"/>
            <w:vAlign w:val="center"/>
          </w:tcPr>
          <w:p w:rsidR="00B86457" w:rsidRPr="00E4365B" w:rsidRDefault="00B86457" w:rsidP="005E0634">
            <w:pPr>
              <w:rPr>
                <w:sz w:val="26"/>
                <w:szCs w:val="26"/>
              </w:rPr>
            </w:pPr>
          </w:p>
        </w:tc>
      </w:tr>
      <w:tr w:rsidR="00B86457" w:rsidRPr="007F54F4" w:rsidTr="005E0634">
        <w:tc>
          <w:tcPr>
            <w:tcW w:w="648" w:type="dxa"/>
          </w:tcPr>
          <w:p w:rsidR="00B86457" w:rsidRPr="00453A41" w:rsidRDefault="00B86457" w:rsidP="005E0634">
            <w:pPr>
              <w:jc w:val="center"/>
              <w:rPr>
                <w:caps/>
                <w:sz w:val="26"/>
                <w:szCs w:val="26"/>
              </w:rPr>
            </w:pPr>
            <w:r w:rsidRPr="00453A41">
              <w:rPr>
                <w:caps/>
                <w:sz w:val="26"/>
                <w:szCs w:val="26"/>
              </w:rPr>
              <w:t>3.</w:t>
            </w:r>
          </w:p>
        </w:tc>
        <w:tc>
          <w:tcPr>
            <w:tcW w:w="3288" w:type="dxa"/>
          </w:tcPr>
          <w:p w:rsidR="00B86457" w:rsidRPr="00453A41" w:rsidRDefault="00B86457" w:rsidP="005E0634">
            <w:pPr>
              <w:rPr>
                <w:sz w:val="26"/>
                <w:szCs w:val="26"/>
              </w:rPr>
            </w:pPr>
            <w:r w:rsidRPr="00453A41">
              <w:rPr>
                <w:sz w:val="26"/>
                <w:szCs w:val="26"/>
              </w:rPr>
              <w:t>Розробник Програми</w:t>
            </w:r>
          </w:p>
        </w:tc>
        <w:tc>
          <w:tcPr>
            <w:tcW w:w="5726" w:type="dxa"/>
          </w:tcPr>
          <w:p w:rsidR="00B86457" w:rsidRPr="00453A41" w:rsidRDefault="00B86457" w:rsidP="005E0634">
            <w:pPr>
              <w:rPr>
                <w:sz w:val="26"/>
                <w:szCs w:val="26"/>
              </w:rPr>
            </w:pPr>
            <w:r w:rsidRPr="00453A41">
              <w:rPr>
                <w:sz w:val="26"/>
                <w:szCs w:val="26"/>
              </w:rPr>
              <w:t xml:space="preserve">Відділ з правової та внутрішньої політики міської ради </w:t>
            </w:r>
          </w:p>
        </w:tc>
      </w:tr>
      <w:tr w:rsidR="00B86457" w:rsidRPr="007F54F4" w:rsidTr="005E0634">
        <w:tc>
          <w:tcPr>
            <w:tcW w:w="648" w:type="dxa"/>
          </w:tcPr>
          <w:p w:rsidR="00B86457" w:rsidRPr="00453A41" w:rsidRDefault="00B86457" w:rsidP="005E0634">
            <w:pPr>
              <w:jc w:val="center"/>
              <w:rPr>
                <w:caps/>
                <w:sz w:val="26"/>
                <w:szCs w:val="26"/>
              </w:rPr>
            </w:pPr>
            <w:r w:rsidRPr="00453A41">
              <w:rPr>
                <w:caps/>
                <w:sz w:val="26"/>
                <w:szCs w:val="26"/>
              </w:rPr>
              <w:t>4.</w:t>
            </w:r>
          </w:p>
        </w:tc>
        <w:tc>
          <w:tcPr>
            <w:tcW w:w="3288" w:type="dxa"/>
          </w:tcPr>
          <w:p w:rsidR="00B86457" w:rsidRPr="00453A41" w:rsidRDefault="00B86457" w:rsidP="005E0634">
            <w:pPr>
              <w:rPr>
                <w:sz w:val="26"/>
                <w:szCs w:val="26"/>
              </w:rPr>
            </w:pPr>
            <w:r w:rsidRPr="00453A41">
              <w:rPr>
                <w:sz w:val="26"/>
                <w:szCs w:val="26"/>
              </w:rPr>
              <w:t>Відповідальний виконавець Програми</w:t>
            </w:r>
          </w:p>
        </w:tc>
        <w:tc>
          <w:tcPr>
            <w:tcW w:w="5726" w:type="dxa"/>
          </w:tcPr>
          <w:p w:rsidR="00B86457" w:rsidRDefault="00B86457" w:rsidP="005E0634">
            <w:pPr>
              <w:rPr>
                <w:sz w:val="26"/>
                <w:szCs w:val="26"/>
              </w:rPr>
            </w:pPr>
            <w:r w:rsidRPr="00453A41">
              <w:rPr>
                <w:sz w:val="26"/>
                <w:szCs w:val="26"/>
              </w:rPr>
              <w:t>Виконавчий комітет Глухівської міської ради</w:t>
            </w:r>
            <w:r>
              <w:rPr>
                <w:sz w:val="26"/>
                <w:szCs w:val="26"/>
              </w:rPr>
              <w:t>,</w:t>
            </w:r>
          </w:p>
          <w:p w:rsidR="00B86457" w:rsidRPr="00453A41" w:rsidRDefault="00B86457" w:rsidP="005E0634">
            <w:pPr>
              <w:rPr>
                <w:sz w:val="26"/>
                <w:szCs w:val="26"/>
              </w:rPr>
            </w:pPr>
            <w:r w:rsidRPr="00453A41">
              <w:rPr>
                <w:sz w:val="26"/>
                <w:szCs w:val="26"/>
              </w:rPr>
              <w:t>Відділ з правової та внутрішньої політики міської ради</w:t>
            </w:r>
          </w:p>
        </w:tc>
      </w:tr>
      <w:tr w:rsidR="00B86457" w:rsidRPr="007F54F4" w:rsidTr="005E0634">
        <w:trPr>
          <w:trHeight w:val="4995"/>
        </w:trPr>
        <w:tc>
          <w:tcPr>
            <w:tcW w:w="648" w:type="dxa"/>
          </w:tcPr>
          <w:p w:rsidR="00B86457" w:rsidRPr="00453A41" w:rsidRDefault="00B86457" w:rsidP="005E0634">
            <w:pPr>
              <w:jc w:val="center"/>
              <w:rPr>
                <w:caps/>
                <w:sz w:val="26"/>
                <w:szCs w:val="26"/>
              </w:rPr>
            </w:pPr>
            <w:r w:rsidRPr="00453A41">
              <w:rPr>
                <w:caps/>
                <w:sz w:val="26"/>
                <w:szCs w:val="26"/>
              </w:rPr>
              <w:t>5.</w:t>
            </w:r>
          </w:p>
        </w:tc>
        <w:tc>
          <w:tcPr>
            <w:tcW w:w="3288" w:type="dxa"/>
          </w:tcPr>
          <w:p w:rsidR="00B86457" w:rsidRPr="00453A41" w:rsidRDefault="00B86457" w:rsidP="005E0634">
            <w:pPr>
              <w:rPr>
                <w:sz w:val="26"/>
                <w:szCs w:val="26"/>
              </w:rPr>
            </w:pPr>
            <w:r w:rsidRPr="00453A41">
              <w:rPr>
                <w:sz w:val="26"/>
                <w:szCs w:val="26"/>
              </w:rPr>
              <w:t>Учасники Програми</w:t>
            </w:r>
          </w:p>
        </w:tc>
        <w:tc>
          <w:tcPr>
            <w:tcW w:w="5726" w:type="dxa"/>
            <w:vAlign w:val="center"/>
          </w:tcPr>
          <w:p w:rsidR="00B86457" w:rsidRPr="00453A41" w:rsidRDefault="00B86457" w:rsidP="005E0634">
            <w:pPr>
              <w:rPr>
                <w:sz w:val="26"/>
                <w:szCs w:val="26"/>
              </w:rPr>
            </w:pPr>
            <w:r w:rsidRPr="00453A41">
              <w:rPr>
                <w:sz w:val="26"/>
                <w:szCs w:val="26"/>
              </w:rPr>
              <w:t xml:space="preserve">Глухівський відділ поліції </w:t>
            </w:r>
            <w:r>
              <w:rPr>
                <w:sz w:val="26"/>
                <w:szCs w:val="26"/>
                <w:lang w:val="ru-RU"/>
              </w:rPr>
              <w:t xml:space="preserve">ГУ НП </w:t>
            </w:r>
            <w:r w:rsidRPr="00453A41">
              <w:rPr>
                <w:sz w:val="26"/>
                <w:szCs w:val="26"/>
              </w:rPr>
              <w:t xml:space="preserve">в Сумській області; </w:t>
            </w:r>
          </w:p>
          <w:p w:rsidR="00B86457" w:rsidRDefault="00B86457" w:rsidP="005E063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Глухівський міський відділ </w:t>
            </w:r>
            <w:r w:rsidRPr="00453A41">
              <w:rPr>
                <w:sz w:val="26"/>
                <w:szCs w:val="26"/>
              </w:rPr>
              <w:t>УСБУ в Сумській області;</w:t>
            </w:r>
          </w:p>
          <w:p w:rsidR="00B86457" w:rsidRDefault="00B86457" w:rsidP="005E063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Глухівський об’єднаний міський військовий комісаріат;</w:t>
            </w:r>
          </w:p>
          <w:p w:rsidR="00B86457" w:rsidRPr="00453A41" w:rsidRDefault="00B86457" w:rsidP="005E063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Військові частини дислоковані на території міста;</w:t>
            </w:r>
          </w:p>
          <w:p w:rsidR="00B86457" w:rsidRPr="00453A41" w:rsidRDefault="00B86457" w:rsidP="005E0634">
            <w:pPr>
              <w:rPr>
                <w:sz w:val="26"/>
                <w:szCs w:val="26"/>
              </w:rPr>
            </w:pPr>
            <w:r w:rsidRPr="00453A41">
              <w:rPr>
                <w:sz w:val="26"/>
                <w:szCs w:val="26"/>
              </w:rPr>
              <w:t>Глухівський відділ Шосткинської місцевої прокуратури;</w:t>
            </w:r>
          </w:p>
          <w:p w:rsidR="00B86457" w:rsidRPr="00453A41" w:rsidRDefault="00B86457" w:rsidP="005E0634">
            <w:pPr>
              <w:rPr>
                <w:sz w:val="26"/>
                <w:szCs w:val="26"/>
              </w:rPr>
            </w:pPr>
            <w:r w:rsidRPr="00453A41">
              <w:rPr>
                <w:sz w:val="26"/>
                <w:szCs w:val="26"/>
              </w:rPr>
              <w:t>Центральна районна лікарня;</w:t>
            </w:r>
          </w:p>
          <w:p w:rsidR="00B86457" w:rsidRPr="00453A41" w:rsidRDefault="00B86457" w:rsidP="005E0634">
            <w:pPr>
              <w:rPr>
                <w:sz w:val="26"/>
                <w:szCs w:val="26"/>
              </w:rPr>
            </w:pPr>
            <w:r w:rsidRPr="00453A41">
              <w:rPr>
                <w:sz w:val="26"/>
                <w:szCs w:val="26"/>
              </w:rPr>
              <w:t>Відділ освіти міської ради;</w:t>
            </w:r>
          </w:p>
          <w:p w:rsidR="00B86457" w:rsidRPr="00453A41" w:rsidRDefault="00B86457" w:rsidP="005E0634">
            <w:pPr>
              <w:rPr>
                <w:sz w:val="26"/>
                <w:szCs w:val="26"/>
              </w:rPr>
            </w:pPr>
            <w:r w:rsidRPr="00453A41">
              <w:rPr>
                <w:sz w:val="26"/>
                <w:szCs w:val="26"/>
              </w:rPr>
              <w:t>Управління соціального захисту населення міської ради;</w:t>
            </w:r>
          </w:p>
          <w:p w:rsidR="00B86457" w:rsidRPr="00453A41" w:rsidRDefault="00B86457" w:rsidP="005E0634">
            <w:pPr>
              <w:rPr>
                <w:sz w:val="26"/>
                <w:szCs w:val="26"/>
              </w:rPr>
            </w:pPr>
            <w:r w:rsidRPr="00453A41">
              <w:rPr>
                <w:sz w:val="26"/>
                <w:szCs w:val="26"/>
              </w:rPr>
              <w:t>Управління житлово-комунального господарства</w:t>
            </w:r>
            <w:r>
              <w:rPr>
                <w:sz w:val="26"/>
                <w:szCs w:val="26"/>
              </w:rPr>
              <w:t xml:space="preserve"> та містобудування міської ради</w:t>
            </w:r>
          </w:p>
          <w:p w:rsidR="00B86457" w:rsidRPr="00453A41" w:rsidRDefault="00B86457" w:rsidP="005E0634">
            <w:pPr>
              <w:rPr>
                <w:sz w:val="26"/>
                <w:szCs w:val="26"/>
              </w:rPr>
            </w:pPr>
          </w:p>
        </w:tc>
      </w:tr>
      <w:tr w:rsidR="00B86457" w:rsidRPr="007F54F4" w:rsidTr="005E0634">
        <w:tc>
          <w:tcPr>
            <w:tcW w:w="648" w:type="dxa"/>
          </w:tcPr>
          <w:p w:rsidR="00B86457" w:rsidRPr="00453A41" w:rsidRDefault="00B86457" w:rsidP="005E0634">
            <w:pPr>
              <w:jc w:val="center"/>
              <w:rPr>
                <w:caps/>
                <w:sz w:val="26"/>
                <w:szCs w:val="26"/>
              </w:rPr>
            </w:pPr>
            <w:r w:rsidRPr="00453A41">
              <w:rPr>
                <w:caps/>
                <w:sz w:val="26"/>
                <w:szCs w:val="26"/>
              </w:rPr>
              <w:t>6.</w:t>
            </w:r>
          </w:p>
        </w:tc>
        <w:tc>
          <w:tcPr>
            <w:tcW w:w="3288" w:type="dxa"/>
          </w:tcPr>
          <w:p w:rsidR="00B86457" w:rsidRPr="00453A41" w:rsidRDefault="00B86457" w:rsidP="005E0634">
            <w:pPr>
              <w:rPr>
                <w:sz w:val="26"/>
                <w:szCs w:val="26"/>
              </w:rPr>
            </w:pPr>
            <w:r w:rsidRPr="00453A41">
              <w:rPr>
                <w:sz w:val="26"/>
                <w:szCs w:val="26"/>
              </w:rPr>
              <w:t>Термін реалізації Програми</w:t>
            </w:r>
          </w:p>
        </w:tc>
        <w:tc>
          <w:tcPr>
            <w:tcW w:w="5726" w:type="dxa"/>
          </w:tcPr>
          <w:p w:rsidR="00B86457" w:rsidRPr="00453A41" w:rsidRDefault="00B86457" w:rsidP="005E063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2018  - 2022 роки</w:t>
            </w:r>
          </w:p>
        </w:tc>
      </w:tr>
      <w:tr w:rsidR="00B86457" w:rsidRPr="007F54F4" w:rsidTr="005E0634">
        <w:trPr>
          <w:trHeight w:val="323"/>
        </w:trPr>
        <w:tc>
          <w:tcPr>
            <w:tcW w:w="648" w:type="dxa"/>
            <w:vMerge w:val="restart"/>
          </w:tcPr>
          <w:p w:rsidR="00B86457" w:rsidRPr="00453A41" w:rsidRDefault="00B86457" w:rsidP="005E0634">
            <w:pPr>
              <w:jc w:val="center"/>
              <w:rPr>
                <w:caps/>
                <w:sz w:val="26"/>
                <w:szCs w:val="26"/>
              </w:rPr>
            </w:pPr>
            <w:r w:rsidRPr="00453A41">
              <w:rPr>
                <w:caps/>
                <w:sz w:val="26"/>
                <w:szCs w:val="26"/>
              </w:rPr>
              <w:t>6.1.</w:t>
            </w:r>
          </w:p>
        </w:tc>
        <w:tc>
          <w:tcPr>
            <w:tcW w:w="3288" w:type="dxa"/>
            <w:vMerge w:val="restart"/>
          </w:tcPr>
          <w:p w:rsidR="00B86457" w:rsidRPr="00453A41" w:rsidRDefault="00B86457" w:rsidP="005E0634">
            <w:pPr>
              <w:rPr>
                <w:sz w:val="26"/>
                <w:szCs w:val="26"/>
                <w:lang w:val="ru-RU"/>
              </w:rPr>
            </w:pPr>
            <w:r w:rsidRPr="00453A41">
              <w:rPr>
                <w:sz w:val="26"/>
                <w:szCs w:val="26"/>
              </w:rPr>
              <w:t xml:space="preserve">Етапи виконання Програми </w:t>
            </w:r>
          </w:p>
        </w:tc>
        <w:tc>
          <w:tcPr>
            <w:tcW w:w="5726" w:type="dxa"/>
          </w:tcPr>
          <w:p w:rsidR="00B86457" w:rsidRPr="00453A41" w:rsidRDefault="00B86457" w:rsidP="005E0634">
            <w:pPr>
              <w:rPr>
                <w:sz w:val="26"/>
                <w:szCs w:val="26"/>
              </w:rPr>
            </w:pPr>
            <w:r w:rsidRPr="00453A41">
              <w:rPr>
                <w:sz w:val="26"/>
                <w:szCs w:val="26"/>
                <w:lang w:val="en-US"/>
              </w:rPr>
              <w:t>I</w:t>
            </w:r>
            <w:r>
              <w:rPr>
                <w:sz w:val="26"/>
                <w:szCs w:val="26"/>
              </w:rPr>
              <w:t xml:space="preserve"> етап: 2018 - 2020  роки</w:t>
            </w:r>
          </w:p>
        </w:tc>
      </w:tr>
      <w:tr w:rsidR="00B86457" w:rsidRPr="007F54F4" w:rsidTr="005E0634">
        <w:trPr>
          <w:trHeight w:val="322"/>
        </w:trPr>
        <w:tc>
          <w:tcPr>
            <w:tcW w:w="648" w:type="dxa"/>
            <w:vMerge/>
          </w:tcPr>
          <w:p w:rsidR="00B86457" w:rsidRPr="00453A41" w:rsidRDefault="00B86457" w:rsidP="005E0634">
            <w:pPr>
              <w:jc w:val="center"/>
              <w:rPr>
                <w:caps/>
                <w:sz w:val="26"/>
                <w:szCs w:val="26"/>
              </w:rPr>
            </w:pPr>
          </w:p>
        </w:tc>
        <w:tc>
          <w:tcPr>
            <w:tcW w:w="3288" w:type="dxa"/>
            <w:vMerge/>
          </w:tcPr>
          <w:p w:rsidR="00B86457" w:rsidRPr="00453A41" w:rsidRDefault="00B86457" w:rsidP="005E0634">
            <w:pPr>
              <w:rPr>
                <w:sz w:val="26"/>
                <w:szCs w:val="26"/>
              </w:rPr>
            </w:pPr>
          </w:p>
        </w:tc>
        <w:tc>
          <w:tcPr>
            <w:tcW w:w="5726" w:type="dxa"/>
          </w:tcPr>
          <w:p w:rsidR="00B86457" w:rsidRPr="00453A41" w:rsidRDefault="00B86457" w:rsidP="005E063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ІІ етап: 2021 -2022 роки</w:t>
            </w:r>
          </w:p>
        </w:tc>
      </w:tr>
      <w:tr w:rsidR="00B86457" w:rsidRPr="007F54F4" w:rsidTr="005E0634">
        <w:tc>
          <w:tcPr>
            <w:tcW w:w="648" w:type="dxa"/>
          </w:tcPr>
          <w:p w:rsidR="00B86457" w:rsidRPr="00453A41" w:rsidRDefault="00B86457" w:rsidP="005E0634">
            <w:pPr>
              <w:jc w:val="center"/>
              <w:rPr>
                <w:caps/>
                <w:sz w:val="26"/>
                <w:szCs w:val="26"/>
              </w:rPr>
            </w:pPr>
            <w:r w:rsidRPr="00453A41">
              <w:rPr>
                <w:caps/>
                <w:sz w:val="26"/>
                <w:szCs w:val="26"/>
              </w:rPr>
              <w:t>7.</w:t>
            </w:r>
          </w:p>
        </w:tc>
        <w:tc>
          <w:tcPr>
            <w:tcW w:w="3288" w:type="dxa"/>
          </w:tcPr>
          <w:p w:rsidR="00B86457" w:rsidRPr="00453A41" w:rsidRDefault="00B86457" w:rsidP="005E0634">
            <w:pPr>
              <w:rPr>
                <w:sz w:val="26"/>
                <w:szCs w:val="26"/>
              </w:rPr>
            </w:pPr>
            <w:r w:rsidRPr="00453A41">
              <w:rPr>
                <w:sz w:val="26"/>
                <w:szCs w:val="26"/>
              </w:rPr>
              <w:t>Загальний обсяг фінансових ресурсів, необхідних для реалізації Програми, всього,</w:t>
            </w:r>
          </w:p>
          <w:p w:rsidR="00B86457" w:rsidRPr="00453A41" w:rsidRDefault="00B86457" w:rsidP="005E0634">
            <w:pPr>
              <w:rPr>
                <w:sz w:val="26"/>
                <w:szCs w:val="26"/>
              </w:rPr>
            </w:pPr>
            <w:r w:rsidRPr="00453A41">
              <w:rPr>
                <w:sz w:val="26"/>
                <w:szCs w:val="26"/>
              </w:rPr>
              <w:t>у тому числі:</w:t>
            </w:r>
          </w:p>
        </w:tc>
        <w:tc>
          <w:tcPr>
            <w:tcW w:w="5726" w:type="dxa"/>
          </w:tcPr>
          <w:p w:rsidR="00B86457" w:rsidRPr="00453A41" w:rsidRDefault="00B86457" w:rsidP="005E0634">
            <w:pPr>
              <w:rPr>
                <w:sz w:val="26"/>
                <w:szCs w:val="26"/>
              </w:rPr>
            </w:pPr>
          </w:p>
          <w:p w:rsidR="00B86457" w:rsidRPr="00453A41" w:rsidRDefault="00B86457" w:rsidP="005E0634">
            <w:pPr>
              <w:rPr>
                <w:sz w:val="26"/>
                <w:szCs w:val="26"/>
              </w:rPr>
            </w:pPr>
          </w:p>
          <w:p w:rsidR="00B86457" w:rsidRPr="00453A41" w:rsidRDefault="00B86457" w:rsidP="005E063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B86457" w:rsidRPr="007F54F4" w:rsidTr="005E0634">
        <w:tc>
          <w:tcPr>
            <w:tcW w:w="648" w:type="dxa"/>
          </w:tcPr>
          <w:p w:rsidR="00B86457" w:rsidRPr="00453A41" w:rsidRDefault="00B86457" w:rsidP="005E0634">
            <w:pPr>
              <w:jc w:val="center"/>
              <w:rPr>
                <w:caps/>
                <w:sz w:val="26"/>
                <w:szCs w:val="26"/>
              </w:rPr>
            </w:pPr>
            <w:r w:rsidRPr="00453A41">
              <w:rPr>
                <w:caps/>
                <w:sz w:val="26"/>
                <w:szCs w:val="26"/>
              </w:rPr>
              <w:t>7.1.</w:t>
            </w:r>
          </w:p>
        </w:tc>
        <w:tc>
          <w:tcPr>
            <w:tcW w:w="3288" w:type="dxa"/>
          </w:tcPr>
          <w:p w:rsidR="00B86457" w:rsidRPr="00453A41" w:rsidRDefault="00B86457" w:rsidP="005E0634">
            <w:pPr>
              <w:rPr>
                <w:sz w:val="26"/>
                <w:szCs w:val="26"/>
              </w:rPr>
            </w:pPr>
            <w:r w:rsidRPr="003E7EE6">
              <w:rPr>
                <w:sz w:val="26"/>
                <w:szCs w:val="26"/>
              </w:rPr>
              <w:t>Коштів міського бюджету, тис. гривень</w:t>
            </w:r>
          </w:p>
        </w:tc>
        <w:tc>
          <w:tcPr>
            <w:tcW w:w="5726" w:type="dxa"/>
          </w:tcPr>
          <w:p w:rsidR="00B86457" w:rsidRPr="00453A41" w:rsidRDefault="00B86457" w:rsidP="005E063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136,24</w:t>
            </w:r>
          </w:p>
        </w:tc>
      </w:tr>
      <w:tr w:rsidR="00B86457" w:rsidRPr="007F54F4" w:rsidTr="005E0634">
        <w:trPr>
          <w:trHeight w:val="70"/>
        </w:trPr>
        <w:tc>
          <w:tcPr>
            <w:tcW w:w="648" w:type="dxa"/>
          </w:tcPr>
          <w:p w:rsidR="00B86457" w:rsidRPr="00453A41" w:rsidRDefault="00B86457" w:rsidP="005E0634">
            <w:pPr>
              <w:jc w:val="center"/>
              <w:rPr>
                <w:caps/>
                <w:sz w:val="26"/>
                <w:szCs w:val="26"/>
              </w:rPr>
            </w:pPr>
            <w:r w:rsidRPr="00453A41">
              <w:rPr>
                <w:caps/>
                <w:sz w:val="26"/>
                <w:szCs w:val="26"/>
              </w:rPr>
              <w:t>7.2</w:t>
            </w:r>
          </w:p>
        </w:tc>
        <w:tc>
          <w:tcPr>
            <w:tcW w:w="3288" w:type="dxa"/>
          </w:tcPr>
          <w:p w:rsidR="00B86457" w:rsidRPr="00453A41" w:rsidRDefault="00B86457" w:rsidP="005E0634">
            <w:pPr>
              <w:rPr>
                <w:sz w:val="26"/>
                <w:szCs w:val="26"/>
              </w:rPr>
            </w:pPr>
            <w:r w:rsidRPr="00453A41">
              <w:rPr>
                <w:sz w:val="26"/>
                <w:szCs w:val="26"/>
              </w:rPr>
              <w:t>Коштів інших джерел</w:t>
            </w:r>
          </w:p>
        </w:tc>
        <w:tc>
          <w:tcPr>
            <w:tcW w:w="5726" w:type="dxa"/>
          </w:tcPr>
          <w:p w:rsidR="00B86457" w:rsidRPr="00453A41" w:rsidRDefault="00B86457" w:rsidP="005E0634">
            <w:pPr>
              <w:rPr>
                <w:sz w:val="26"/>
                <w:szCs w:val="26"/>
              </w:rPr>
            </w:pPr>
          </w:p>
        </w:tc>
      </w:tr>
    </w:tbl>
    <w:p w:rsidR="00B86457" w:rsidRDefault="00B86457" w:rsidP="005E0634">
      <w:pPr>
        <w:jc w:val="center"/>
        <w:rPr>
          <w:b/>
          <w:sz w:val="28"/>
          <w:szCs w:val="28"/>
        </w:rPr>
      </w:pPr>
    </w:p>
    <w:p w:rsidR="00B86457" w:rsidRDefault="00B86457" w:rsidP="005E0634">
      <w:pPr>
        <w:jc w:val="center"/>
        <w:rPr>
          <w:b/>
          <w:sz w:val="28"/>
          <w:szCs w:val="28"/>
          <w:lang w:val="ru-RU"/>
        </w:rPr>
      </w:pPr>
    </w:p>
    <w:p w:rsidR="00B86457" w:rsidRDefault="00B86457" w:rsidP="005E063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ВСТУП</w:t>
      </w:r>
    </w:p>
    <w:p w:rsidR="00B86457" w:rsidRDefault="00B86457" w:rsidP="005E0634">
      <w:pPr>
        <w:jc w:val="center"/>
        <w:rPr>
          <w:b/>
          <w:sz w:val="28"/>
          <w:szCs w:val="28"/>
        </w:rPr>
      </w:pPr>
    </w:p>
    <w:p w:rsidR="00B86457" w:rsidRDefault="00B86457" w:rsidP="005E0634">
      <w:pPr>
        <w:jc w:val="both"/>
        <w:rPr>
          <w:rFonts w:ascii="PT Sans Narrow" w:hAnsi="PT Sans Narrow"/>
          <w:sz w:val="28"/>
          <w:shd w:val="clear" w:color="auto" w:fill="FFFFFF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>Комплексна міська</w:t>
      </w:r>
      <w:r w:rsidRPr="001B6F9C">
        <w:rPr>
          <w:sz w:val="28"/>
          <w:szCs w:val="28"/>
        </w:rPr>
        <w:t xml:space="preserve"> про</w:t>
      </w:r>
      <w:r>
        <w:rPr>
          <w:sz w:val="28"/>
          <w:szCs w:val="28"/>
        </w:rPr>
        <w:t>грама «Правопорядок на 2018 - 2022 роки</w:t>
      </w:r>
      <w:r w:rsidRPr="001B6F9C">
        <w:rPr>
          <w:sz w:val="28"/>
          <w:szCs w:val="28"/>
        </w:rPr>
        <w:t>» та основні напрямки діяльності та заходи щодо її реалізації (далі – Програма) розроблено відділом з правової та внутрішньої політики Глухівської міської ради</w:t>
      </w:r>
      <w:r>
        <w:rPr>
          <w:sz w:val="28"/>
          <w:szCs w:val="28"/>
        </w:rPr>
        <w:t xml:space="preserve"> із відповідальними структурними підрозділами виконавчого комітету Глухівської міської ради та територіальними підрозділами центральних органів виконавчої влади в Сумській області.</w:t>
      </w:r>
    </w:p>
    <w:p w:rsidR="00B86457" w:rsidRDefault="00B86457" w:rsidP="005E0634">
      <w:pPr>
        <w:jc w:val="both"/>
        <w:rPr>
          <w:rFonts w:ascii="PT Sans Narrow" w:hAnsi="PT Sans Narrow"/>
          <w:sz w:val="28"/>
          <w:shd w:val="clear" w:color="auto" w:fill="FFFFFF"/>
        </w:rPr>
      </w:pPr>
      <w:r>
        <w:rPr>
          <w:rFonts w:ascii="PT Sans Narrow" w:hAnsi="PT Sans Narrow"/>
          <w:sz w:val="28"/>
          <w:shd w:val="clear" w:color="auto" w:fill="FFFFFF"/>
        </w:rPr>
        <w:tab/>
      </w:r>
      <w:r>
        <w:rPr>
          <w:rFonts w:ascii="PT Sans Narrow" w:hAnsi="PT Sans Narrow" w:hint="eastAsia"/>
          <w:sz w:val="28"/>
          <w:shd w:val="clear" w:color="auto" w:fill="FFFFFF"/>
        </w:rPr>
        <w:t>Програма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визначає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цілі</w:t>
      </w:r>
      <w:r>
        <w:rPr>
          <w:rFonts w:ascii="PT Sans Narrow" w:hAnsi="PT Sans Narrow"/>
          <w:sz w:val="28"/>
          <w:shd w:val="clear" w:color="auto" w:fill="FFFFFF"/>
        </w:rPr>
        <w:t xml:space="preserve">, </w:t>
      </w:r>
      <w:r>
        <w:rPr>
          <w:rFonts w:ascii="PT Sans Narrow" w:hAnsi="PT Sans Narrow" w:hint="eastAsia"/>
          <w:sz w:val="28"/>
          <w:shd w:val="clear" w:color="auto" w:fill="FFFFFF"/>
        </w:rPr>
        <w:t>завдання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забезпечення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конституційних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прав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та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свобод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людини</w:t>
      </w:r>
      <w:r>
        <w:rPr>
          <w:rFonts w:ascii="PT Sans Narrow" w:hAnsi="PT Sans Narrow"/>
          <w:sz w:val="28"/>
          <w:shd w:val="clear" w:color="auto" w:fill="FFFFFF"/>
        </w:rPr>
        <w:t xml:space="preserve">. </w:t>
      </w:r>
      <w:r>
        <w:rPr>
          <w:rFonts w:ascii="PT Sans Narrow" w:hAnsi="PT Sans Narrow" w:hint="eastAsia"/>
          <w:sz w:val="28"/>
          <w:shd w:val="clear" w:color="auto" w:fill="FFFFFF"/>
        </w:rPr>
        <w:t>За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кожним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напрямом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сформульовані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проблемні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питання</w:t>
      </w:r>
      <w:r>
        <w:rPr>
          <w:rFonts w:ascii="PT Sans Narrow" w:hAnsi="PT Sans Narrow"/>
          <w:sz w:val="28"/>
          <w:shd w:val="clear" w:color="auto" w:fill="FFFFFF"/>
        </w:rPr>
        <w:t xml:space="preserve">. </w:t>
      </w:r>
      <w:r>
        <w:rPr>
          <w:rFonts w:ascii="PT Sans Narrow" w:hAnsi="PT Sans Narrow" w:hint="eastAsia"/>
          <w:sz w:val="28"/>
          <w:shd w:val="clear" w:color="auto" w:fill="FFFFFF"/>
        </w:rPr>
        <w:t>Заходи</w:t>
      </w:r>
      <w:r>
        <w:rPr>
          <w:rFonts w:ascii="PT Sans Narrow" w:hAnsi="PT Sans Narrow"/>
          <w:sz w:val="28"/>
          <w:shd w:val="clear" w:color="auto" w:fill="FFFFFF"/>
        </w:rPr>
        <w:t xml:space="preserve">, </w:t>
      </w:r>
      <w:r>
        <w:rPr>
          <w:rFonts w:ascii="PT Sans Narrow" w:hAnsi="PT Sans Narrow" w:hint="eastAsia"/>
          <w:sz w:val="28"/>
          <w:shd w:val="clear" w:color="auto" w:fill="FFFFFF"/>
        </w:rPr>
        <w:t>що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реалізуються</w:t>
      </w:r>
      <w:r>
        <w:rPr>
          <w:rFonts w:ascii="PT Sans Narrow" w:hAnsi="PT Sans Narrow"/>
          <w:sz w:val="28"/>
          <w:shd w:val="clear" w:color="auto" w:fill="FFFFFF"/>
        </w:rPr>
        <w:t xml:space="preserve">, </w:t>
      </w:r>
      <w:r>
        <w:rPr>
          <w:rFonts w:ascii="PT Sans Narrow" w:hAnsi="PT Sans Narrow" w:hint="eastAsia"/>
          <w:sz w:val="28"/>
          <w:shd w:val="clear" w:color="auto" w:fill="FFFFFF"/>
        </w:rPr>
        <w:t>повинні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закласти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основу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для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створення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стабільної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оперативної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обстановки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на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території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Глухівської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міської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ради</w:t>
      </w:r>
      <w:r>
        <w:rPr>
          <w:rFonts w:ascii="PT Sans Narrow" w:hAnsi="PT Sans Narrow"/>
          <w:sz w:val="28"/>
          <w:shd w:val="clear" w:color="auto" w:fill="FFFFFF"/>
        </w:rPr>
        <w:t>.</w:t>
      </w:r>
    </w:p>
    <w:p w:rsidR="00B86457" w:rsidRDefault="00B86457" w:rsidP="005E0634">
      <w:pPr>
        <w:jc w:val="both"/>
        <w:rPr>
          <w:rFonts w:ascii="PT Sans Narrow" w:hAnsi="PT Sans Narrow"/>
          <w:sz w:val="28"/>
          <w:shd w:val="clear" w:color="auto" w:fill="FFFFFF"/>
        </w:rPr>
      </w:pPr>
      <w:r>
        <w:rPr>
          <w:rFonts w:ascii="PT Sans Narrow" w:hAnsi="PT Sans Narrow"/>
          <w:sz w:val="28"/>
          <w:shd w:val="clear" w:color="auto" w:fill="FFFFFF"/>
        </w:rPr>
        <w:tab/>
      </w:r>
      <w:r>
        <w:rPr>
          <w:rFonts w:ascii="PT Sans Narrow" w:hAnsi="PT Sans Narrow" w:hint="eastAsia"/>
          <w:sz w:val="28"/>
          <w:shd w:val="clear" w:color="auto" w:fill="FFFFFF"/>
        </w:rPr>
        <w:t>Відповідно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до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Програми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головні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завдання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будуть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спрямовані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на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поступове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нарощування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зусиль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правоохоронних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органів</w:t>
      </w:r>
      <w:r>
        <w:rPr>
          <w:rFonts w:ascii="PT Sans Narrow" w:hAnsi="PT Sans Narrow"/>
          <w:sz w:val="28"/>
          <w:shd w:val="clear" w:color="auto" w:fill="FFFFFF"/>
        </w:rPr>
        <w:t xml:space="preserve">, </w:t>
      </w:r>
      <w:r>
        <w:rPr>
          <w:rFonts w:ascii="PT Sans Narrow" w:hAnsi="PT Sans Narrow" w:hint="eastAsia"/>
          <w:sz w:val="28"/>
          <w:shd w:val="clear" w:color="auto" w:fill="FFFFFF"/>
        </w:rPr>
        <w:t>органів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місцевого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самоврядування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і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громадськості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щодо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забезпечення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сталого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правопорядку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на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території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Глухівської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міської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ради</w:t>
      </w:r>
      <w:r>
        <w:rPr>
          <w:rFonts w:ascii="PT Sans Narrow" w:hAnsi="PT Sans Narrow"/>
          <w:sz w:val="28"/>
          <w:shd w:val="clear" w:color="auto" w:fill="FFFFFF"/>
        </w:rPr>
        <w:t xml:space="preserve">; </w:t>
      </w:r>
      <w:r>
        <w:rPr>
          <w:rFonts w:ascii="PT Sans Narrow" w:hAnsi="PT Sans Narrow" w:hint="eastAsia"/>
          <w:sz w:val="28"/>
          <w:shd w:val="clear" w:color="auto" w:fill="FFFFFF"/>
        </w:rPr>
        <w:t>створення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умов</w:t>
      </w:r>
      <w:r>
        <w:rPr>
          <w:rFonts w:ascii="PT Sans Narrow" w:hAnsi="PT Sans Narrow"/>
          <w:sz w:val="28"/>
          <w:shd w:val="clear" w:color="auto" w:fill="FFFFFF"/>
        </w:rPr>
        <w:t xml:space="preserve">, </w:t>
      </w:r>
      <w:r>
        <w:rPr>
          <w:rFonts w:ascii="PT Sans Narrow" w:hAnsi="PT Sans Narrow" w:hint="eastAsia"/>
          <w:sz w:val="28"/>
          <w:shd w:val="clear" w:color="auto" w:fill="FFFFFF"/>
        </w:rPr>
        <w:t>що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сприяють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комфортному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та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безпечному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руху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транспортних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засобів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й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пішоходів</w:t>
      </w:r>
      <w:r>
        <w:rPr>
          <w:rFonts w:ascii="PT Sans Narrow" w:hAnsi="PT Sans Narrow"/>
          <w:sz w:val="28"/>
          <w:shd w:val="clear" w:color="auto" w:fill="FFFFFF"/>
        </w:rPr>
        <w:t>.</w:t>
      </w:r>
    </w:p>
    <w:p w:rsidR="00B86457" w:rsidRDefault="00B86457" w:rsidP="005E0634">
      <w:pPr>
        <w:ind w:firstLine="708"/>
        <w:jc w:val="both"/>
        <w:rPr>
          <w:rFonts w:ascii="PT Sans Narrow" w:hAnsi="PT Sans Narrow"/>
          <w:sz w:val="28"/>
          <w:shd w:val="clear" w:color="auto" w:fill="FFFFFF"/>
        </w:rPr>
      </w:pPr>
      <w:r>
        <w:rPr>
          <w:rFonts w:ascii="PT Sans Narrow" w:hAnsi="PT Sans Narrow" w:hint="eastAsia"/>
          <w:sz w:val="28"/>
          <w:shd w:val="clear" w:color="auto" w:fill="FFFFFF"/>
        </w:rPr>
        <w:t>Напрями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та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заходи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Програми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конкретизуються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в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додатках</w:t>
      </w:r>
      <w:r>
        <w:rPr>
          <w:rFonts w:ascii="PT Sans Narrow" w:hAnsi="PT Sans Narrow"/>
          <w:sz w:val="28"/>
          <w:shd w:val="clear" w:color="auto" w:fill="FFFFFF"/>
        </w:rPr>
        <w:t xml:space="preserve"> 1,2 (</w:t>
      </w:r>
      <w:r>
        <w:rPr>
          <w:rFonts w:ascii="PT Sans Narrow" w:hAnsi="PT Sans Narrow" w:hint="eastAsia"/>
          <w:sz w:val="28"/>
          <w:shd w:val="clear" w:color="auto" w:fill="FFFFFF"/>
        </w:rPr>
        <w:t>додаються</w:t>
      </w:r>
      <w:r>
        <w:rPr>
          <w:rFonts w:ascii="PT Sans Narrow" w:hAnsi="PT Sans Narrow"/>
          <w:sz w:val="28"/>
          <w:shd w:val="clear" w:color="auto" w:fill="FFFFFF"/>
        </w:rPr>
        <w:t>).</w:t>
      </w:r>
    </w:p>
    <w:p w:rsidR="00B86457" w:rsidRDefault="00B86457" w:rsidP="005E0634">
      <w:pPr>
        <w:jc w:val="both"/>
        <w:rPr>
          <w:rFonts w:ascii="PT Sans Narrow" w:hAnsi="PT Sans Narrow"/>
          <w:sz w:val="28"/>
          <w:shd w:val="clear" w:color="auto" w:fill="FFFFFF"/>
        </w:rPr>
      </w:pPr>
    </w:p>
    <w:p w:rsidR="00B86457" w:rsidRDefault="00B86457" w:rsidP="005E0634">
      <w:pPr>
        <w:jc w:val="both"/>
        <w:rPr>
          <w:rFonts w:ascii="PT Sans Narrow" w:hAnsi="PT Sans Narrow"/>
          <w:sz w:val="28"/>
          <w:shd w:val="clear" w:color="auto" w:fill="FFFFFF"/>
        </w:rPr>
      </w:pPr>
    </w:p>
    <w:p w:rsidR="00B86457" w:rsidRDefault="00B86457" w:rsidP="005E0634">
      <w:pPr>
        <w:jc w:val="both"/>
        <w:rPr>
          <w:rFonts w:ascii="PT Sans Narrow" w:hAnsi="PT Sans Narrow"/>
          <w:sz w:val="28"/>
          <w:shd w:val="clear" w:color="auto" w:fill="FFFFFF"/>
        </w:rPr>
      </w:pPr>
    </w:p>
    <w:p w:rsidR="00B86457" w:rsidRDefault="00B86457" w:rsidP="005E0634">
      <w:pPr>
        <w:jc w:val="both"/>
        <w:rPr>
          <w:rFonts w:ascii="PT Sans Narrow" w:hAnsi="PT Sans Narrow"/>
          <w:sz w:val="28"/>
          <w:shd w:val="clear" w:color="auto" w:fill="FFFFFF"/>
        </w:rPr>
      </w:pPr>
    </w:p>
    <w:p w:rsidR="00B86457" w:rsidRDefault="00B86457" w:rsidP="005E0634">
      <w:pPr>
        <w:jc w:val="both"/>
        <w:rPr>
          <w:rFonts w:ascii="PT Sans Narrow" w:hAnsi="PT Sans Narrow"/>
          <w:sz w:val="28"/>
          <w:shd w:val="clear" w:color="auto" w:fill="FFFFFF"/>
        </w:rPr>
      </w:pPr>
    </w:p>
    <w:p w:rsidR="00B86457" w:rsidRDefault="00B86457" w:rsidP="005E0634">
      <w:pPr>
        <w:jc w:val="both"/>
        <w:rPr>
          <w:rFonts w:ascii="PT Sans Narrow" w:hAnsi="PT Sans Narrow"/>
          <w:sz w:val="28"/>
          <w:shd w:val="clear" w:color="auto" w:fill="FFFFFF"/>
        </w:rPr>
      </w:pPr>
    </w:p>
    <w:p w:rsidR="00B86457" w:rsidRDefault="00B86457" w:rsidP="005E0634">
      <w:pPr>
        <w:jc w:val="both"/>
        <w:rPr>
          <w:rFonts w:ascii="PT Sans Narrow" w:hAnsi="PT Sans Narrow"/>
          <w:sz w:val="28"/>
          <w:shd w:val="clear" w:color="auto" w:fill="FFFFFF"/>
        </w:rPr>
      </w:pPr>
    </w:p>
    <w:p w:rsidR="00B86457" w:rsidRDefault="00B86457" w:rsidP="005E0634">
      <w:pPr>
        <w:jc w:val="both"/>
        <w:rPr>
          <w:rFonts w:ascii="PT Sans Narrow" w:hAnsi="PT Sans Narrow"/>
          <w:sz w:val="28"/>
          <w:shd w:val="clear" w:color="auto" w:fill="FFFFFF"/>
        </w:rPr>
      </w:pPr>
    </w:p>
    <w:p w:rsidR="00B86457" w:rsidRDefault="00B86457" w:rsidP="005E0634">
      <w:pPr>
        <w:jc w:val="both"/>
        <w:rPr>
          <w:rFonts w:ascii="PT Sans Narrow" w:hAnsi="PT Sans Narrow"/>
          <w:sz w:val="28"/>
          <w:shd w:val="clear" w:color="auto" w:fill="FFFFFF"/>
        </w:rPr>
      </w:pPr>
    </w:p>
    <w:p w:rsidR="00B86457" w:rsidRDefault="00B86457" w:rsidP="005E0634">
      <w:pPr>
        <w:jc w:val="both"/>
        <w:rPr>
          <w:rFonts w:ascii="PT Sans Narrow" w:hAnsi="PT Sans Narrow"/>
          <w:sz w:val="28"/>
          <w:shd w:val="clear" w:color="auto" w:fill="FFFFFF"/>
        </w:rPr>
      </w:pPr>
    </w:p>
    <w:p w:rsidR="00B86457" w:rsidRDefault="00B86457" w:rsidP="005E0634">
      <w:pPr>
        <w:jc w:val="both"/>
        <w:rPr>
          <w:rFonts w:ascii="PT Sans Narrow" w:hAnsi="PT Sans Narrow"/>
          <w:sz w:val="28"/>
          <w:shd w:val="clear" w:color="auto" w:fill="FFFFFF"/>
        </w:rPr>
      </w:pPr>
    </w:p>
    <w:p w:rsidR="00B86457" w:rsidRDefault="00B86457" w:rsidP="005E0634">
      <w:pPr>
        <w:jc w:val="both"/>
        <w:rPr>
          <w:rFonts w:ascii="PT Sans Narrow" w:hAnsi="PT Sans Narrow"/>
          <w:sz w:val="28"/>
          <w:shd w:val="clear" w:color="auto" w:fill="FFFFFF"/>
        </w:rPr>
      </w:pPr>
    </w:p>
    <w:p w:rsidR="00B86457" w:rsidRDefault="00B86457" w:rsidP="005E0634">
      <w:pPr>
        <w:jc w:val="both"/>
        <w:rPr>
          <w:rFonts w:ascii="PT Sans Narrow" w:hAnsi="PT Sans Narrow"/>
          <w:sz w:val="28"/>
          <w:shd w:val="clear" w:color="auto" w:fill="FFFFFF"/>
        </w:rPr>
      </w:pPr>
    </w:p>
    <w:p w:rsidR="00B86457" w:rsidRDefault="00B86457" w:rsidP="005E0634">
      <w:pPr>
        <w:jc w:val="both"/>
        <w:rPr>
          <w:rFonts w:ascii="PT Sans Narrow" w:hAnsi="PT Sans Narrow"/>
          <w:sz w:val="28"/>
          <w:shd w:val="clear" w:color="auto" w:fill="FFFFFF"/>
        </w:rPr>
      </w:pPr>
    </w:p>
    <w:p w:rsidR="00B86457" w:rsidRDefault="00B86457" w:rsidP="005E0634">
      <w:pPr>
        <w:jc w:val="both"/>
        <w:rPr>
          <w:rFonts w:ascii="PT Sans Narrow" w:hAnsi="PT Sans Narrow"/>
          <w:sz w:val="28"/>
          <w:shd w:val="clear" w:color="auto" w:fill="FFFFFF"/>
        </w:rPr>
      </w:pPr>
    </w:p>
    <w:p w:rsidR="00B86457" w:rsidRDefault="00B86457" w:rsidP="005E0634">
      <w:pPr>
        <w:jc w:val="both"/>
        <w:rPr>
          <w:rFonts w:ascii="PT Sans Narrow" w:hAnsi="PT Sans Narrow"/>
          <w:sz w:val="28"/>
          <w:shd w:val="clear" w:color="auto" w:fill="FFFFFF"/>
        </w:rPr>
      </w:pPr>
    </w:p>
    <w:p w:rsidR="00B86457" w:rsidRDefault="00B86457" w:rsidP="005E0634">
      <w:pPr>
        <w:jc w:val="both"/>
        <w:rPr>
          <w:rFonts w:ascii="PT Sans Narrow" w:hAnsi="PT Sans Narrow"/>
          <w:sz w:val="28"/>
          <w:shd w:val="clear" w:color="auto" w:fill="FFFFFF"/>
        </w:rPr>
      </w:pPr>
    </w:p>
    <w:p w:rsidR="00B86457" w:rsidRDefault="00B86457" w:rsidP="005E0634">
      <w:pPr>
        <w:jc w:val="both"/>
        <w:rPr>
          <w:rFonts w:ascii="PT Sans Narrow" w:hAnsi="PT Sans Narrow"/>
          <w:sz w:val="28"/>
          <w:shd w:val="clear" w:color="auto" w:fill="FFFFFF"/>
        </w:rPr>
      </w:pPr>
    </w:p>
    <w:p w:rsidR="00B86457" w:rsidRDefault="00B86457" w:rsidP="005E0634">
      <w:pPr>
        <w:jc w:val="both"/>
        <w:rPr>
          <w:rFonts w:ascii="PT Sans Narrow" w:hAnsi="PT Sans Narrow"/>
          <w:sz w:val="28"/>
          <w:shd w:val="clear" w:color="auto" w:fill="FFFFFF"/>
        </w:rPr>
      </w:pPr>
    </w:p>
    <w:p w:rsidR="00B86457" w:rsidRDefault="00B86457" w:rsidP="005E0634">
      <w:pPr>
        <w:jc w:val="both"/>
        <w:rPr>
          <w:rFonts w:ascii="PT Sans Narrow" w:hAnsi="PT Sans Narrow"/>
          <w:sz w:val="28"/>
          <w:shd w:val="clear" w:color="auto" w:fill="FFFFFF"/>
        </w:rPr>
      </w:pPr>
    </w:p>
    <w:p w:rsidR="00B86457" w:rsidRDefault="00B86457" w:rsidP="005E0634">
      <w:pPr>
        <w:jc w:val="both"/>
        <w:rPr>
          <w:rFonts w:ascii="PT Sans Narrow" w:hAnsi="PT Sans Narrow"/>
          <w:sz w:val="28"/>
          <w:shd w:val="clear" w:color="auto" w:fill="FFFFFF"/>
        </w:rPr>
      </w:pPr>
    </w:p>
    <w:p w:rsidR="00B86457" w:rsidRDefault="00B86457" w:rsidP="005E0634">
      <w:pPr>
        <w:jc w:val="both"/>
        <w:rPr>
          <w:rFonts w:ascii="PT Sans Narrow" w:hAnsi="PT Sans Narrow"/>
          <w:sz w:val="28"/>
          <w:shd w:val="clear" w:color="auto" w:fill="FFFFFF"/>
        </w:rPr>
      </w:pPr>
    </w:p>
    <w:p w:rsidR="00B86457" w:rsidRDefault="00B86457" w:rsidP="005E0634">
      <w:pPr>
        <w:jc w:val="both"/>
        <w:rPr>
          <w:rFonts w:ascii="PT Sans Narrow" w:hAnsi="PT Sans Narrow"/>
          <w:sz w:val="28"/>
          <w:shd w:val="clear" w:color="auto" w:fill="FFFFFF"/>
        </w:rPr>
      </w:pPr>
    </w:p>
    <w:p w:rsidR="00B86457" w:rsidRDefault="00B86457" w:rsidP="005E0634">
      <w:pPr>
        <w:jc w:val="both"/>
        <w:rPr>
          <w:rFonts w:ascii="PT Sans Narrow" w:hAnsi="PT Sans Narrow"/>
          <w:sz w:val="28"/>
          <w:shd w:val="clear" w:color="auto" w:fill="FFFFFF"/>
        </w:rPr>
      </w:pPr>
    </w:p>
    <w:p w:rsidR="00B86457" w:rsidRDefault="00B86457" w:rsidP="005E0634">
      <w:pPr>
        <w:jc w:val="both"/>
        <w:rPr>
          <w:rFonts w:ascii="PT Sans Narrow" w:hAnsi="PT Sans Narrow"/>
          <w:sz w:val="28"/>
          <w:shd w:val="clear" w:color="auto" w:fill="FFFFFF"/>
        </w:rPr>
      </w:pPr>
    </w:p>
    <w:p w:rsidR="00B86457" w:rsidRDefault="00B86457" w:rsidP="005E0634">
      <w:pPr>
        <w:jc w:val="both"/>
        <w:rPr>
          <w:rFonts w:ascii="PT Sans Narrow" w:hAnsi="PT Sans Narrow"/>
          <w:sz w:val="28"/>
          <w:shd w:val="clear" w:color="auto" w:fill="FFFFFF"/>
        </w:rPr>
      </w:pPr>
    </w:p>
    <w:p w:rsidR="00B86457" w:rsidRDefault="00B86457" w:rsidP="005E0634">
      <w:pPr>
        <w:pStyle w:val="ListParagraph"/>
        <w:numPr>
          <w:ilvl w:val="0"/>
          <w:numId w:val="1"/>
        </w:numPr>
        <w:jc w:val="center"/>
        <w:rPr>
          <w:b/>
          <w:sz w:val="28"/>
          <w:shd w:val="clear" w:color="auto" w:fill="FFFFFF"/>
        </w:rPr>
      </w:pPr>
      <w:r>
        <w:rPr>
          <w:b/>
          <w:sz w:val="28"/>
          <w:shd w:val="clear" w:color="auto" w:fill="FFFFFF"/>
        </w:rPr>
        <w:t>П</w:t>
      </w:r>
      <w:r w:rsidRPr="009F1781">
        <w:rPr>
          <w:b/>
          <w:sz w:val="28"/>
          <w:shd w:val="clear" w:color="auto" w:fill="FFFFFF"/>
        </w:rPr>
        <w:t>роблеми, на розв’язання яких спрямована Програма</w:t>
      </w:r>
    </w:p>
    <w:p w:rsidR="00B86457" w:rsidRPr="00701C75" w:rsidRDefault="00B86457" w:rsidP="005E0634">
      <w:pPr>
        <w:ind w:left="360"/>
        <w:rPr>
          <w:b/>
          <w:sz w:val="28"/>
          <w:shd w:val="clear" w:color="auto" w:fill="FFFFFF"/>
        </w:rPr>
      </w:pPr>
    </w:p>
    <w:p w:rsidR="00B86457" w:rsidRDefault="00B86457" w:rsidP="005E0634">
      <w:pPr>
        <w:pStyle w:val="ListParagraph"/>
        <w:numPr>
          <w:ilvl w:val="1"/>
          <w:numId w:val="1"/>
        </w:numPr>
        <w:jc w:val="both"/>
        <w:rPr>
          <w:b/>
          <w:sz w:val="28"/>
          <w:shd w:val="clear" w:color="auto" w:fill="FFFFFF"/>
        </w:rPr>
      </w:pPr>
      <w:r>
        <w:rPr>
          <w:b/>
          <w:sz w:val="28"/>
          <w:shd w:val="clear" w:color="auto" w:fill="FFFFFF"/>
        </w:rPr>
        <w:t xml:space="preserve">Дотримання належного рівня правопорядку і громадської безпеки на території Глухівської міської ради </w:t>
      </w:r>
      <w:r w:rsidRPr="00952D2C">
        <w:rPr>
          <w:b/>
          <w:sz w:val="28"/>
          <w:shd w:val="clear" w:color="auto" w:fill="FFFFFF"/>
        </w:rPr>
        <w:t>«Безпечне місто»</w:t>
      </w:r>
    </w:p>
    <w:p w:rsidR="00B86457" w:rsidRDefault="00B86457" w:rsidP="005E0634">
      <w:pPr>
        <w:ind w:firstLine="696"/>
        <w:jc w:val="both"/>
        <w:rPr>
          <w:sz w:val="28"/>
          <w:shd w:val="clear" w:color="auto" w:fill="FFFFFF"/>
        </w:rPr>
      </w:pPr>
      <w:r w:rsidRPr="00701C75">
        <w:rPr>
          <w:sz w:val="28"/>
          <w:shd w:val="clear" w:color="auto" w:fill="FFFFFF"/>
        </w:rPr>
        <w:t xml:space="preserve">Глухівським відділом поліції </w:t>
      </w:r>
      <w:r>
        <w:rPr>
          <w:sz w:val="28"/>
          <w:shd w:val="clear" w:color="auto" w:fill="FFFFFF"/>
        </w:rPr>
        <w:t xml:space="preserve">ГУ НП </w:t>
      </w:r>
      <w:r w:rsidRPr="00701C75">
        <w:rPr>
          <w:sz w:val="28"/>
          <w:shd w:val="clear" w:color="auto" w:fill="FFFFFF"/>
        </w:rPr>
        <w:t>в Сумській області</w:t>
      </w:r>
      <w:r>
        <w:rPr>
          <w:sz w:val="28"/>
          <w:shd w:val="clear" w:color="auto" w:fill="FFFFFF"/>
        </w:rPr>
        <w:t xml:space="preserve"> у взаємодії з виконавчим комітетом Глухівської міської ради на постійній основі вживаються заходи щодо протидії злочинам та правопорушенням, забезпечення належного рівня правопорядку, громадської безпеки, гарантованих Конституцією України прав громадян.</w:t>
      </w:r>
    </w:p>
    <w:p w:rsidR="00B86457" w:rsidRPr="00DC7FDB" w:rsidRDefault="00B86457" w:rsidP="005E0634">
      <w:pPr>
        <w:ind w:firstLine="709"/>
        <w:jc w:val="both"/>
        <w:rPr>
          <w:sz w:val="28"/>
          <w:shd w:val="clear" w:color="auto" w:fill="FFFFFF"/>
        </w:rPr>
      </w:pPr>
      <w:r w:rsidRPr="00DC7FDB">
        <w:rPr>
          <w:sz w:val="28"/>
          <w:shd w:val="clear" w:color="auto" w:fill="FFFFFF"/>
        </w:rPr>
        <w:t xml:space="preserve">Підсумовуючи роботу служб Глухівського ВП за 10 місяців 2017 року можна зробити висновок, що досягнуті певні результати в оперативно-службовій діяльності. </w:t>
      </w:r>
    </w:p>
    <w:p w:rsidR="00B86457" w:rsidRPr="00DC7FDB" w:rsidRDefault="00B86457" w:rsidP="005E0634">
      <w:pPr>
        <w:ind w:firstLine="709"/>
        <w:jc w:val="both"/>
        <w:rPr>
          <w:sz w:val="28"/>
          <w:shd w:val="clear" w:color="auto" w:fill="FFFFFF"/>
        </w:rPr>
      </w:pPr>
      <w:r>
        <w:rPr>
          <w:sz w:val="28"/>
          <w:shd w:val="clear" w:color="auto" w:fill="FFFFFF"/>
        </w:rPr>
        <w:t>За 12</w:t>
      </w:r>
      <w:r w:rsidRPr="00DC7FDB">
        <w:rPr>
          <w:sz w:val="28"/>
          <w:shd w:val="clear" w:color="auto" w:fill="FFFFFF"/>
        </w:rPr>
        <w:t xml:space="preserve"> місяців 2017 року до чергової частини Глухівського ВП надійшло 4326 заяв та повідомлень про скоєння злочинів та інших правопорушень на території обслуговування. З них 892 – зареєстровано в ЄРДР  3237 – списано до справи; 29 –  рішення не прийнято; 164 – приєднано до ЄРДР; 4 – передано до інших ОВС. </w:t>
      </w:r>
    </w:p>
    <w:p w:rsidR="00B86457" w:rsidRPr="00DC7FDB" w:rsidRDefault="00B86457" w:rsidP="005E0634">
      <w:pPr>
        <w:ind w:firstLine="709"/>
        <w:jc w:val="both"/>
        <w:rPr>
          <w:sz w:val="28"/>
          <w:shd w:val="clear" w:color="auto" w:fill="FFFFFF"/>
        </w:rPr>
      </w:pPr>
      <w:r w:rsidRPr="00DC7FDB">
        <w:rPr>
          <w:sz w:val="28"/>
          <w:shd w:val="clear" w:color="auto" w:fill="FFFFFF"/>
        </w:rPr>
        <w:t>Погіршилась робота з профілактики злочинності на території обслуговування Глухівського ВП:</w:t>
      </w:r>
    </w:p>
    <w:p w:rsidR="00B86457" w:rsidRPr="00DC7FDB" w:rsidRDefault="00B86457" w:rsidP="005E0634">
      <w:pPr>
        <w:ind w:firstLine="709"/>
        <w:jc w:val="both"/>
        <w:rPr>
          <w:sz w:val="28"/>
          <w:shd w:val="clear" w:color="auto" w:fill="FFFFFF"/>
        </w:rPr>
      </w:pPr>
      <w:r w:rsidRPr="00DC7FDB">
        <w:rPr>
          <w:sz w:val="28"/>
          <w:shd w:val="clear" w:color="auto" w:fill="FFFFFF"/>
        </w:rPr>
        <w:t>Зменшилась кількість злочинів скоєних особами в стані алкогольного сп’яніння - 49 (в минулому році – 59); кількість  злочинів  скоєних неповнолітніми - 13 (в минулому році -15).</w:t>
      </w:r>
    </w:p>
    <w:p w:rsidR="00B86457" w:rsidRPr="00DC7FDB" w:rsidRDefault="00B86457" w:rsidP="005E0634">
      <w:pPr>
        <w:ind w:firstLine="709"/>
        <w:jc w:val="both"/>
        <w:rPr>
          <w:sz w:val="28"/>
          <w:shd w:val="clear" w:color="auto" w:fill="FFFFFF"/>
        </w:rPr>
      </w:pPr>
      <w:r w:rsidRPr="00DC7FDB">
        <w:rPr>
          <w:sz w:val="28"/>
          <w:shd w:val="clear" w:color="auto" w:fill="FFFFFF"/>
        </w:rPr>
        <w:t>Проте втричі збільшилась кількість злочинів скоєних групою осіб 36 (в минулому році - 7), кількість злочинів скоєних особами, які раніше вчиняли злочини 125 (в минулому році - 107).</w:t>
      </w:r>
    </w:p>
    <w:p w:rsidR="00B86457" w:rsidRPr="00DC7FDB" w:rsidRDefault="00B86457" w:rsidP="005E0634">
      <w:pPr>
        <w:ind w:firstLine="709"/>
        <w:jc w:val="both"/>
        <w:rPr>
          <w:sz w:val="28"/>
          <w:shd w:val="clear" w:color="auto" w:fill="FFFFFF"/>
        </w:rPr>
      </w:pPr>
      <w:r w:rsidRPr="00DC7FDB">
        <w:rPr>
          <w:sz w:val="28"/>
          <w:shd w:val="clear" w:color="auto" w:fill="FFFFFF"/>
        </w:rPr>
        <w:t>На рівні з минулим роком  скоєна кількість злочинів скоєних особами у яких судимість не знята та не погашена - 66 (в минулому році - 66)</w:t>
      </w:r>
    </w:p>
    <w:p w:rsidR="00B86457" w:rsidRDefault="00B86457" w:rsidP="005E0634">
      <w:pPr>
        <w:ind w:firstLine="709"/>
        <w:jc w:val="both"/>
        <w:rPr>
          <w:sz w:val="28"/>
          <w:shd w:val="clear" w:color="auto" w:fill="FFFFFF"/>
        </w:rPr>
      </w:pPr>
      <w:r w:rsidRPr="00DC7FDB">
        <w:rPr>
          <w:sz w:val="28"/>
          <w:shd w:val="clear" w:color="auto" w:fill="FFFFFF"/>
        </w:rPr>
        <w:t>Зменшилась загальна кількість злочинів - 540 (в минулому році - 631), та кількість тяжких злочинів 151 (в минулому році - 169), проте, збільшилась кількість зареєстрованих особливо-тяжких злочин</w:t>
      </w:r>
      <w:r>
        <w:rPr>
          <w:sz w:val="28"/>
          <w:shd w:val="clear" w:color="auto" w:fill="FFFFFF"/>
        </w:rPr>
        <w:t>ів  10 (в минулому році  -  4).</w:t>
      </w:r>
    </w:p>
    <w:p w:rsidR="00B86457" w:rsidRPr="00DC7FDB" w:rsidRDefault="00B86457" w:rsidP="005E0634">
      <w:pPr>
        <w:ind w:firstLine="709"/>
        <w:jc w:val="both"/>
        <w:rPr>
          <w:sz w:val="28"/>
          <w:shd w:val="clear" w:color="auto" w:fill="FFFFFF"/>
        </w:rPr>
      </w:pPr>
    </w:p>
    <w:p w:rsidR="00B86457" w:rsidRPr="003E7EE6" w:rsidRDefault="00B86457" w:rsidP="005E0634">
      <w:pPr>
        <w:pStyle w:val="ListParagraph"/>
        <w:numPr>
          <w:ilvl w:val="1"/>
          <w:numId w:val="1"/>
        </w:numPr>
        <w:jc w:val="center"/>
        <w:rPr>
          <w:b/>
          <w:sz w:val="28"/>
          <w:shd w:val="clear" w:color="auto" w:fill="FFFFFF"/>
        </w:rPr>
      </w:pPr>
      <w:r w:rsidRPr="003E7EE6">
        <w:rPr>
          <w:b/>
          <w:sz w:val="28"/>
          <w:shd w:val="clear" w:color="auto" w:fill="FFFFFF"/>
        </w:rPr>
        <w:t>Антитерористичні заходи</w:t>
      </w:r>
    </w:p>
    <w:p w:rsidR="00B86457" w:rsidRPr="003E7EE6" w:rsidRDefault="00B86457" w:rsidP="005E0634">
      <w:pPr>
        <w:ind w:firstLine="709"/>
        <w:jc w:val="both"/>
        <w:rPr>
          <w:sz w:val="28"/>
          <w:szCs w:val="28"/>
        </w:rPr>
      </w:pPr>
      <w:r w:rsidRPr="003E7EE6">
        <w:rPr>
          <w:sz w:val="28"/>
          <w:shd w:val="clear" w:color="auto" w:fill="FFFFFF"/>
        </w:rPr>
        <w:t xml:space="preserve">Аналіз інформації, що надходить до Антитерористичного центру при Службі безпеки України, вказує на зростання протягом 2015-2017 років рівня терористичної загрози в деяких європейських та сусідніх з Україною держав. Підвищилась вірогідність поширення </w:t>
      </w:r>
      <w:r w:rsidRPr="003E7EE6">
        <w:rPr>
          <w:sz w:val="28"/>
          <w:szCs w:val="28"/>
        </w:rPr>
        <w:t xml:space="preserve">на територію нашої держави проявів міжнародного тероризму. Відслідковується тенденція до збільшення кількості злочинів терористичної спрямованості, у тому числі з використанням вибухових пристроїв. </w:t>
      </w:r>
    </w:p>
    <w:p w:rsidR="00B86457" w:rsidRPr="003E7EE6" w:rsidRDefault="00B86457" w:rsidP="005E0634">
      <w:pPr>
        <w:ind w:firstLine="709"/>
        <w:jc w:val="both"/>
        <w:rPr>
          <w:sz w:val="28"/>
          <w:szCs w:val="28"/>
        </w:rPr>
      </w:pPr>
      <w:r w:rsidRPr="003E7EE6">
        <w:rPr>
          <w:sz w:val="28"/>
          <w:szCs w:val="28"/>
        </w:rPr>
        <w:t>Особливої актуальності проблема боротьби з тероризмом на теренах держави набула у зв’язку з проведення антитерористичної операції на сході нашої держави.</w:t>
      </w:r>
    </w:p>
    <w:p w:rsidR="00B86457" w:rsidRPr="003E7EE6" w:rsidRDefault="00B86457" w:rsidP="005E0634">
      <w:pPr>
        <w:ind w:firstLine="709"/>
        <w:jc w:val="both"/>
        <w:rPr>
          <w:sz w:val="28"/>
          <w:szCs w:val="28"/>
        </w:rPr>
      </w:pPr>
      <w:r w:rsidRPr="003E7EE6">
        <w:rPr>
          <w:sz w:val="28"/>
          <w:szCs w:val="28"/>
        </w:rPr>
        <w:t>Досить актуальною залишається проблема нелегальної міграції, існування каналів нелегальних переправ з використанням території області в якості транзитної.</w:t>
      </w:r>
    </w:p>
    <w:p w:rsidR="00B86457" w:rsidRPr="003E7EE6" w:rsidRDefault="00B86457" w:rsidP="005E0634">
      <w:pPr>
        <w:ind w:firstLine="709"/>
        <w:jc w:val="both"/>
        <w:rPr>
          <w:sz w:val="28"/>
          <w:szCs w:val="28"/>
        </w:rPr>
      </w:pPr>
      <w:r w:rsidRPr="003E7EE6">
        <w:rPr>
          <w:sz w:val="28"/>
          <w:szCs w:val="28"/>
        </w:rPr>
        <w:t>В останні роки мали місце неодноразові випадки повідомлень до правоохоронних органів області про мінування об'єктів транспорту, підприємств та установ, навчальних закладів тощо.</w:t>
      </w:r>
    </w:p>
    <w:p w:rsidR="00B86457" w:rsidRPr="003E7EE6" w:rsidRDefault="00B86457" w:rsidP="005E0634">
      <w:pPr>
        <w:ind w:firstLine="709"/>
        <w:jc w:val="both"/>
        <w:rPr>
          <w:sz w:val="28"/>
          <w:szCs w:val="28"/>
        </w:rPr>
      </w:pPr>
      <w:r w:rsidRPr="003E7EE6">
        <w:rPr>
          <w:sz w:val="28"/>
          <w:szCs w:val="28"/>
        </w:rPr>
        <w:t>Зазначена тенденція призводить до збільшення числа потерпілих, несе у собі загрозу безпеці громадян та дестабілізацію обстановки в суспільстві.</w:t>
      </w:r>
    </w:p>
    <w:p w:rsidR="00B86457" w:rsidRDefault="00B86457" w:rsidP="005E0634">
      <w:pPr>
        <w:ind w:firstLine="709"/>
        <w:jc w:val="both"/>
        <w:rPr>
          <w:sz w:val="28"/>
          <w:szCs w:val="28"/>
        </w:rPr>
      </w:pPr>
      <w:r w:rsidRPr="003E7EE6">
        <w:rPr>
          <w:sz w:val="28"/>
          <w:szCs w:val="28"/>
        </w:rPr>
        <w:t>Важливою складовою у попередженні терористичних проявів є профілактична діяльність серед організацій, схильних до застосування силових методів політичної боротьби.</w:t>
      </w:r>
    </w:p>
    <w:p w:rsidR="00B86457" w:rsidRPr="00057A03" w:rsidRDefault="00B86457" w:rsidP="005E0634">
      <w:pPr>
        <w:ind w:firstLine="709"/>
        <w:jc w:val="both"/>
        <w:rPr>
          <w:sz w:val="28"/>
          <w:szCs w:val="28"/>
        </w:rPr>
      </w:pPr>
    </w:p>
    <w:p w:rsidR="00B86457" w:rsidRPr="00057A03" w:rsidRDefault="00B86457" w:rsidP="005E0634">
      <w:pPr>
        <w:ind w:firstLine="709"/>
        <w:jc w:val="center"/>
        <w:rPr>
          <w:b/>
          <w:sz w:val="28"/>
          <w:szCs w:val="28"/>
        </w:rPr>
      </w:pPr>
      <w:r w:rsidRPr="00057A03">
        <w:rPr>
          <w:b/>
          <w:sz w:val="28"/>
          <w:szCs w:val="28"/>
        </w:rPr>
        <w:t xml:space="preserve">1.3. Захист державного суверенітету та територіальної </w:t>
      </w:r>
    </w:p>
    <w:p w:rsidR="00B86457" w:rsidRDefault="00B86457" w:rsidP="005E0634">
      <w:pPr>
        <w:ind w:firstLine="709"/>
        <w:jc w:val="center"/>
        <w:rPr>
          <w:b/>
          <w:sz w:val="28"/>
          <w:szCs w:val="28"/>
        </w:rPr>
      </w:pPr>
      <w:r w:rsidRPr="00057A03">
        <w:rPr>
          <w:b/>
          <w:sz w:val="28"/>
          <w:szCs w:val="28"/>
        </w:rPr>
        <w:t>цілісності держави</w:t>
      </w:r>
    </w:p>
    <w:p w:rsidR="00B86457" w:rsidRPr="00B30F37" w:rsidRDefault="00B86457" w:rsidP="005E063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Закону України «Про військовий обов’язок і військову службу» необхідна своєчасна доставка призовників до обласного збірного пункту для проходження медичної комісії та відправки у війська. </w:t>
      </w:r>
    </w:p>
    <w:p w:rsidR="00B86457" w:rsidRPr="00057A03" w:rsidRDefault="00B86457" w:rsidP="005E0634">
      <w:pPr>
        <w:ind w:firstLine="709"/>
        <w:jc w:val="both"/>
        <w:rPr>
          <w:sz w:val="28"/>
          <w:szCs w:val="28"/>
        </w:rPr>
      </w:pPr>
      <w:r w:rsidRPr="00057A03">
        <w:rPr>
          <w:sz w:val="28"/>
          <w:szCs w:val="28"/>
        </w:rPr>
        <w:t>Протягом останніх років в країні відбуваються складні суспільні процеси. Під загрозою знаходиться територіальна цілісність України. Поширюються сепаратистські настрої та провокативні дії. Подібна підривна діяльність дестабілізує ситуацію, змушує країну жити в очікуванні агресії.</w:t>
      </w:r>
    </w:p>
    <w:p w:rsidR="00B86457" w:rsidRPr="00057A03" w:rsidRDefault="00B86457" w:rsidP="005E0634">
      <w:pPr>
        <w:ind w:firstLine="709"/>
        <w:jc w:val="both"/>
        <w:rPr>
          <w:sz w:val="28"/>
          <w:szCs w:val="28"/>
        </w:rPr>
      </w:pPr>
      <w:r w:rsidRPr="00057A03">
        <w:rPr>
          <w:sz w:val="28"/>
          <w:szCs w:val="28"/>
        </w:rPr>
        <w:t>У цей час відбувається реформування та реорганізація Збройних Сил України, силових та інших військових формувань. Створюються боєздатні, мобільні, якісно підготовлені, всебічно забезпечені, професійні Збройні Сили</w:t>
      </w:r>
      <w:r>
        <w:rPr>
          <w:sz w:val="28"/>
          <w:szCs w:val="28"/>
        </w:rPr>
        <w:t xml:space="preserve"> України</w:t>
      </w:r>
      <w:r w:rsidRPr="00057A0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які </w:t>
      </w:r>
      <w:r w:rsidRPr="00057A03">
        <w:rPr>
          <w:sz w:val="28"/>
          <w:szCs w:val="28"/>
        </w:rPr>
        <w:t>здатні швидко реагувати на реальні і потенційні загрози національній безпеці у в</w:t>
      </w:r>
      <w:r>
        <w:rPr>
          <w:sz w:val="28"/>
          <w:szCs w:val="28"/>
        </w:rPr>
        <w:t>ійськовій</w:t>
      </w:r>
      <w:r w:rsidRPr="00057A03">
        <w:rPr>
          <w:sz w:val="28"/>
          <w:szCs w:val="28"/>
        </w:rPr>
        <w:t xml:space="preserve"> сфері, ефективно стримувати та гарантовано ліквідувати збройний конфлікт на</w:t>
      </w:r>
      <w:r>
        <w:rPr>
          <w:sz w:val="28"/>
          <w:szCs w:val="28"/>
        </w:rPr>
        <w:t xml:space="preserve"> </w:t>
      </w:r>
      <w:r w:rsidRPr="00057A03">
        <w:rPr>
          <w:sz w:val="28"/>
          <w:szCs w:val="28"/>
        </w:rPr>
        <w:t>ранній стадії його виникнення, не допускаючи переростання в масштабну агресію, та спроможних брати активну участь у міжнародних заходах з підтримання миру і безпеки.</w:t>
      </w:r>
    </w:p>
    <w:p w:rsidR="00B86457" w:rsidRPr="00057A03" w:rsidRDefault="00B86457" w:rsidP="005E0634">
      <w:pPr>
        <w:ind w:firstLine="709"/>
        <w:jc w:val="both"/>
        <w:rPr>
          <w:sz w:val="28"/>
          <w:szCs w:val="28"/>
        </w:rPr>
      </w:pPr>
    </w:p>
    <w:p w:rsidR="00B86457" w:rsidRPr="008735E8" w:rsidRDefault="00B86457" w:rsidP="005E0634">
      <w:pPr>
        <w:jc w:val="center"/>
        <w:rPr>
          <w:b/>
          <w:sz w:val="28"/>
          <w:szCs w:val="28"/>
        </w:rPr>
      </w:pPr>
      <w:r w:rsidRPr="008735E8">
        <w:rPr>
          <w:b/>
          <w:sz w:val="28"/>
          <w:szCs w:val="28"/>
        </w:rPr>
        <w:t>2.</w:t>
      </w:r>
      <w:r>
        <w:rPr>
          <w:b/>
          <w:sz w:val="28"/>
          <w:szCs w:val="28"/>
        </w:rPr>
        <w:t> </w:t>
      </w:r>
      <w:r w:rsidRPr="008735E8">
        <w:rPr>
          <w:b/>
          <w:sz w:val="28"/>
          <w:szCs w:val="28"/>
        </w:rPr>
        <w:t>Мета Програми</w:t>
      </w:r>
    </w:p>
    <w:p w:rsidR="00B86457" w:rsidRDefault="00B86457" w:rsidP="005E0634">
      <w:pPr>
        <w:ind w:firstLine="709"/>
        <w:jc w:val="both"/>
        <w:rPr>
          <w:sz w:val="28"/>
          <w:szCs w:val="28"/>
        </w:rPr>
      </w:pPr>
      <w:r w:rsidRPr="008735E8">
        <w:rPr>
          <w:sz w:val="28"/>
          <w:szCs w:val="28"/>
        </w:rPr>
        <w:t xml:space="preserve">Метою Програми є посилення захисту держави, </w:t>
      </w:r>
      <w:r>
        <w:rPr>
          <w:sz w:val="28"/>
          <w:szCs w:val="28"/>
        </w:rPr>
        <w:t xml:space="preserve">державного суверенітету, територіальної цілісності, інших життєво важливих національних інтересів держави, фінансове забезпечення своєчасної  роботи призовної комісії та доставки призовників до обласного збірного пункту для проходження медичної комісії та відправки у війська, </w:t>
      </w:r>
      <w:r w:rsidRPr="0079500B">
        <w:rPr>
          <w:sz w:val="28"/>
          <w:szCs w:val="28"/>
        </w:rPr>
        <w:t>створення комплексу програмно-апаратних, технічних засобів та організаційних заходів, спрямованих на забезпечення безпеки громадян</w:t>
      </w:r>
      <w:r w:rsidRPr="00AC56A8">
        <w:rPr>
          <w:sz w:val="28"/>
          <w:szCs w:val="28"/>
        </w:rPr>
        <w:t xml:space="preserve"> </w:t>
      </w:r>
      <w:r>
        <w:rPr>
          <w:sz w:val="28"/>
          <w:szCs w:val="28"/>
        </w:rPr>
        <w:t>від проявів тероризму та інших загроз,</w:t>
      </w:r>
      <w:r w:rsidRPr="0079500B">
        <w:rPr>
          <w:sz w:val="28"/>
          <w:szCs w:val="28"/>
        </w:rPr>
        <w:t xml:space="preserve"> інформаційної підтримки служб реагування та забезпечення життєдіяльності, а також управління об’єктами та системами житлово-комунального господарства та громадського транспорту</w:t>
      </w:r>
      <w:r>
        <w:rPr>
          <w:sz w:val="28"/>
          <w:szCs w:val="28"/>
        </w:rPr>
        <w:t xml:space="preserve">, </w:t>
      </w:r>
      <w:r w:rsidRPr="008735E8">
        <w:rPr>
          <w:sz w:val="28"/>
          <w:szCs w:val="28"/>
        </w:rPr>
        <w:t xml:space="preserve">запобігання виникненню умов, що сприяють вчиненню правопорушень, забезпечення захисту конституційних прав та свобод людини, підвищення безпеки дорожнього руху, зниження аварійності на вулично-дорожній мережі </w:t>
      </w:r>
      <w:r>
        <w:rPr>
          <w:sz w:val="28"/>
          <w:szCs w:val="28"/>
        </w:rPr>
        <w:t>на території Глухівської міської ради.</w:t>
      </w:r>
    </w:p>
    <w:p w:rsidR="00B86457" w:rsidRPr="008735E8" w:rsidRDefault="00B86457" w:rsidP="005E0634">
      <w:pPr>
        <w:ind w:firstLine="709"/>
        <w:jc w:val="both"/>
        <w:rPr>
          <w:sz w:val="28"/>
          <w:szCs w:val="28"/>
        </w:rPr>
      </w:pPr>
    </w:p>
    <w:p w:rsidR="00B86457" w:rsidRDefault="00B86457" w:rsidP="005E0634">
      <w:pPr>
        <w:jc w:val="center"/>
        <w:rPr>
          <w:b/>
          <w:sz w:val="28"/>
          <w:szCs w:val="28"/>
        </w:rPr>
      </w:pPr>
    </w:p>
    <w:p w:rsidR="00B86457" w:rsidRDefault="00B86457" w:rsidP="005E0634">
      <w:pPr>
        <w:jc w:val="center"/>
        <w:rPr>
          <w:b/>
          <w:sz w:val="28"/>
          <w:szCs w:val="28"/>
        </w:rPr>
      </w:pPr>
    </w:p>
    <w:p w:rsidR="00B86457" w:rsidRDefault="00B86457" w:rsidP="005E0634">
      <w:pPr>
        <w:jc w:val="center"/>
        <w:rPr>
          <w:b/>
          <w:sz w:val="28"/>
          <w:szCs w:val="28"/>
        </w:rPr>
      </w:pPr>
    </w:p>
    <w:p w:rsidR="00B86457" w:rsidRPr="008735E8" w:rsidRDefault="00B86457" w:rsidP="005E0634">
      <w:pPr>
        <w:jc w:val="center"/>
        <w:rPr>
          <w:b/>
          <w:sz w:val="28"/>
          <w:szCs w:val="28"/>
        </w:rPr>
      </w:pPr>
      <w:r w:rsidRPr="008735E8">
        <w:rPr>
          <w:b/>
          <w:sz w:val="28"/>
          <w:szCs w:val="28"/>
        </w:rPr>
        <w:t>3. Обґрунтування шляхів і засобів розв’язання проблеми,</w:t>
      </w:r>
    </w:p>
    <w:p w:rsidR="00B86457" w:rsidRPr="008735E8" w:rsidRDefault="00B86457" w:rsidP="005E0634">
      <w:pPr>
        <w:ind w:firstLine="709"/>
        <w:jc w:val="center"/>
        <w:rPr>
          <w:b/>
          <w:sz w:val="28"/>
          <w:szCs w:val="28"/>
        </w:rPr>
      </w:pPr>
      <w:r w:rsidRPr="008735E8">
        <w:rPr>
          <w:b/>
          <w:sz w:val="28"/>
          <w:szCs w:val="28"/>
        </w:rPr>
        <w:t>строки та етапи виконання Програми</w:t>
      </w:r>
    </w:p>
    <w:p w:rsidR="00B86457" w:rsidRPr="008735E8" w:rsidRDefault="00B86457" w:rsidP="005E0634">
      <w:pPr>
        <w:ind w:firstLine="709"/>
        <w:jc w:val="both"/>
        <w:rPr>
          <w:b/>
          <w:sz w:val="28"/>
          <w:szCs w:val="28"/>
        </w:rPr>
      </w:pPr>
    </w:p>
    <w:p w:rsidR="00B86457" w:rsidRPr="00D96A2B" w:rsidRDefault="00B86457" w:rsidP="005E0634">
      <w:pPr>
        <w:ind w:firstLine="709"/>
        <w:jc w:val="both"/>
        <w:rPr>
          <w:b/>
          <w:sz w:val="28"/>
          <w:szCs w:val="28"/>
        </w:rPr>
      </w:pPr>
      <w:r w:rsidRPr="002A0B99">
        <w:rPr>
          <w:b/>
          <w:sz w:val="28"/>
          <w:szCs w:val="28"/>
        </w:rPr>
        <w:t>3.1. Боротьба зі злочинністю «Безпечне місто»</w:t>
      </w:r>
    </w:p>
    <w:p w:rsidR="00B86457" w:rsidRPr="0092649F" w:rsidRDefault="00B86457" w:rsidP="005E0634">
      <w:pPr>
        <w:ind w:firstLine="709"/>
        <w:jc w:val="both"/>
        <w:rPr>
          <w:sz w:val="28"/>
          <w:szCs w:val="28"/>
        </w:rPr>
      </w:pPr>
      <w:r w:rsidRPr="0092649F">
        <w:rPr>
          <w:sz w:val="28"/>
          <w:szCs w:val="28"/>
        </w:rPr>
        <w:t xml:space="preserve">Оптимальним шляхом вирішення зазначених у пункті 1 розділу 1 проблем є проведення заходів на таких пріоритетних напрямках як: </w:t>
      </w:r>
    </w:p>
    <w:p w:rsidR="00B86457" w:rsidRPr="0092649F" w:rsidRDefault="00B86457" w:rsidP="005E0634">
      <w:pPr>
        <w:ind w:firstLine="709"/>
        <w:jc w:val="both"/>
        <w:rPr>
          <w:sz w:val="28"/>
          <w:szCs w:val="28"/>
        </w:rPr>
      </w:pPr>
      <w:r w:rsidRPr="0092649F">
        <w:rPr>
          <w:sz w:val="28"/>
          <w:szCs w:val="28"/>
        </w:rPr>
        <w:t>захист життя, здоров'я, честі і гідності особи, її майна від злочинних посягань;</w:t>
      </w:r>
    </w:p>
    <w:p w:rsidR="00B86457" w:rsidRPr="0092649F" w:rsidRDefault="00B86457" w:rsidP="005E0634">
      <w:pPr>
        <w:ind w:firstLine="709"/>
        <w:jc w:val="both"/>
        <w:rPr>
          <w:sz w:val="28"/>
          <w:szCs w:val="28"/>
        </w:rPr>
      </w:pPr>
      <w:r w:rsidRPr="0092649F">
        <w:rPr>
          <w:sz w:val="28"/>
          <w:szCs w:val="28"/>
        </w:rPr>
        <w:t>протидія організованій злочинності і корупції;</w:t>
      </w:r>
    </w:p>
    <w:p w:rsidR="00B86457" w:rsidRPr="0092649F" w:rsidRDefault="00B86457" w:rsidP="005E0634">
      <w:pPr>
        <w:ind w:firstLine="709"/>
        <w:jc w:val="both"/>
        <w:rPr>
          <w:sz w:val="28"/>
          <w:szCs w:val="28"/>
        </w:rPr>
      </w:pPr>
      <w:r w:rsidRPr="0092649F">
        <w:rPr>
          <w:sz w:val="28"/>
          <w:szCs w:val="28"/>
        </w:rPr>
        <w:t>зменшення кримінального тиску на економічні відносини;</w:t>
      </w:r>
    </w:p>
    <w:p w:rsidR="00B86457" w:rsidRPr="0092649F" w:rsidRDefault="00B86457" w:rsidP="005E0634">
      <w:pPr>
        <w:ind w:firstLine="709"/>
        <w:jc w:val="both"/>
        <w:rPr>
          <w:sz w:val="28"/>
          <w:szCs w:val="28"/>
        </w:rPr>
      </w:pPr>
      <w:r w:rsidRPr="0092649F">
        <w:rPr>
          <w:bCs/>
          <w:sz w:val="28"/>
          <w:szCs w:val="28"/>
        </w:rPr>
        <w:t>мінімізація злочинного впливу на дітей та молодіжне середовище;</w:t>
      </w:r>
    </w:p>
    <w:p w:rsidR="00B86457" w:rsidRPr="0092649F" w:rsidRDefault="00B86457" w:rsidP="005E0634">
      <w:pPr>
        <w:ind w:firstLine="709"/>
        <w:jc w:val="both"/>
        <w:rPr>
          <w:sz w:val="28"/>
          <w:szCs w:val="28"/>
        </w:rPr>
      </w:pPr>
      <w:r w:rsidRPr="0092649F">
        <w:rPr>
          <w:sz w:val="28"/>
          <w:szCs w:val="28"/>
        </w:rPr>
        <w:t>запобігання поширенню наркоманії, пияцтва та алкоголізму;</w:t>
      </w:r>
    </w:p>
    <w:p w:rsidR="00B86457" w:rsidRPr="0092649F" w:rsidRDefault="00B86457" w:rsidP="005E0634">
      <w:pPr>
        <w:ind w:firstLine="709"/>
        <w:jc w:val="both"/>
        <w:rPr>
          <w:sz w:val="28"/>
          <w:szCs w:val="28"/>
        </w:rPr>
      </w:pPr>
      <w:r w:rsidRPr="0092649F">
        <w:rPr>
          <w:sz w:val="28"/>
          <w:szCs w:val="28"/>
        </w:rPr>
        <w:t>протидія</w:t>
      </w:r>
      <w:r>
        <w:rPr>
          <w:sz w:val="28"/>
          <w:szCs w:val="28"/>
        </w:rPr>
        <w:t xml:space="preserve"> </w:t>
      </w:r>
      <w:r w:rsidRPr="0092649F">
        <w:rPr>
          <w:sz w:val="28"/>
          <w:szCs w:val="28"/>
        </w:rPr>
        <w:t>рецидивній злочинності</w:t>
      </w:r>
      <w:r>
        <w:rPr>
          <w:sz w:val="28"/>
          <w:szCs w:val="28"/>
        </w:rPr>
        <w:t>;</w:t>
      </w:r>
    </w:p>
    <w:p w:rsidR="00B86457" w:rsidRPr="0092649F" w:rsidRDefault="00B86457" w:rsidP="005E0634">
      <w:pPr>
        <w:ind w:firstLine="709"/>
        <w:jc w:val="both"/>
        <w:rPr>
          <w:sz w:val="28"/>
          <w:szCs w:val="28"/>
        </w:rPr>
      </w:pPr>
      <w:r w:rsidRPr="0092649F">
        <w:rPr>
          <w:sz w:val="28"/>
          <w:szCs w:val="28"/>
        </w:rPr>
        <w:t>охорона громадського порядку;</w:t>
      </w:r>
    </w:p>
    <w:p w:rsidR="00B86457" w:rsidRPr="0092649F" w:rsidRDefault="00B86457" w:rsidP="005E0634">
      <w:pPr>
        <w:ind w:firstLine="709"/>
        <w:jc w:val="both"/>
        <w:rPr>
          <w:sz w:val="28"/>
          <w:szCs w:val="28"/>
        </w:rPr>
      </w:pPr>
      <w:r w:rsidRPr="0092649F">
        <w:rPr>
          <w:sz w:val="28"/>
          <w:szCs w:val="28"/>
        </w:rPr>
        <w:t>матеріально-технічне і кадрове забезпечення профілактичної роботи, а також більш широке залучення громадськості, громадських формувань до забезпечення охорони правопорядку у територіальних громадах</w:t>
      </w:r>
      <w:r>
        <w:rPr>
          <w:sz w:val="28"/>
          <w:szCs w:val="28"/>
        </w:rPr>
        <w:t>;</w:t>
      </w:r>
      <w:r w:rsidRPr="0092649F">
        <w:rPr>
          <w:sz w:val="28"/>
          <w:szCs w:val="28"/>
        </w:rPr>
        <w:t xml:space="preserve"> </w:t>
      </w:r>
    </w:p>
    <w:p w:rsidR="00B86457" w:rsidRPr="0092649F" w:rsidRDefault="00B86457" w:rsidP="005E0634">
      <w:pPr>
        <w:ind w:firstLine="709"/>
        <w:jc w:val="both"/>
        <w:rPr>
          <w:sz w:val="28"/>
          <w:szCs w:val="28"/>
        </w:rPr>
      </w:pPr>
      <w:r w:rsidRPr="0092649F">
        <w:rPr>
          <w:sz w:val="28"/>
          <w:szCs w:val="28"/>
        </w:rPr>
        <w:t>удосконалення управління безпекою дорожнього руху;</w:t>
      </w:r>
    </w:p>
    <w:p w:rsidR="00B86457" w:rsidRPr="0092649F" w:rsidRDefault="00B86457" w:rsidP="005E0634">
      <w:pPr>
        <w:ind w:firstLine="709"/>
        <w:jc w:val="both"/>
        <w:rPr>
          <w:sz w:val="28"/>
          <w:szCs w:val="28"/>
        </w:rPr>
      </w:pPr>
      <w:r w:rsidRPr="0092649F">
        <w:rPr>
          <w:sz w:val="28"/>
          <w:szCs w:val="28"/>
        </w:rPr>
        <w:t>підвищення експлуатаційних показників вулично-дорожньої мережі області;</w:t>
      </w:r>
    </w:p>
    <w:p w:rsidR="00B86457" w:rsidRPr="0092649F" w:rsidRDefault="00B86457" w:rsidP="005E0634">
      <w:pPr>
        <w:ind w:firstLine="709"/>
        <w:jc w:val="both"/>
        <w:rPr>
          <w:sz w:val="28"/>
          <w:szCs w:val="28"/>
        </w:rPr>
      </w:pPr>
      <w:r w:rsidRPr="0092649F">
        <w:rPr>
          <w:sz w:val="28"/>
          <w:szCs w:val="28"/>
        </w:rPr>
        <w:t xml:space="preserve">удосконалення організації руху транспорту та пішоходів;   </w:t>
      </w:r>
    </w:p>
    <w:p w:rsidR="00B86457" w:rsidRPr="0092649F" w:rsidRDefault="00B86457" w:rsidP="005E0634">
      <w:pPr>
        <w:ind w:firstLine="709"/>
        <w:jc w:val="both"/>
        <w:rPr>
          <w:sz w:val="28"/>
          <w:szCs w:val="28"/>
        </w:rPr>
      </w:pPr>
      <w:r>
        <w:rPr>
          <w:noProof/>
          <w:lang w:val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6" type="#_x0000_t202" style="position:absolute;left:0;text-align:left;margin-left:223pt;margin-top:-31.95pt;width:36.6pt;height:21.7pt;z-index:2516638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" stroked="f">
            <v:textbox>
              <w:txbxContent>
                <w:p w:rsidR="00B86457" w:rsidRPr="00027A8B" w:rsidRDefault="00B86457" w:rsidP="005E0634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Pr="0092649F">
        <w:rPr>
          <w:sz w:val="28"/>
          <w:szCs w:val="28"/>
        </w:rPr>
        <w:t xml:space="preserve">підвищення безпеки пасажирських перевезень;                                               </w:t>
      </w:r>
    </w:p>
    <w:p w:rsidR="00B86457" w:rsidRPr="0092649F" w:rsidRDefault="00B86457" w:rsidP="005E0634">
      <w:pPr>
        <w:ind w:firstLine="709"/>
        <w:jc w:val="both"/>
        <w:rPr>
          <w:sz w:val="28"/>
          <w:szCs w:val="28"/>
        </w:rPr>
      </w:pPr>
      <w:r w:rsidRPr="0092649F">
        <w:rPr>
          <w:sz w:val="28"/>
          <w:szCs w:val="28"/>
        </w:rPr>
        <w:t>підвищення доступності та ефективності надання екстреної медичної допомоги потерпілим у дорожньо-транспортних пригодах;</w:t>
      </w:r>
    </w:p>
    <w:p w:rsidR="00B86457" w:rsidRPr="0092649F" w:rsidRDefault="00B86457" w:rsidP="005E0634">
      <w:pPr>
        <w:ind w:firstLine="709"/>
        <w:jc w:val="both"/>
        <w:rPr>
          <w:sz w:val="28"/>
          <w:szCs w:val="28"/>
        </w:rPr>
      </w:pPr>
      <w:r w:rsidRPr="0092649F">
        <w:rPr>
          <w:sz w:val="28"/>
          <w:szCs w:val="28"/>
        </w:rPr>
        <w:t>підвищення рівня інформаційно-технічного забезпечення у сфері безпеки дорожнього руху;</w:t>
      </w:r>
    </w:p>
    <w:p w:rsidR="00B86457" w:rsidRPr="0092649F" w:rsidRDefault="00B86457" w:rsidP="005E0634">
      <w:pPr>
        <w:ind w:firstLine="709"/>
        <w:jc w:val="both"/>
        <w:rPr>
          <w:b/>
          <w:sz w:val="28"/>
          <w:szCs w:val="28"/>
        </w:rPr>
      </w:pPr>
      <w:r w:rsidRPr="0092649F">
        <w:rPr>
          <w:sz w:val="28"/>
          <w:szCs w:val="28"/>
        </w:rPr>
        <w:t>удосконалення інформаційно-просвітницької діяльності.</w:t>
      </w:r>
    </w:p>
    <w:p w:rsidR="00B86457" w:rsidRPr="0092649F" w:rsidRDefault="00B86457" w:rsidP="005E0634">
      <w:pPr>
        <w:ind w:firstLine="709"/>
        <w:jc w:val="both"/>
        <w:rPr>
          <w:sz w:val="28"/>
          <w:szCs w:val="28"/>
        </w:rPr>
      </w:pPr>
      <w:r w:rsidRPr="0092649F">
        <w:rPr>
          <w:sz w:val="28"/>
          <w:szCs w:val="28"/>
        </w:rPr>
        <w:t xml:space="preserve">Засобами розв’язання проблем є подолання дитячої бездоглядності та безпритульності, координація дій суб’єктів управління у сфері забезпечення безпеки дорожнього руху, реалізація комплексу заходів, у тому числі профілактичного характеру, що знижують кількість дорожньо-транспортних пригод з постраждалими. </w:t>
      </w:r>
    </w:p>
    <w:p w:rsidR="00B86457" w:rsidRPr="0092649F" w:rsidRDefault="00B86457" w:rsidP="005E0634">
      <w:pPr>
        <w:ind w:firstLine="709"/>
        <w:jc w:val="both"/>
        <w:rPr>
          <w:sz w:val="28"/>
          <w:szCs w:val="28"/>
        </w:rPr>
      </w:pPr>
    </w:p>
    <w:p w:rsidR="00B86457" w:rsidRPr="0092649F" w:rsidRDefault="00B86457" w:rsidP="005E0634">
      <w:pPr>
        <w:jc w:val="center"/>
        <w:rPr>
          <w:b/>
          <w:sz w:val="28"/>
          <w:szCs w:val="28"/>
        </w:rPr>
      </w:pPr>
      <w:r w:rsidRPr="0092649F">
        <w:rPr>
          <w:b/>
          <w:sz w:val="28"/>
          <w:szCs w:val="28"/>
        </w:rPr>
        <w:t>3.</w:t>
      </w:r>
      <w:r>
        <w:rPr>
          <w:b/>
          <w:sz w:val="28"/>
          <w:szCs w:val="28"/>
        </w:rPr>
        <w:t>2</w:t>
      </w:r>
      <w:r w:rsidRPr="0092649F">
        <w:rPr>
          <w:b/>
          <w:sz w:val="28"/>
          <w:szCs w:val="28"/>
        </w:rPr>
        <w:t>. </w:t>
      </w:r>
      <w:r>
        <w:rPr>
          <w:b/>
          <w:sz w:val="28"/>
          <w:szCs w:val="28"/>
        </w:rPr>
        <w:t>Антитерористичні заходи</w:t>
      </w:r>
    </w:p>
    <w:p w:rsidR="00B86457" w:rsidRDefault="00B86457" w:rsidP="005E063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в</w:t>
      </w:r>
      <w:r w:rsidRPr="0092649F">
        <w:rPr>
          <w:sz w:val="28"/>
          <w:szCs w:val="28"/>
        </w:rPr>
        <w:t>житт</w:t>
      </w:r>
      <w:r>
        <w:rPr>
          <w:sz w:val="28"/>
          <w:szCs w:val="28"/>
        </w:rPr>
        <w:t>і</w:t>
      </w:r>
      <w:r w:rsidRPr="0092649F">
        <w:rPr>
          <w:sz w:val="28"/>
          <w:szCs w:val="28"/>
        </w:rPr>
        <w:t xml:space="preserve"> </w:t>
      </w:r>
      <w:r>
        <w:rPr>
          <w:sz w:val="28"/>
          <w:szCs w:val="28"/>
        </w:rPr>
        <w:t>на території Глухівської міської ради</w:t>
      </w:r>
      <w:r w:rsidRPr="0092649F">
        <w:rPr>
          <w:sz w:val="28"/>
          <w:szCs w:val="28"/>
        </w:rPr>
        <w:t xml:space="preserve"> комплексних заходів з боку </w:t>
      </w:r>
      <w:r>
        <w:rPr>
          <w:sz w:val="28"/>
          <w:szCs w:val="28"/>
        </w:rPr>
        <w:t>органів місцевого самоврядування</w:t>
      </w:r>
      <w:r w:rsidRPr="0092649F">
        <w:rPr>
          <w:sz w:val="28"/>
          <w:szCs w:val="28"/>
        </w:rPr>
        <w:t xml:space="preserve"> щодо забезпечення стабільності. Пріоритетна увага надається питанням</w:t>
      </w:r>
      <w:r>
        <w:rPr>
          <w:sz w:val="28"/>
          <w:szCs w:val="28"/>
        </w:rPr>
        <w:t>:</w:t>
      </w:r>
    </w:p>
    <w:p w:rsidR="00B86457" w:rsidRDefault="00B86457" w:rsidP="005E0634">
      <w:pPr>
        <w:ind w:firstLine="709"/>
        <w:jc w:val="both"/>
        <w:rPr>
          <w:sz w:val="28"/>
          <w:szCs w:val="28"/>
        </w:rPr>
      </w:pPr>
      <w:r w:rsidRPr="0092649F">
        <w:rPr>
          <w:sz w:val="28"/>
          <w:szCs w:val="28"/>
        </w:rPr>
        <w:t>попередження терористичних проявів шляхом усунення потенційних джерел небезпеки, унеможливлення здійснення терористичних актів</w:t>
      </w:r>
      <w:r>
        <w:rPr>
          <w:sz w:val="28"/>
          <w:szCs w:val="28"/>
        </w:rPr>
        <w:t>;</w:t>
      </w:r>
    </w:p>
    <w:p w:rsidR="00B86457" w:rsidRPr="008B6429" w:rsidRDefault="00B86457" w:rsidP="005E0634">
      <w:pPr>
        <w:ind w:firstLine="709"/>
        <w:jc w:val="both"/>
        <w:rPr>
          <w:sz w:val="28"/>
          <w:szCs w:val="28"/>
        </w:rPr>
      </w:pPr>
      <w:r w:rsidRPr="008B6429">
        <w:rPr>
          <w:sz w:val="28"/>
          <w:szCs w:val="28"/>
        </w:rPr>
        <w:t xml:space="preserve">розроблення  методик та проведення комплексу заходів, направлених на виявлення осіб, причетних до екстремістських та терористичних організацій, які на законних підставах прибувають (прибули) на територію </w:t>
      </w:r>
      <w:r>
        <w:rPr>
          <w:sz w:val="28"/>
          <w:szCs w:val="28"/>
        </w:rPr>
        <w:t>міста, області, України;</w:t>
      </w:r>
    </w:p>
    <w:p w:rsidR="00B86457" w:rsidRPr="009E7DC3" w:rsidRDefault="00B86457" w:rsidP="005E063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організації</w:t>
      </w:r>
      <w:r w:rsidRPr="009E7DC3">
        <w:rPr>
          <w:sz w:val="28"/>
          <w:szCs w:val="28"/>
        </w:rPr>
        <w:t xml:space="preserve"> та проведенн</w:t>
      </w:r>
      <w:r>
        <w:rPr>
          <w:sz w:val="28"/>
          <w:szCs w:val="28"/>
        </w:rPr>
        <w:t>ю</w:t>
      </w:r>
      <w:r w:rsidRPr="009E7DC3">
        <w:rPr>
          <w:sz w:val="28"/>
          <w:szCs w:val="28"/>
        </w:rPr>
        <w:t xml:space="preserve"> спільних антитерористичних командно-штабних і тактико-спеціальних навчань та тренувань з протидії можливим терористичним проявам на об'єктах державної важливості,  народногосподарських об'єктах </w:t>
      </w:r>
      <w:r>
        <w:rPr>
          <w:sz w:val="28"/>
          <w:szCs w:val="28"/>
        </w:rPr>
        <w:t xml:space="preserve">Глухівським відділом </w:t>
      </w:r>
      <w:r w:rsidRPr="009E7DC3">
        <w:rPr>
          <w:sz w:val="28"/>
          <w:szCs w:val="28"/>
        </w:rPr>
        <w:t xml:space="preserve">управлінням Служби безпеки України в Сумській області із </w:t>
      </w:r>
      <w:r>
        <w:rPr>
          <w:sz w:val="28"/>
          <w:szCs w:val="28"/>
        </w:rPr>
        <w:t>Глухівським відділом поліції (м. Глухів), підпорядкованого Головному управлінню Національної поліції в С</w:t>
      </w:r>
      <w:r w:rsidRPr="009E7DC3">
        <w:rPr>
          <w:sz w:val="28"/>
          <w:szCs w:val="28"/>
        </w:rPr>
        <w:t>умській області</w:t>
      </w:r>
      <w:r>
        <w:rPr>
          <w:sz w:val="28"/>
          <w:szCs w:val="28"/>
        </w:rPr>
        <w:t>.</w:t>
      </w:r>
    </w:p>
    <w:p w:rsidR="00B86457" w:rsidRDefault="00B86457" w:rsidP="005E0634">
      <w:pPr>
        <w:ind w:firstLine="709"/>
        <w:jc w:val="both"/>
        <w:rPr>
          <w:sz w:val="28"/>
          <w:szCs w:val="28"/>
        </w:rPr>
      </w:pPr>
    </w:p>
    <w:p w:rsidR="00B86457" w:rsidRPr="003B05F8" w:rsidRDefault="00B86457" w:rsidP="005E063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3.3. </w:t>
      </w:r>
      <w:r w:rsidRPr="003B05F8">
        <w:rPr>
          <w:b/>
          <w:sz w:val="28"/>
          <w:szCs w:val="28"/>
        </w:rPr>
        <w:t>Захист державного суверенітету та територіальної</w:t>
      </w:r>
    </w:p>
    <w:p w:rsidR="00B86457" w:rsidRPr="003B05F8" w:rsidRDefault="00B86457" w:rsidP="005E0634">
      <w:pPr>
        <w:jc w:val="center"/>
        <w:rPr>
          <w:b/>
          <w:sz w:val="28"/>
          <w:szCs w:val="28"/>
        </w:rPr>
      </w:pPr>
      <w:r w:rsidRPr="003B05F8">
        <w:rPr>
          <w:b/>
          <w:sz w:val="28"/>
          <w:szCs w:val="28"/>
        </w:rPr>
        <w:t>цілісності держави</w:t>
      </w:r>
    </w:p>
    <w:p w:rsidR="00B86457" w:rsidRDefault="00B86457" w:rsidP="005E063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Вжити в області комплекс заходів з боку органів державної влади та органів місцевого самоврядування щодо забезпечення підготовки та максимальної  ефективності  використання бойових можливостей військових частин територіальної оборони.</w:t>
      </w:r>
    </w:p>
    <w:p w:rsidR="00B86457" w:rsidRPr="007B75F5" w:rsidRDefault="00B86457" w:rsidP="005E0634">
      <w:pPr>
        <w:ind w:firstLine="709"/>
        <w:jc w:val="both"/>
        <w:rPr>
          <w:sz w:val="28"/>
          <w:szCs w:val="28"/>
        </w:rPr>
      </w:pPr>
      <w:r w:rsidRPr="00231B99">
        <w:rPr>
          <w:sz w:val="28"/>
          <w:szCs w:val="28"/>
        </w:rPr>
        <w:t xml:space="preserve">Забезпечення охорони важливих об’єктів, </w:t>
      </w:r>
      <w:r>
        <w:rPr>
          <w:sz w:val="28"/>
          <w:szCs w:val="28"/>
        </w:rPr>
        <w:t>місцевих державних адміністрацій</w:t>
      </w:r>
      <w:r w:rsidRPr="00231B99">
        <w:rPr>
          <w:sz w:val="28"/>
          <w:szCs w:val="28"/>
        </w:rPr>
        <w:t xml:space="preserve">, </w:t>
      </w:r>
      <w:r w:rsidRPr="007B75F5">
        <w:rPr>
          <w:sz w:val="28"/>
          <w:szCs w:val="28"/>
        </w:rPr>
        <w:t>організація блокпостів, проведення боротьби з диверсійно-розвідувальними силами, іншими озброєними формуваннями агресора та антидержавними незаконно утвореними озброєними формуванням, допомога в охороні та захисту державного кордону тощо.</w:t>
      </w:r>
    </w:p>
    <w:p w:rsidR="00B86457" w:rsidRDefault="00B86457" w:rsidP="005E063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Залучаються до цієї роботи всі наявні ресурси: як економічні, так і фізичні.</w:t>
      </w:r>
    </w:p>
    <w:p w:rsidR="00B86457" w:rsidRDefault="00B86457" w:rsidP="005E0634">
      <w:pPr>
        <w:ind w:firstLine="709"/>
        <w:jc w:val="both"/>
        <w:rPr>
          <w:sz w:val="28"/>
          <w:szCs w:val="28"/>
        </w:rPr>
      </w:pPr>
    </w:p>
    <w:p w:rsidR="00B86457" w:rsidRPr="00A77910" w:rsidRDefault="00B86457" w:rsidP="005E0634">
      <w:pPr>
        <w:ind w:firstLine="709"/>
        <w:jc w:val="both"/>
        <w:rPr>
          <w:b/>
          <w:sz w:val="28"/>
          <w:szCs w:val="28"/>
        </w:rPr>
      </w:pPr>
      <w:r w:rsidRPr="00A77910">
        <w:rPr>
          <w:b/>
          <w:sz w:val="28"/>
          <w:szCs w:val="28"/>
        </w:rPr>
        <w:t>4. Перелік завдань та заходів Програми та результативні показники</w:t>
      </w:r>
    </w:p>
    <w:p w:rsidR="00B86457" w:rsidRPr="00A77910" w:rsidRDefault="00B86457" w:rsidP="005E0634">
      <w:pPr>
        <w:ind w:firstLine="709"/>
        <w:jc w:val="both"/>
        <w:rPr>
          <w:b/>
          <w:sz w:val="28"/>
          <w:szCs w:val="28"/>
        </w:rPr>
      </w:pPr>
    </w:p>
    <w:p w:rsidR="00B86457" w:rsidRPr="00A77910" w:rsidRDefault="00B86457" w:rsidP="005E0634">
      <w:pPr>
        <w:ind w:firstLine="709"/>
        <w:jc w:val="both"/>
        <w:rPr>
          <w:b/>
          <w:sz w:val="28"/>
          <w:szCs w:val="28"/>
        </w:rPr>
      </w:pPr>
      <w:r w:rsidRPr="00A77910">
        <w:rPr>
          <w:b/>
          <w:sz w:val="28"/>
          <w:szCs w:val="28"/>
        </w:rPr>
        <w:t xml:space="preserve">Основними завданнями </w:t>
      </w:r>
      <w:r>
        <w:rPr>
          <w:b/>
          <w:sz w:val="28"/>
          <w:szCs w:val="28"/>
        </w:rPr>
        <w:t xml:space="preserve">та заходами </w:t>
      </w:r>
      <w:r w:rsidRPr="00A77910">
        <w:rPr>
          <w:b/>
          <w:sz w:val="28"/>
          <w:szCs w:val="28"/>
        </w:rPr>
        <w:t>Програми є:</w:t>
      </w:r>
    </w:p>
    <w:p w:rsidR="00B86457" w:rsidRPr="00C121A6" w:rsidRDefault="00B86457" w:rsidP="005E0634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 xml:space="preserve">стабілізація криміногенної ситуації на території </w:t>
      </w:r>
      <w:r>
        <w:rPr>
          <w:sz w:val="28"/>
          <w:szCs w:val="28"/>
        </w:rPr>
        <w:t>Глухівської міської ради</w:t>
      </w:r>
      <w:r w:rsidRPr="00C121A6">
        <w:rPr>
          <w:sz w:val="28"/>
          <w:szCs w:val="28"/>
        </w:rPr>
        <w:t>, створення атмосфери суспільної нетерпимості до злочинності;</w:t>
      </w:r>
    </w:p>
    <w:p w:rsidR="00B86457" w:rsidRPr="00C121A6" w:rsidRDefault="00B86457" w:rsidP="005E0634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>розроблення нових форм і методів профілактики правопорушень та реалізація їх на практиці;</w:t>
      </w:r>
    </w:p>
    <w:p w:rsidR="00B86457" w:rsidRPr="00C121A6" w:rsidRDefault="00B86457" w:rsidP="005E0634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>посилення контролю за дотриманням законодавства під час провадження суб’єктами господарювання господарської діяльності, набуттям та реалізацією майнових прав;</w:t>
      </w:r>
    </w:p>
    <w:p w:rsidR="00B86457" w:rsidRPr="00C121A6" w:rsidRDefault="00B86457" w:rsidP="005E0634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>удосконалення форм і методів профілактики правопорушень та підвищення ефективності оперативно-розшукових заходів у сфері протидії організованій злочинності та корупції;</w:t>
      </w:r>
    </w:p>
    <w:p w:rsidR="00B86457" w:rsidRPr="00C121A6" w:rsidRDefault="00B86457" w:rsidP="005E0634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>запобігання вчиненню злочинів, пов’язаних з торгівлею людьми, встановлення та притягнення до кримінальної відповідальності осіб, причетних до їх вчинення;</w:t>
      </w:r>
    </w:p>
    <w:p w:rsidR="00B86457" w:rsidRPr="00C121A6" w:rsidRDefault="00B86457" w:rsidP="005E0634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>забезпечення захисту законних інтересів неповнолітніх, зокрема захисту від жорстокого поводження, експлуатації та насильства;</w:t>
      </w:r>
    </w:p>
    <w:p w:rsidR="00B86457" w:rsidRPr="00C121A6" w:rsidRDefault="00B86457" w:rsidP="005E0634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>здійснення інформаційно-пропагандистських та культурно-виховних заходів з профілактики правопорушень;</w:t>
      </w:r>
    </w:p>
    <w:p w:rsidR="00B86457" w:rsidRPr="00C121A6" w:rsidRDefault="00B86457" w:rsidP="005E0634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>удосконалення інформаційно-аналітичного та матеріально-технічного забезпе</w:t>
      </w:r>
      <w:r>
        <w:rPr>
          <w:sz w:val="28"/>
          <w:szCs w:val="28"/>
        </w:rPr>
        <w:t>чення профілактичної діяльності;</w:t>
      </w:r>
    </w:p>
    <w:p w:rsidR="00B86457" w:rsidRPr="00C121A6" w:rsidRDefault="00B86457" w:rsidP="005E0634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>обмеження незаконного обігу зброї, наркотичних засобів, кримінальних проявів, пияцтва і алкоголізму, проституції та інших супутніх протиправних явищ в регіоні;</w:t>
      </w:r>
    </w:p>
    <w:p w:rsidR="00B86457" w:rsidRPr="00C121A6" w:rsidRDefault="00B86457" w:rsidP="005E0634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 xml:space="preserve">недопущення втягнення в злочинну діяльність нових соціальних груп, особливо неповнолітніх; </w:t>
      </w:r>
    </w:p>
    <w:p w:rsidR="00B86457" w:rsidRPr="00C121A6" w:rsidRDefault="00B86457" w:rsidP="005E0634">
      <w:pPr>
        <w:ind w:firstLine="709"/>
        <w:jc w:val="both"/>
        <w:rPr>
          <w:sz w:val="28"/>
          <w:szCs w:val="28"/>
        </w:rPr>
      </w:pPr>
      <w:r>
        <w:rPr>
          <w:noProof/>
          <w:lang w:val="ru-RU"/>
        </w:rPr>
        <w:pict>
          <v:shape id="Поле 6" o:spid="_x0000_s1027" type="#_x0000_t202" style="position:absolute;left:0;text-align:left;margin-left:401.7pt;margin-top:38.65pt;width:12.75pt;height:3.6pt;flip:y;z-index:2516648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" stroked="f">
            <v:textbox>
              <w:txbxContent>
                <w:p w:rsidR="00B86457" w:rsidRPr="00027A8B" w:rsidRDefault="00B86457" w:rsidP="005E0634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Pr="00C121A6">
        <w:rPr>
          <w:sz w:val="28"/>
          <w:szCs w:val="28"/>
        </w:rPr>
        <w:t>організація навчання населення Правилам дорожнього руху та здійснення інформаційно-просвітницької діяльності серед різних соціально-вікових груп населення, пов'язаної з профілактикою безпеки дорожнього руху;</w:t>
      </w:r>
    </w:p>
    <w:p w:rsidR="00B86457" w:rsidRPr="00C121A6" w:rsidRDefault="00B86457" w:rsidP="005E0634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>організація та здійснення заходів щодо поліпшення надання медичної допомоги потерпілим під час дорожньо-транспортних подій та медичного забезпечення безпеки дорожнього руху;</w:t>
      </w:r>
    </w:p>
    <w:p w:rsidR="00B86457" w:rsidRPr="00C121A6" w:rsidRDefault="00B86457" w:rsidP="005E0634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>організація та здійснення заходів, пов'язаних з профілактикою дитячого дорожньо-транспортного травматизму;</w:t>
      </w:r>
    </w:p>
    <w:p w:rsidR="00B86457" w:rsidRPr="00C121A6" w:rsidRDefault="00B86457" w:rsidP="005E0634">
      <w:pPr>
        <w:ind w:firstLine="709"/>
        <w:jc w:val="both"/>
        <w:rPr>
          <w:b/>
          <w:sz w:val="28"/>
          <w:szCs w:val="28"/>
        </w:rPr>
      </w:pPr>
      <w:r w:rsidRPr="00C121A6">
        <w:rPr>
          <w:sz w:val="28"/>
          <w:szCs w:val="28"/>
        </w:rPr>
        <w:t>організація пропаганди безпеки дорожнього руху;</w:t>
      </w:r>
    </w:p>
    <w:p w:rsidR="00B86457" w:rsidRPr="00C121A6" w:rsidRDefault="00B86457" w:rsidP="005E0634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 xml:space="preserve">розроблення  методик та проведення комплексу заходів, направлених на виявлення осіб, причетних до екстремістських та терористичних організацій, які на законних підставах прибувають (прибули) на територію  </w:t>
      </w:r>
      <w:r>
        <w:rPr>
          <w:sz w:val="28"/>
          <w:szCs w:val="28"/>
        </w:rPr>
        <w:t xml:space="preserve">міста, </w:t>
      </w:r>
      <w:r w:rsidRPr="00C121A6">
        <w:rPr>
          <w:sz w:val="28"/>
          <w:szCs w:val="28"/>
        </w:rPr>
        <w:t>області, України;</w:t>
      </w:r>
    </w:p>
    <w:p w:rsidR="00B86457" w:rsidRPr="00C121A6" w:rsidRDefault="00B86457" w:rsidP="005E0634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 xml:space="preserve">забезпечення моніторингу за порядком в’їзду-виїзду і перебування на території </w:t>
      </w:r>
      <w:r>
        <w:rPr>
          <w:sz w:val="28"/>
          <w:szCs w:val="28"/>
        </w:rPr>
        <w:t>Глухівської міської ради</w:t>
      </w:r>
      <w:r w:rsidRPr="00C121A6">
        <w:rPr>
          <w:sz w:val="28"/>
          <w:szCs w:val="28"/>
        </w:rPr>
        <w:t xml:space="preserve"> представників ісламських організацій та центрів;</w:t>
      </w:r>
    </w:p>
    <w:p w:rsidR="00B86457" w:rsidRPr="00C121A6" w:rsidRDefault="00B86457" w:rsidP="005E0634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>залучення населення до виявлення місць концентрації (перебування) нелегальних мігрантів, місць тренувальних зборів організацій, які мають ознаки воєнізованих формувань;</w:t>
      </w:r>
    </w:p>
    <w:p w:rsidR="00B86457" w:rsidRPr="00C121A6" w:rsidRDefault="00B86457" w:rsidP="005E0634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>організація та проведення антитерористичних командно-штабних і тактико-спеціальних навчань та тренувань з протидії можливим терористичним проявам на об'єктах державної важливості,  народногосподарських об'єктах;</w:t>
      </w:r>
    </w:p>
    <w:p w:rsidR="00B86457" w:rsidRPr="00C121A6" w:rsidRDefault="00B86457" w:rsidP="005E0634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>проведення аналізу надійності систем охорони об'єктів державної важливості, залізничного і автомобільного транспорту, життєзабезпечення населення, підприємств, установ та організацій;</w:t>
      </w:r>
    </w:p>
    <w:p w:rsidR="00B86457" w:rsidRPr="00C121A6" w:rsidRDefault="00B86457" w:rsidP="005E0634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 xml:space="preserve">посилення контролю за прибуттям, місцеперебуванням і переміщенням територією </w:t>
      </w:r>
      <w:r>
        <w:rPr>
          <w:sz w:val="28"/>
          <w:szCs w:val="28"/>
        </w:rPr>
        <w:t>Глухівської міської ради</w:t>
      </w:r>
      <w:r w:rsidRPr="00C121A6">
        <w:rPr>
          <w:sz w:val="28"/>
          <w:szCs w:val="28"/>
        </w:rPr>
        <w:t xml:space="preserve"> осіб із регіонів та держав, де набули поширення прояви міжнародного екстремізму та тероризму;</w:t>
      </w:r>
    </w:p>
    <w:p w:rsidR="00B86457" w:rsidRDefault="00B86457" w:rsidP="005E0634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 xml:space="preserve">організація оперативного контролю за ефективністю систем охорони об'єктів державної важливості, залізничного і автомобільного транспорту, життєзабезпечення  населення, підприємств, установ та організацій, виявлення порушень установленого порядку чи низької ефективності вжитих </w:t>
      </w:r>
      <w:r>
        <w:rPr>
          <w:sz w:val="28"/>
          <w:szCs w:val="28"/>
        </w:rPr>
        <w:t>заходів;</w:t>
      </w:r>
    </w:p>
    <w:p w:rsidR="00B86457" w:rsidRPr="00C121A6" w:rsidRDefault="00B86457" w:rsidP="005E0634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>Виконання Програми дасть змогу:</w:t>
      </w:r>
    </w:p>
    <w:p w:rsidR="00B86457" w:rsidRDefault="00B86457" w:rsidP="005E0634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>зменшити корупційну складову у діях державних службовців та посадових осіб органів місцевого самоврядування;</w:t>
      </w:r>
    </w:p>
    <w:p w:rsidR="00B86457" w:rsidRDefault="00B86457" w:rsidP="005E0634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 xml:space="preserve">запобігти незаконному втручанню криміналітету у роботу бюджетоутворюючих галузей економіки </w:t>
      </w:r>
      <w:r>
        <w:rPr>
          <w:sz w:val="28"/>
          <w:szCs w:val="28"/>
        </w:rPr>
        <w:t>Глухівської міської ради</w:t>
      </w:r>
      <w:r w:rsidRPr="00C121A6">
        <w:rPr>
          <w:sz w:val="28"/>
          <w:szCs w:val="28"/>
        </w:rPr>
        <w:t>, кредитно-фінансової системи,</w:t>
      </w:r>
      <w:r>
        <w:rPr>
          <w:sz w:val="28"/>
          <w:szCs w:val="28"/>
        </w:rPr>
        <w:t xml:space="preserve"> зовнішньо-економічну діяльність;</w:t>
      </w:r>
    </w:p>
    <w:p w:rsidR="00B86457" w:rsidRPr="00C121A6" w:rsidRDefault="00B86457" w:rsidP="005E0634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 xml:space="preserve">підвищити ефективність заходів щодо виявлення і знешкодження вітчизняних та міжнародних організованих злочинних угруповань, зокрема тих, які діють у сфері незаконного обігу зброї, наркотичних засобів, торгівлі людьми, а також пов’язаних з нелегальною міграцією; </w:t>
      </w:r>
    </w:p>
    <w:p w:rsidR="00B86457" w:rsidRPr="00C121A6" w:rsidRDefault="00B86457" w:rsidP="005E0634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 xml:space="preserve">активізувати діяльність </w:t>
      </w:r>
      <w:r>
        <w:rPr>
          <w:sz w:val="28"/>
          <w:szCs w:val="28"/>
        </w:rPr>
        <w:t>органів місцевого самоврядування</w:t>
      </w:r>
      <w:r w:rsidRPr="00C121A6">
        <w:rPr>
          <w:sz w:val="28"/>
          <w:szCs w:val="28"/>
        </w:rPr>
        <w:t>, пов’язану з профілактикою правопорушень, удосконалити механізм координації роботи із залучення до цього процесу громадськості;</w:t>
      </w:r>
    </w:p>
    <w:p w:rsidR="00B86457" w:rsidRPr="00C121A6" w:rsidRDefault="00B86457" w:rsidP="005E0634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>забезпечити оперативність реагування на вчинені правопорушення та їх виявлення шляхом удосконалення технічних засобів контролю за ситуацією в громадських місцях;</w:t>
      </w:r>
    </w:p>
    <w:p w:rsidR="00B86457" w:rsidRPr="00C121A6" w:rsidRDefault="00B86457" w:rsidP="005E0634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>підвищити рівень правової освіти населення та правового виховання молоді шляхом запровадження сучасних форм і методів профілактики правопорушень, розроблення інформаційно-пропагандистських та культурно-виховних програм, спецкурсів, підготовки і видання матеріалів з питань профілактики правопорушень;</w:t>
      </w:r>
    </w:p>
    <w:p w:rsidR="00B86457" w:rsidRPr="00C121A6" w:rsidRDefault="00B86457" w:rsidP="005E0634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 xml:space="preserve">стабілізувати криміногенну ситуацію </w:t>
      </w:r>
      <w:r>
        <w:rPr>
          <w:sz w:val="28"/>
          <w:szCs w:val="28"/>
        </w:rPr>
        <w:t>на території Глухівської міської ради</w:t>
      </w:r>
      <w:r w:rsidRPr="00C121A6">
        <w:rPr>
          <w:sz w:val="28"/>
          <w:szCs w:val="28"/>
        </w:rPr>
        <w:t xml:space="preserve"> шляхом подолання правового нігілізму та запобігання криміналізації населення;</w:t>
      </w:r>
    </w:p>
    <w:p w:rsidR="00B86457" w:rsidRPr="00C121A6" w:rsidRDefault="00B86457" w:rsidP="005E0634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 xml:space="preserve">не допустити на територію </w:t>
      </w:r>
      <w:r>
        <w:rPr>
          <w:sz w:val="28"/>
          <w:szCs w:val="28"/>
        </w:rPr>
        <w:t>Глухівської міської ради осіб</w:t>
      </w:r>
      <w:r w:rsidRPr="00C121A6">
        <w:rPr>
          <w:sz w:val="28"/>
          <w:szCs w:val="28"/>
        </w:rPr>
        <w:t>, які мають зв’язки з терористичними організаціями;</w:t>
      </w:r>
    </w:p>
    <w:p w:rsidR="00B86457" w:rsidRPr="00C121A6" w:rsidRDefault="00B86457" w:rsidP="005E0634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>забезпечити дотримання вимог Законів України «Про правовий статус іноземців»;</w:t>
      </w:r>
    </w:p>
    <w:p w:rsidR="00B86457" w:rsidRPr="00C121A6" w:rsidRDefault="00B86457" w:rsidP="005E0634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>забезпечити безпеку населення, цілісність майнових комплексів;</w:t>
      </w:r>
    </w:p>
    <w:p w:rsidR="00B86457" w:rsidRPr="00C121A6" w:rsidRDefault="00B86457" w:rsidP="005E0634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 xml:space="preserve">попередити виникнення критичних ситуацій, визначення моделей можливих терористичних проявів, нелегальної міграції, контрабандного переміщення товарів, зброї, наркотиків, радіоактивних матеріалів через територію </w:t>
      </w:r>
      <w:r>
        <w:rPr>
          <w:sz w:val="28"/>
          <w:szCs w:val="28"/>
        </w:rPr>
        <w:t>Глухівської міської ради</w:t>
      </w:r>
      <w:r w:rsidRPr="00C121A6">
        <w:rPr>
          <w:sz w:val="28"/>
          <w:szCs w:val="28"/>
        </w:rPr>
        <w:t>;</w:t>
      </w:r>
    </w:p>
    <w:p w:rsidR="00B86457" w:rsidRDefault="00B86457" w:rsidP="005E063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здійснити охорону та оборону важливих об’єктів і комунікацій;</w:t>
      </w:r>
    </w:p>
    <w:p w:rsidR="00B86457" w:rsidRPr="00C121A6" w:rsidRDefault="00B86457" w:rsidP="005E0634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>підвищити рівень безпеки дорожнього руху;</w:t>
      </w:r>
    </w:p>
    <w:p w:rsidR="00B86457" w:rsidRPr="00C121A6" w:rsidRDefault="00B86457" w:rsidP="005E0634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>забезпечити умови безаварійного перевезення пасажирів та небезпечних вантажів;</w:t>
      </w:r>
    </w:p>
    <w:p w:rsidR="00B86457" w:rsidRPr="00C121A6" w:rsidRDefault="00B86457" w:rsidP="005E0634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>підвищити оперативність та якість надання допомоги потерпілим у ДТП;</w:t>
      </w:r>
    </w:p>
    <w:p w:rsidR="00B86457" w:rsidRPr="00C121A6" w:rsidRDefault="00B86457" w:rsidP="005E0634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>зменшити кількість рецидивів злочинів та інших правопорушень;</w:t>
      </w:r>
    </w:p>
    <w:p w:rsidR="00B86457" w:rsidRPr="004D0E3A" w:rsidRDefault="00B86457" w:rsidP="005E0634">
      <w:pPr>
        <w:ind w:firstLine="709"/>
        <w:jc w:val="both"/>
        <w:rPr>
          <w:sz w:val="28"/>
          <w:szCs w:val="28"/>
        </w:rPr>
      </w:pPr>
      <w:r w:rsidRPr="004D0E3A">
        <w:rPr>
          <w:sz w:val="28"/>
          <w:szCs w:val="28"/>
        </w:rPr>
        <w:t xml:space="preserve">Ресурсне забезпечення Програми наведено в додатку 1 до неї. </w:t>
      </w:r>
    </w:p>
    <w:p w:rsidR="00B86457" w:rsidRPr="006117EF" w:rsidRDefault="00B86457" w:rsidP="005E0634">
      <w:pPr>
        <w:ind w:firstLine="709"/>
        <w:jc w:val="both"/>
        <w:rPr>
          <w:sz w:val="28"/>
          <w:szCs w:val="28"/>
        </w:rPr>
      </w:pPr>
      <w:r w:rsidRPr="00354523">
        <w:rPr>
          <w:sz w:val="28"/>
          <w:szCs w:val="28"/>
        </w:rPr>
        <w:t>Обсяг коштів, необхідних для реалізації Програми, становить                136,24 тис. гривень.</w:t>
      </w:r>
    </w:p>
    <w:p w:rsidR="00B86457" w:rsidRPr="00C121A6" w:rsidRDefault="00B86457" w:rsidP="005E0634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>Напрямки діяльності та заходи Програми викладено в додатку 2.</w:t>
      </w:r>
    </w:p>
    <w:p w:rsidR="00B86457" w:rsidRDefault="00B86457" w:rsidP="005E0634">
      <w:pPr>
        <w:ind w:firstLine="709"/>
        <w:jc w:val="both"/>
        <w:rPr>
          <w:sz w:val="28"/>
          <w:szCs w:val="28"/>
        </w:rPr>
      </w:pPr>
    </w:p>
    <w:p w:rsidR="00B86457" w:rsidRPr="00C121A6" w:rsidRDefault="00B86457" w:rsidP="005E0634">
      <w:pPr>
        <w:ind w:firstLine="709"/>
        <w:jc w:val="both"/>
        <w:rPr>
          <w:b/>
          <w:sz w:val="28"/>
          <w:szCs w:val="28"/>
        </w:rPr>
      </w:pPr>
      <w:r w:rsidRPr="00C121A6">
        <w:rPr>
          <w:b/>
          <w:sz w:val="28"/>
          <w:szCs w:val="28"/>
        </w:rPr>
        <w:t>5. Контроль за виконанням Програми</w:t>
      </w:r>
    </w:p>
    <w:p w:rsidR="00B86457" w:rsidRPr="006117EF" w:rsidRDefault="00B86457" w:rsidP="005E0634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>Координацію та контроль</w:t>
      </w:r>
      <w:r>
        <w:rPr>
          <w:sz w:val="28"/>
          <w:szCs w:val="28"/>
        </w:rPr>
        <w:t xml:space="preserve"> за</w:t>
      </w:r>
      <w:r w:rsidRPr="00C121A6">
        <w:rPr>
          <w:sz w:val="28"/>
          <w:szCs w:val="28"/>
        </w:rPr>
        <w:t xml:space="preserve"> виконанням Програми здійснює </w:t>
      </w:r>
      <w:r>
        <w:rPr>
          <w:sz w:val="28"/>
          <w:szCs w:val="28"/>
        </w:rPr>
        <w:t>відділ з правової та внутрішньої політики Глухівської міської ради.</w:t>
      </w:r>
    </w:p>
    <w:p w:rsidR="00B86457" w:rsidRDefault="00B86457" w:rsidP="005E0634">
      <w:pPr>
        <w:ind w:firstLine="709"/>
        <w:jc w:val="both"/>
        <w:rPr>
          <w:sz w:val="28"/>
          <w:szCs w:val="28"/>
        </w:rPr>
      </w:pPr>
      <w:r w:rsidRPr="006117EF">
        <w:rPr>
          <w:sz w:val="28"/>
          <w:szCs w:val="28"/>
        </w:rPr>
        <w:t xml:space="preserve">Результати реалізації Програми визначаються шляхом проведення моніторингу криміногенного стану, безпеки дорожнього руху </w:t>
      </w:r>
      <w:r>
        <w:rPr>
          <w:sz w:val="28"/>
          <w:szCs w:val="28"/>
        </w:rPr>
        <w:t>на території Глухівської міської ради.</w:t>
      </w:r>
    </w:p>
    <w:p w:rsidR="00B86457" w:rsidRDefault="00B86457" w:rsidP="005E0634">
      <w:pPr>
        <w:ind w:firstLine="709"/>
        <w:jc w:val="both"/>
        <w:rPr>
          <w:sz w:val="28"/>
          <w:szCs w:val="28"/>
        </w:rPr>
      </w:pPr>
      <w:r w:rsidRPr="006117EF">
        <w:rPr>
          <w:sz w:val="28"/>
          <w:szCs w:val="28"/>
        </w:rPr>
        <w:t>Основними завданнями моніторингу реалізації</w:t>
      </w:r>
      <w:r w:rsidRPr="00C121A6">
        <w:rPr>
          <w:sz w:val="28"/>
          <w:szCs w:val="28"/>
        </w:rPr>
        <w:t xml:space="preserve"> Програми є збір, узагальнення, періодичний аналіз відповідних показників та визначення ефективності реалізації Програми. Моніторинг проводиться на підставі даних правоохоронних та контролюючих органів</w:t>
      </w:r>
      <w:r>
        <w:rPr>
          <w:sz w:val="28"/>
          <w:szCs w:val="28"/>
        </w:rPr>
        <w:t>.</w:t>
      </w:r>
    </w:p>
    <w:p w:rsidR="00B86457" w:rsidRPr="00C121A6" w:rsidRDefault="00B86457" w:rsidP="005E0634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 xml:space="preserve">Учасники Програми аналізують хід реалізації Програми та надають </w:t>
      </w:r>
      <w:r>
        <w:rPr>
          <w:sz w:val="28"/>
          <w:szCs w:val="28"/>
        </w:rPr>
        <w:t>відділу з правової та внутрішньої політики Глухівської міської ради</w:t>
      </w:r>
      <w:r w:rsidRPr="00C121A6">
        <w:rPr>
          <w:sz w:val="28"/>
          <w:szCs w:val="28"/>
        </w:rPr>
        <w:t xml:space="preserve"> звіт і пропози</w:t>
      </w:r>
      <w:r>
        <w:rPr>
          <w:sz w:val="28"/>
          <w:szCs w:val="28"/>
        </w:rPr>
        <w:t>ції щодо заходів з її виконання</w:t>
      </w:r>
      <w:r>
        <w:rPr>
          <w:bCs/>
          <w:iCs/>
          <w:sz w:val="28"/>
          <w:szCs w:val="28"/>
        </w:rPr>
        <w:t xml:space="preserve"> до 1</w:t>
      </w:r>
      <w:r w:rsidRPr="00C121A6">
        <w:rPr>
          <w:bCs/>
          <w:iCs/>
          <w:sz w:val="28"/>
          <w:szCs w:val="28"/>
        </w:rPr>
        <w:t xml:space="preserve"> липня</w:t>
      </w:r>
      <w:r>
        <w:rPr>
          <w:sz w:val="28"/>
          <w:szCs w:val="28"/>
        </w:rPr>
        <w:t xml:space="preserve"> 2018 -2022 року та </w:t>
      </w:r>
      <w:r>
        <w:rPr>
          <w:bCs/>
          <w:iCs/>
          <w:sz w:val="28"/>
          <w:szCs w:val="28"/>
        </w:rPr>
        <w:t xml:space="preserve">1 січня 2019 -2023 року. </w:t>
      </w:r>
    </w:p>
    <w:p w:rsidR="00B86457" w:rsidRPr="00C121A6" w:rsidRDefault="00B86457" w:rsidP="005E063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Відділ з правової та внутрішньої політики Глухівської міської ради</w:t>
      </w:r>
      <w:r w:rsidRPr="00C121A6">
        <w:rPr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 xml:space="preserve">до 1 </w:t>
      </w:r>
      <w:r w:rsidRPr="00C121A6">
        <w:rPr>
          <w:bCs/>
          <w:iCs/>
          <w:sz w:val="28"/>
          <w:szCs w:val="28"/>
        </w:rPr>
        <w:t>серпня</w:t>
      </w:r>
      <w:r>
        <w:rPr>
          <w:bCs/>
          <w:iCs/>
          <w:sz w:val="28"/>
          <w:szCs w:val="28"/>
        </w:rPr>
        <w:t xml:space="preserve"> 2018 - 2022 року та 1</w:t>
      </w:r>
      <w:r w:rsidRPr="00C121A6">
        <w:rPr>
          <w:bCs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 xml:space="preserve">лютого 2019 - 2023 року </w:t>
      </w:r>
      <w:r w:rsidRPr="00C121A6">
        <w:rPr>
          <w:sz w:val="28"/>
          <w:szCs w:val="28"/>
        </w:rPr>
        <w:t xml:space="preserve">узагальнює подану інформацію, готує звіт про реалізацію Програми та подає його на розгляд </w:t>
      </w:r>
      <w:r>
        <w:rPr>
          <w:sz w:val="28"/>
          <w:szCs w:val="28"/>
        </w:rPr>
        <w:t>міському голові.</w:t>
      </w:r>
    </w:p>
    <w:p w:rsidR="00B86457" w:rsidRPr="00740DEB" w:rsidRDefault="00B86457" w:rsidP="005E0634">
      <w:pPr>
        <w:ind w:firstLine="709"/>
        <w:jc w:val="both"/>
        <w:rPr>
          <w:sz w:val="28"/>
          <w:szCs w:val="28"/>
        </w:rPr>
      </w:pPr>
      <w:r w:rsidRPr="00740DEB">
        <w:rPr>
          <w:sz w:val="28"/>
          <w:szCs w:val="28"/>
        </w:rPr>
        <w:t xml:space="preserve">Звіт про реалізацію Програми заслуховується на постійній комісії </w:t>
      </w:r>
      <w:r w:rsidRPr="00073416">
        <w:rPr>
          <w:sz w:val="28"/>
          <w:szCs w:val="28"/>
        </w:rPr>
        <w:t>з питань місцевого самоврядування,  дотримання законності, правопорядку, регламенту,  депутатської етики та зап</w:t>
      </w:r>
      <w:r>
        <w:rPr>
          <w:sz w:val="28"/>
          <w:szCs w:val="28"/>
        </w:rPr>
        <w:t xml:space="preserve">обігання корупції, </w:t>
      </w:r>
      <w:r w:rsidRPr="00740DEB">
        <w:rPr>
          <w:sz w:val="28"/>
          <w:szCs w:val="28"/>
        </w:rPr>
        <w:t xml:space="preserve">висвітлюється в місцевих засобах масової інформації та на офіційному веб-сайті Глухівської міської ради. </w:t>
      </w:r>
    </w:p>
    <w:p w:rsidR="00B86457" w:rsidRDefault="00B86457" w:rsidP="005E0634">
      <w:pPr>
        <w:ind w:left="6804"/>
        <w:jc w:val="both"/>
        <w:rPr>
          <w:sz w:val="28"/>
          <w:szCs w:val="28"/>
        </w:rPr>
      </w:pPr>
      <w:r w:rsidRPr="00CB7BB7">
        <w:rPr>
          <w:sz w:val="28"/>
          <w:szCs w:val="28"/>
        </w:rPr>
        <w:br w:type="page"/>
      </w:r>
    </w:p>
    <w:p w:rsidR="00B86457" w:rsidRPr="00C25B4B" w:rsidRDefault="00B86457" w:rsidP="005E0634">
      <w:pPr>
        <w:ind w:left="6804"/>
        <w:jc w:val="both"/>
        <w:rPr>
          <w:sz w:val="28"/>
          <w:szCs w:val="28"/>
        </w:rPr>
      </w:pPr>
      <w:r w:rsidRPr="00C25B4B">
        <w:rPr>
          <w:sz w:val="28"/>
          <w:szCs w:val="28"/>
        </w:rPr>
        <w:t xml:space="preserve">Додаток 1 </w:t>
      </w:r>
    </w:p>
    <w:p w:rsidR="00B86457" w:rsidRPr="00C25B4B" w:rsidRDefault="00B86457" w:rsidP="005E0634">
      <w:pPr>
        <w:ind w:left="6804"/>
        <w:jc w:val="both"/>
        <w:rPr>
          <w:sz w:val="28"/>
          <w:szCs w:val="28"/>
        </w:rPr>
      </w:pPr>
      <w:r w:rsidRPr="00C25B4B">
        <w:rPr>
          <w:sz w:val="28"/>
          <w:szCs w:val="28"/>
        </w:rPr>
        <w:t>до Програми</w:t>
      </w:r>
    </w:p>
    <w:p w:rsidR="00B86457" w:rsidRPr="00C25B4B" w:rsidRDefault="00B86457" w:rsidP="005E0634">
      <w:pPr>
        <w:ind w:firstLine="709"/>
        <w:jc w:val="both"/>
        <w:rPr>
          <w:b/>
          <w:bCs/>
          <w:sz w:val="28"/>
          <w:szCs w:val="28"/>
        </w:rPr>
      </w:pPr>
    </w:p>
    <w:p w:rsidR="00B86457" w:rsidRPr="00C25B4B" w:rsidRDefault="00B86457" w:rsidP="005E0634">
      <w:pPr>
        <w:jc w:val="center"/>
        <w:rPr>
          <w:b/>
          <w:sz w:val="28"/>
          <w:szCs w:val="28"/>
        </w:rPr>
      </w:pPr>
      <w:r w:rsidRPr="00C25B4B">
        <w:rPr>
          <w:b/>
          <w:bCs/>
          <w:sz w:val="28"/>
          <w:szCs w:val="28"/>
        </w:rPr>
        <w:t>Ресурсне забезпечення П</w:t>
      </w:r>
      <w:r w:rsidRPr="00C25B4B">
        <w:rPr>
          <w:b/>
          <w:sz w:val="28"/>
          <w:szCs w:val="28"/>
        </w:rPr>
        <w:t>рограми</w:t>
      </w:r>
    </w:p>
    <w:p w:rsidR="00B86457" w:rsidRPr="00C25B4B" w:rsidRDefault="00B86457" w:rsidP="005E0634">
      <w:pPr>
        <w:ind w:firstLine="709"/>
        <w:jc w:val="both"/>
        <w:rPr>
          <w:b/>
          <w:sz w:val="28"/>
          <w:szCs w:val="28"/>
        </w:rPr>
      </w:pPr>
    </w:p>
    <w:p w:rsidR="00B86457" w:rsidRPr="00C25B4B" w:rsidRDefault="00B86457" w:rsidP="005E0634">
      <w:pPr>
        <w:ind w:firstLine="709"/>
        <w:jc w:val="both"/>
        <w:rPr>
          <w:b/>
          <w:sz w:val="28"/>
          <w:szCs w:val="28"/>
        </w:rPr>
      </w:pPr>
    </w:p>
    <w:p w:rsidR="00B86457" w:rsidRPr="00C25B4B" w:rsidRDefault="00B86457" w:rsidP="005E0634">
      <w:pPr>
        <w:ind w:firstLine="709"/>
        <w:jc w:val="both"/>
        <w:rPr>
          <w:sz w:val="28"/>
          <w:szCs w:val="28"/>
        </w:rPr>
      </w:pPr>
      <w:r w:rsidRPr="00C25B4B">
        <w:rPr>
          <w:b/>
          <w:sz w:val="28"/>
          <w:szCs w:val="28"/>
        </w:rPr>
        <w:tab/>
      </w:r>
      <w:r w:rsidRPr="00C25B4B">
        <w:rPr>
          <w:b/>
          <w:sz w:val="28"/>
          <w:szCs w:val="28"/>
        </w:rPr>
        <w:tab/>
      </w:r>
      <w:r w:rsidRPr="00C25B4B">
        <w:rPr>
          <w:b/>
          <w:sz w:val="28"/>
          <w:szCs w:val="28"/>
        </w:rPr>
        <w:tab/>
      </w:r>
      <w:r w:rsidRPr="00C25B4B">
        <w:rPr>
          <w:b/>
          <w:sz w:val="28"/>
          <w:szCs w:val="28"/>
        </w:rPr>
        <w:tab/>
      </w:r>
      <w:r w:rsidRPr="00C25B4B">
        <w:rPr>
          <w:b/>
          <w:sz w:val="28"/>
          <w:szCs w:val="28"/>
        </w:rPr>
        <w:tab/>
      </w:r>
      <w:r w:rsidRPr="00C25B4B">
        <w:rPr>
          <w:b/>
          <w:sz w:val="28"/>
          <w:szCs w:val="28"/>
        </w:rPr>
        <w:tab/>
      </w:r>
      <w:r w:rsidRPr="00C25B4B">
        <w:rPr>
          <w:b/>
          <w:sz w:val="28"/>
          <w:szCs w:val="28"/>
        </w:rPr>
        <w:tab/>
      </w:r>
      <w:r w:rsidRPr="00C25B4B">
        <w:rPr>
          <w:b/>
          <w:sz w:val="28"/>
          <w:szCs w:val="28"/>
        </w:rPr>
        <w:tab/>
      </w:r>
      <w:r w:rsidRPr="00C25B4B">
        <w:rPr>
          <w:b/>
          <w:sz w:val="28"/>
          <w:szCs w:val="28"/>
        </w:rPr>
        <w:tab/>
      </w:r>
      <w:r w:rsidRPr="00C25B4B">
        <w:rPr>
          <w:b/>
          <w:sz w:val="28"/>
          <w:szCs w:val="28"/>
        </w:rPr>
        <w:tab/>
      </w:r>
      <w:r w:rsidRPr="001C5C3E">
        <w:rPr>
          <w:sz w:val="28"/>
          <w:szCs w:val="28"/>
        </w:rPr>
        <w:t>тис</w:t>
      </w:r>
      <w:r>
        <w:rPr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C25B4B">
        <w:rPr>
          <w:sz w:val="28"/>
          <w:szCs w:val="28"/>
        </w:rPr>
        <w:t>гривень</w:t>
      </w:r>
    </w:p>
    <w:tbl>
      <w:tblPr>
        <w:tblW w:w="9796" w:type="dxa"/>
        <w:tblLayout w:type="fixed"/>
        <w:tblCellMar>
          <w:left w:w="57" w:type="dxa"/>
          <w:right w:w="57" w:type="dxa"/>
        </w:tblCellMar>
        <w:tblLook w:val="0000"/>
      </w:tblPr>
      <w:tblGrid>
        <w:gridCol w:w="3652"/>
        <w:gridCol w:w="1083"/>
        <w:gridCol w:w="851"/>
        <w:gridCol w:w="992"/>
        <w:gridCol w:w="850"/>
        <w:gridCol w:w="891"/>
        <w:gridCol w:w="1477"/>
      </w:tblGrid>
      <w:tr w:rsidR="00B86457" w:rsidRPr="000A1E47" w:rsidTr="005E0634">
        <w:trPr>
          <w:trHeight w:val="405"/>
        </w:trPr>
        <w:tc>
          <w:tcPr>
            <w:tcW w:w="36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B86457" w:rsidRPr="000A1E47" w:rsidRDefault="00B86457" w:rsidP="005E0634">
            <w:pPr>
              <w:jc w:val="both"/>
              <w:rPr>
                <w:b/>
                <w:spacing w:val="-2"/>
                <w:sz w:val="28"/>
                <w:szCs w:val="28"/>
              </w:rPr>
            </w:pPr>
            <w:r w:rsidRPr="000A1E47">
              <w:rPr>
                <w:b/>
                <w:spacing w:val="-2"/>
                <w:sz w:val="28"/>
                <w:szCs w:val="28"/>
              </w:rPr>
              <w:t>Обсяг коштів, що пропо-нується залучити на виконання Програми</w:t>
            </w:r>
          </w:p>
        </w:tc>
        <w:tc>
          <w:tcPr>
            <w:tcW w:w="4667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86457" w:rsidRPr="000A1E47" w:rsidRDefault="00B86457" w:rsidP="005E0634">
            <w:pPr>
              <w:ind w:firstLine="28"/>
              <w:jc w:val="center"/>
              <w:rPr>
                <w:b/>
                <w:sz w:val="28"/>
                <w:szCs w:val="28"/>
              </w:rPr>
            </w:pPr>
            <w:r w:rsidRPr="000A1E47">
              <w:rPr>
                <w:b/>
                <w:sz w:val="28"/>
                <w:szCs w:val="28"/>
              </w:rPr>
              <w:t>Роки виконання</w:t>
            </w:r>
          </w:p>
        </w:tc>
        <w:tc>
          <w:tcPr>
            <w:tcW w:w="14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86457" w:rsidRPr="000A1E47" w:rsidRDefault="00B86457" w:rsidP="005E0634">
            <w:pPr>
              <w:ind w:hanging="97"/>
              <w:jc w:val="center"/>
              <w:rPr>
                <w:b/>
                <w:sz w:val="28"/>
                <w:szCs w:val="28"/>
              </w:rPr>
            </w:pPr>
            <w:r w:rsidRPr="000A1E47">
              <w:rPr>
                <w:b/>
                <w:spacing w:val="-2"/>
                <w:sz w:val="28"/>
                <w:szCs w:val="28"/>
              </w:rPr>
              <w:t xml:space="preserve">Усього витрат на </w:t>
            </w:r>
            <w:r w:rsidRPr="000A1E47">
              <w:rPr>
                <w:b/>
                <w:spacing w:val="-4"/>
                <w:sz w:val="28"/>
                <w:szCs w:val="28"/>
              </w:rPr>
              <w:t xml:space="preserve">виконання </w:t>
            </w:r>
            <w:r w:rsidRPr="000A1E47">
              <w:rPr>
                <w:b/>
                <w:sz w:val="28"/>
                <w:szCs w:val="28"/>
              </w:rPr>
              <w:t>Програми</w:t>
            </w:r>
          </w:p>
        </w:tc>
      </w:tr>
      <w:tr w:rsidR="00B86457" w:rsidRPr="00C25B4B" w:rsidTr="005E0634">
        <w:trPr>
          <w:trHeight w:hRule="exact" w:val="477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6457" w:rsidRPr="00C25B4B" w:rsidRDefault="00B86457" w:rsidP="005E063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457" w:rsidRPr="000A1E47" w:rsidRDefault="00B86457" w:rsidP="005E0634">
            <w:pPr>
              <w:jc w:val="center"/>
              <w:rPr>
                <w:b/>
                <w:sz w:val="28"/>
                <w:szCs w:val="28"/>
              </w:rPr>
            </w:pPr>
            <w:r w:rsidRPr="000A1E47">
              <w:rPr>
                <w:b/>
                <w:sz w:val="28"/>
                <w:szCs w:val="28"/>
              </w:rPr>
              <w:t>І етап</w:t>
            </w:r>
          </w:p>
        </w:tc>
        <w:tc>
          <w:tcPr>
            <w:tcW w:w="1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457" w:rsidRPr="000A1E47" w:rsidRDefault="00B86457" w:rsidP="005E063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ІІ етап</w:t>
            </w:r>
          </w:p>
        </w:tc>
        <w:tc>
          <w:tcPr>
            <w:tcW w:w="14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6457" w:rsidRPr="00C25B4B" w:rsidRDefault="00B86457" w:rsidP="005E0634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B86457" w:rsidRPr="00C25B4B" w:rsidTr="005E0634">
        <w:trPr>
          <w:trHeight w:hRule="exact" w:val="887"/>
        </w:trPr>
        <w:tc>
          <w:tcPr>
            <w:tcW w:w="3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457" w:rsidRPr="00C25B4B" w:rsidRDefault="00B86457" w:rsidP="005E063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457" w:rsidRPr="000A1E47" w:rsidRDefault="00B86457" w:rsidP="005E063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2018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457" w:rsidRPr="000A1E47" w:rsidRDefault="00B86457" w:rsidP="005E063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457" w:rsidRPr="000A1E47" w:rsidRDefault="00B86457" w:rsidP="005E063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457" w:rsidRPr="000A1E47" w:rsidRDefault="00B86457" w:rsidP="005E063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2021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457" w:rsidRPr="000A1E47" w:rsidRDefault="00B86457" w:rsidP="005E063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2022</w:t>
            </w:r>
          </w:p>
        </w:tc>
        <w:tc>
          <w:tcPr>
            <w:tcW w:w="14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457" w:rsidRPr="00C25B4B" w:rsidRDefault="00B86457" w:rsidP="005E0634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B86457" w:rsidRPr="00A42F21" w:rsidTr="005E0634">
        <w:trPr>
          <w:trHeight w:hRule="exact" w:val="633"/>
        </w:trPr>
        <w:tc>
          <w:tcPr>
            <w:tcW w:w="36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86457" w:rsidRPr="00C25B4B" w:rsidRDefault="00B86457" w:rsidP="005E0634">
            <w:pPr>
              <w:jc w:val="both"/>
              <w:rPr>
                <w:sz w:val="28"/>
                <w:szCs w:val="28"/>
              </w:rPr>
            </w:pPr>
            <w:r w:rsidRPr="00C25B4B">
              <w:rPr>
                <w:sz w:val="28"/>
                <w:szCs w:val="28"/>
              </w:rPr>
              <w:t>Обсяг ресурсів, усього,</w:t>
            </w:r>
          </w:p>
          <w:p w:rsidR="00B86457" w:rsidRPr="00C25B4B" w:rsidRDefault="00B86457" w:rsidP="005E063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8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86457" w:rsidRPr="006676D6" w:rsidRDefault="00B86457" w:rsidP="005E0634">
            <w:pPr>
              <w:jc w:val="center"/>
              <w:rPr>
                <w:sz w:val="28"/>
                <w:szCs w:val="28"/>
              </w:rPr>
            </w:pPr>
          </w:p>
          <w:p w:rsidR="00B86457" w:rsidRPr="006676D6" w:rsidRDefault="00B86457" w:rsidP="005E0634">
            <w:pPr>
              <w:jc w:val="center"/>
              <w:rPr>
                <w:sz w:val="28"/>
                <w:szCs w:val="28"/>
              </w:rPr>
            </w:pPr>
            <w:r w:rsidRPr="006676D6">
              <w:rPr>
                <w:sz w:val="28"/>
                <w:szCs w:val="28"/>
              </w:rPr>
              <w:t>64,24</w:t>
            </w:r>
          </w:p>
          <w:p w:rsidR="00B86457" w:rsidRPr="006676D6" w:rsidRDefault="00B86457" w:rsidP="005E063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86457" w:rsidRPr="006676D6" w:rsidRDefault="00B86457" w:rsidP="005E0634">
            <w:pPr>
              <w:jc w:val="center"/>
              <w:rPr>
                <w:sz w:val="28"/>
                <w:szCs w:val="28"/>
              </w:rPr>
            </w:pPr>
          </w:p>
          <w:p w:rsidR="00B86457" w:rsidRPr="006676D6" w:rsidRDefault="00B86457" w:rsidP="005E0634">
            <w:pPr>
              <w:jc w:val="center"/>
              <w:rPr>
                <w:sz w:val="28"/>
                <w:szCs w:val="28"/>
              </w:rPr>
            </w:pPr>
            <w:r w:rsidRPr="006676D6">
              <w:rPr>
                <w:sz w:val="28"/>
                <w:szCs w:val="28"/>
              </w:rPr>
              <w:t>72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457" w:rsidRPr="006676D6" w:rsidRDefault="00B86457" w:rsidP="005E0634">
            <w:pPr>
              <w:jc w:val="center"/>
              <w:rPr>
                <w:sz w:val="28"/>
                <w:szCs w:val="28"/>
              </w:rPr>
            </w:pPr>
          </w:p>
          <w:p w:rsidR="00B86457" w:rsidRPr="006676D6" w:rsidRDefault="00B86457" w:rsidP="005E063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457" w:rsidRPr="006676D6" w:rsidRDefault="00B86457" w:rsidP="005E0634">
            <w:pPr>
              <w:jc w:val="center"/>
              <w:rPr>
                <w:sz w:val="28"/>
                <w:szCs w:val="28"/>
              </w:rPr>
            </w:pPr>
          </w:p>
          <w:p w:rsidR="00B86457" w:rsidRPr="006676D6" w:rsidRDefault="00B86457" w:rsidP="005E063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457" w:rsidRPr="006676D6" w:rsidRDefault="00B86457" w:rsidP="005E0634">
            <w:pPr>
              <w:jc w:val="center"/>
              <w:rPr>
                <w:sz w:val="28"/>
                <w:szCs w:val="28"/>
              </w:rPr>
            </w:pPr>
          </w:p>
          <w:p w:rsidR="00B86457" w:rsidRPr="006676D6" w:rsidRDefault="00B86457" w:rsidP="005E063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457" w:rsidRPr="006676D6" w:rsidRDefault="00B86457" w:rsidP="005E0634">
            <w:pPr>
              <w:jc w:val="center"/>
              <w:rPr>
                <w:sz w:val="28"/>
                <w:szCs w:val="28"/>
              </w:rPr>
            </w:pPr>
          </w:p>
          <w:p w:rsidR="00B86457" w:rsidRPr="006676D6" w:rsidRDefault="00B86457" w:rsidP="005E0634">
            <w:pPr>
              <w:jc w:val="center"/>
              <w:rPr>
                <w:sz w:val="28"/>
                <w:szCs w:val="28"/>
              </w:rPr>
            </w:pPr>
            <w:r w:rsidRPr="006676D6">
              <w:rPr>
                <w:sz w:val="28"/>
                <w:szCs w:val="28"/>
              </w:rPr>
              <w:t>136,24</w:t>
            </w:r>
          </w:p>
          <w:p w:rsidR="00B86457" w:rsidRPr="006676D6" w:rsidRDefault="00B86457" w:rsidP="005E0634">
            <w:pPr>
              <w:jc w:val="center"/>
              <w:rPr>
                <w:sz w:val="28"/>
                <w:szCs w:val="28"/>
              </w:rPr>
            </w:pPr>
          </w:p>
        </w:tc>
      </w:tr>
      <w:tr w:rsidR="00B86457" w:rsidRPr="00A42F21" w:rsidTr="005E0634">
        <w:trPr>
          <w:trHeight w:hRule="exact" w:val="51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457" w:rsidRPr="00C25B4B" w:rsidRDefault="00B86457" w:rsidP="005E0634">
            <w:pPr>
              <w:jc w:val="both"/>
              <w:rPr>
                <w:sz w:val="28"/>
                <w:szCs w:val="28"/>
              </w:rPr>
            </w:pPr>
            <w:r w:rsidRPr="00C25B4B">
              <w:rPr>
                <w:sz w:val="28"/>
                <w:szCs w:val="28"/>
              </w:rPr>
              <w:t>у тому числі:</w:t>
            </w:r>
          </w:p>
        </w:tc>
        <w:tc>
          <w:tcPr>
            <w:tcW w:w="10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457" w:rsidRPr="006676D6" w:rsidRDefault="00B86457" w:rsidP="005E0634">
            <w:pPr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457" w:rsidRPr="006676D6" w:rsidRDefault="00B86457" w:rsidP="005E0634">
            <w:pPr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457" w:rsidRPr="006676D6" w:rsidRDefault="00B86457" w:rsidP="005E063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457" w:rsidRPr="006676D6" w:rsidRDefault="00B86457" w:rsidP="005E063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457" w:rsidRPr="006676D6" w:rsidRDefault="00B86457" w:rsidP="005E063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457" w:rsidRPr="006676D6" w:rsidRDefault="00B86457" w:rsidP="005E0634">
            <w:pPr>
              <w:jc w:val="center"/>
              <w:rPr>
                <w:sz w:val="28"/>
                <w:szCs w:val="28"/>
              </w:rPr>
            </w:pPr>
          </w:p>
        </w:tc>
      </w:tr>
      <w:tr w:rsidR="00B86457" w:rsidRPr="00A42F21" w:rsidTr="005E0634">
        <w:trPr>
          <w:trHeight w:hRule="exact" w:val="567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457" w:rsidRPr="00C25B4B" w:rsidRDefault="00B86457" w:rsidP="005E0634">
            <w:pPr>
              <w:jc w:val="both"/>
              <w:rPr>
                <w:sz w:val="28"/>
                <w:szCs w:val="28"/>
              </w:rPr>
            </w:pPr>
            <w:r w:rsidRPr="00C25B4B">
              <w:rPr>
                <w:sz w:val="28"/>
                <w:szCs w:val="28"/>
              </w:rPr>
              <w:t>обласний бюджет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457" w:rsidRPr="006676D6" w:rsidRDefault="00B86457" w:rsidP="005E063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457" w:rsidRPr="006676D6" w:rsidRDefault="00B86457" w:rsidP="005E063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457" w:rsidRPr="006676D6" w:rsidRDefault="00B86457" w:rsidP="005E063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457" w:rsidRPr="006676D6" w:rsidRDefault="00B86457" w:rsidP="005E063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457" w:rsidRPr="006676D6" w:rsidRDefault="00B86457" w:rsidP="005E063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457" w:rsidRPr="006676D6" w:rsidRDefault="00B86457" w:rsidP="005E0634">
            <w:pPr>
              <w:jc w:val="center"/>
              <w:rPr>
                <w:sz w:val="28"/>
                <w:szCs w:val="28"/>
              </w:rPr>
            </w:pPr>
          </w:p>
        </w:tc>
      </w:tr>
      <w:tr w:rsidR="00B86457" w:rsidRPr="00A42F21" w:rsidTr="005E0634">
        <w:trPr>
          <w:trHeight w:hRule="exact" w:val="749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457" w:rsidRPr="00C25B4B" w:rsidRDefault="00B86457" w:rsidP="005E063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міський бюджет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6457" w:rsidRPr="006676D6" w:rsidRDefault="00B86457" w:rsidP="005E0634">
            <w:pPr>
              <w:jc w:val="center"/>
              <w:rPr>
                <w:sz w:val="28"/>
                <w:szCs w:val="28"/>
              </w:rPr>
            </w:pPr>
          </w:p>
          <w:p w:rsidR="00B86457" w:rsidRPr="006676D6" w:rsidRDefault="00B86457" w:rsidP="005E0634">
            <w:pPr>
              <w:jc w:val="center"/>
              <w:rPr>
                <w:sz w:val="28"/>
                <w:szCs w:val="28"/>
              </w:rPr>
            </w:pPr>
            <w:r w:rsidRPr="006676D6">
              <w:rPr>
                <w:sz w:val="28"/>
                <w:szCs w:val="28"/>
                <w:lang w:val="ru-RU"/>
              </w:rPr>
              <w:t>64,24</w:t>
            </w:r>
          </w:p>
          <w:p w:rsidR="00B86457" w:rsidRPr="006676D6" w:rsidRDefault="00B86457" w:rsidP="005E063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6457" w:rsidRPr="006676D6" w:rsidRDefault="00B86457" w:rsidP="005E0634">
            <w:pPr>
              <w:jc w:val="center"/>
              <w:rPr>
                <w:sz w:val="28"/>
                <w:szCs w:val="28"/>
              </w:rPr>
            </w:pPr>
          </w:p>
          <w:p w:rsidR="00B86457" w:rsidRPr="006676D6" w:rsidRDefault="00B86457" w:rsidP="005E0634">
            <w:pPr>
              <w:jc w:val="center"/>
              <w:rPr>
                <w:sz w:val="28"/>
                <w:szCs w:val="28"/>
              </w:rPr>
            </w:pPr>
            <w:r w:rsidRPr="006676D6">
              <w:rPr>
                <w:sz w:val="28"/>
                <w:szCs w:val="28"/>
              </w:rPr>
              <w:t>72</w:t>
            </w:r>
          </w:p>
          <w:p w:rsidR="00B86457" w:rsidRPr="006676D6" w:rsidRDefault="00B86457" w:rsidP="005E063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6457" w:rsidRPr="006676D6" w:rsidRDefault="00B86457" w:rsidP="005E0634">
            <w:pPr>
              <w:jc w:val="center"/>
              <w:rPr>
                <w:sz w:val="28"/>
                <w:szCs w:val="28"/>
              </w:rPr>
            </w:pPr>
          </w:p>
          <w:p w:rsidR="00B86457" w:rsidRPr="006676D6" w:rsidRDefault="00B86457" w:rsidP="005E063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6457" w:rsidRPr="006676D6" w:rsidRDefault="00B86457" w:rsidP="005E0634">
            <w:pPr>
              <w:jc w:val="center"/>
              <w:rPr>
                <w:sz w:val="28"/>
                <w:szCs w:val="28"/>
              </w:rPr>
            </w:pPr>
          </w:p>
          <w:p w:rsidR="00B86457" w:rsidRPr="006676D6" w:rsidRDefault="00B86457" w:rsidP="005E063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6457" w:rsidRPr="006676D6" w:rsidRDefault="00B86457" w:rsidP="005E0634">
            <w:pPr>
              <w:jc w:val="center"/>
              <w:rPr>
                <w:sz w:val="28"/>
                <w:szCs w:val="28"/>
              </w:rPr>
            </w:pPr>
          </w:p>
          <w:p w:rsidR="00B86457" w:rsidRPr="006676D6" w:rsidRDefault="00B86457" w:rsidP="005E063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6457" w:rsidRPr="006676D6" w:rsidRDefault="00B86457" w:rsidP="005E0634">
            <w:pPr>
              <w:jc w:val="center"/>
              <w:rPr>
                <w:sz w:val="28"/>
                <w:szCs w:val="28"/>
              </w:rPr>
            </w:pPr>
          </w:p>
          <w:p w:rsidR="00B86457" w:rsidRPr="006676D6" w:rsidRDefault="00B86457" w:rsidP="005E0634">
            <w:pPr>
              <w:jc w:val="center"/>
              <w:rPr>
                <w:sz w:val="28"/>
                <w:szCs w:val="28"/>
              </w:rPr>
            </w:pPr>
            <w:r w:rsidRPr="006676D6">
              <w:rPr>
                <w:sz w:val="28"/>
                <w:szCs w:val="28"/>
                <w:lang w:val="ru-RU"/>
              </w:rPr>
              <w:t>13</w:t>
            </w:r>
            <w:r>
              <w:rPr>
                <w:sz w:val="28"/>
                <w:szCs w:val="28"/>
                <w:lang w:val="ru-RU"/>
              </w:rPr>
              <w:t>6</w:t>
            </w:r>
            <w:r w:rsidRPr="006676D6">
              <w:rPr>
                <w:sz w:val="28"/>
                <w:szCs w:val="28"/>
                <w:lang w:val="ru-RU"/>
              </w:rPr>
              <w:t>,24</w:t>
            </w:r>
          </w:p>
          <w:p w:rsidR="00B86457" w:rsidRPr="006676D6" w:rsidRDefault="00B86457" w:rsidP="005E0634">
            <w:pPr>
              <w:jc w:val="center"/>
              <w:rPr>
                <w:sz w:val="28"/>
                <w:szCs w:val="28"/>
              </w:rPr>
            </w:pPr>
          </w:p>
        </w:tc>
      </w:tr>
      <w:tr w:rsidR="00B86457" w:rsidRPr="00C25B4B" w:rsidTr="005E0634">
        <w:trPr>
          <w:trHeight w:hRule="exact" w:val="507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6457" w:rsidRPr="00C25B4B" w:rsidRDefault="00B86457" w:rsidP="005E0634">
            <w:pPr>
              <w:rPr>
                <w:sz w:val="28"/>
                <w:szCs w:val="28"/>
              </w:rPr>
            </w:pPr>
            <w:r w:rsidRPr="00C25B4B">
              <w:rPr>
                <w:sz w:val="28"/>
                <w:szCs w:val="28"/>
              </w:rPr>
              <w:t>кошти інших джерел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6457" w:rsidRPr="00461FDA" w:rsidRDefault="00B86457" w:rsidP="005E0634">
            <w:pPr>
              <w:ind w:firstLine="28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457" w:rsidRPr="00461FDA" w:rsidRDefault="00B86457" w:rsidP="005E063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6457" w:rsidRPr="00461FDA" w:rsidRDefault="00B86457" w:rsidP="005E0634">
            <w:pPr>
              <w:ind w:left="-743"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6457" w:rsidRPr="00461FDA" w:rsidRDefault="00B86457" w:rsidP="005E063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457" w:rsidRPr="00461FDA" w:rsidRDefault="00B86457" w:rsidP="005E063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6457" w:rsidRPr="00461FDA" w:rsidRDefault="00B86457" w:rsidP="005E0634">
            <w:pPr>
              <w:jc w:val="center"/>
              <w:rPr>
                <w:sz w:val="28"/>
                <w:szCs w:val="28"/>
              </w:rPr>
            </w:pPr>
          </w:p>
        </w:tc>
      </w:tr>
    </w:tbl>
    <w:p w:rsidR="00B86457" w:rsidRDefault="00B86457" w:rsidP="005E0634">
      <w:pPr>
        <w:jc w:val="both"/>
        <w:rPr>
          <w:sz w:val="28"/>
          <w:szCs w:val="28"/>
        </w:rPr>
        <w:sectPr w:rsidR="00B86457" w:rsidSect="005E0634">
          <w:headerReference w:type="even" r:id="rId7"/>
          <w:headerReference w:type="default" r:id="rId8"/>
          <w:footerReference w:type="default" r:id="rId9"/>
          <w:footerReference w:type="first" r:id="rId10"/>
          <w:pgSz w:w="11906" w:h="16838"/>
          <w:pgMar w:top="1134" w:right="567" w:bottom="993" w:left="1701" w:header="0" w:footer="0" w:gutter="0"/>
          <w:cols w:space="708"/>
          <w:titlePg/>
          <w:docGrid w:linePitch="360"/>
        </w:sectPr>
      </w:pPr>
    </w:p>
    <w:p w:rsidR="00B86457" w:rsidRPr="00256A00" w:rsidRDefault="00B86457" w:rsidP="005E0634">
      <w:pPr>
        <w:ind w:left="12191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256A00">
        <w:rPr>
          <w:sz w:val="28"/>
          <w:szCs w:val="28"/>
        </w:rPr>
        <w:t xml:space="preserve">одаток 2 </w:t>
      </w:r>
    </w:p>
    <w:p w:rsidR="00B86457" w:rsidRPr="00256A00" w:rsidRDefault="00B86457" w:rsidP="005E0634">
      <w:pPr>
        <w:ind w:left="12191"/>
        <w:jc w:val="both"/>
        <w:rPr>
          <w:sz w:val="28"/>
          <w:szCs w:val="28"/>
        </w:rPr>
      </w:pPr>
      <w:r w:rsidRPr="00256A00">
        <w:rPr>
          <w:sz w:val="28"/>
          <w:szCs w:val="28"/>
        </w:rPr>
        <w:t>до Програми</w:t>
      </w:r>
    </w:p>
    <w:p w:rsidR="00B86457" w:rsidRPr="00256A00" w:rsidRDefault="00B86457" w:rsidP="005E0634">
      <w:pPr>
        <w:ind w:firstLine="709"/>
        <w:jc w:val="both"/>
        <w:rPr>
          <w:sz w:val="28"/>
          <w:szCs w:val="28"/>
        </w:rPr>
      </w:pPr>
    </w:p>
    <w:p w:rsidR="00B86457" w:rsidRDefault="00B86457" w:rsidP="005E0634">
      <w:pPr>
        <w:ind w:firstLine="709"/>
        <w:jc w:val="center"/>
        <w:rPr>
          <w:b/>
          <w:sz w:val="28"/>
          <w:szCs w:val="28"/>
        </w:rPr>
      </w:pPr>
      <w:r w:rsidRPr="00256A00">
        <w:rPr>
          <w:b/>
          <w:sz w:val="28"/>
          <w:szCs w:val="28"/>
        </w:rPr>
        <w:t xml:space="preserve">Напрямки діяльності та заходи щодо реалізації Комплексної </w:t>
      </w:r>
      <w:r>
        <w:rPr>
          <w:b/>
          <w:sz w:val="28"/>
          <w:szCs w:val="28"/>
        </w:rPr>
        <w:t>міської</w:t>
      </w:r>
      <w:r w:rsidRPr="00256A00">
        <w:rPr>
          <w:b/>
          <w:sz w:val="28"/>
          <w:szCs w:val="28"/>
        </w:rPr>
        <w:t xml:space="preserve"> програми </w:t>
      </w:r>
    </w:p>
    <w:p w:rsidR="00B86457" w:rsidRPr="00256A00" w:rsidRDefault="00B86457" w:rsidP="005E0634">
      <w:pPr>
        <w:ind w:firstLine="709"/>
        <w:jc w:val="center"/>
        <w:rPr>
          <w:b/>
          <w:sz w:val="28"/>
          <w:szCs w:val="28"/>
        </w:rPr>
      </w:pPr>
      <w:r w:rsidRPr="00256A00">
        <w:rPr>
          <w:b/>
          <w:sz w:val="28"/>
          <w:szCs w:val="28"/>
        </w:rPr>
        <w:t>«Правопорядок</w:t>
      </w:r>
      <w:r>
        <w:rPr>
          <w:b/>
          <w:sz w:val="28"/>
          <w:szCs w:val="28"/>
        </w:rPr>
        <w:t xml:space="preserve"> </w:t>
      </w:r>
      <w:r w:rsidRPr="00256A00">
        <w:rPr>
          <w:b/>
          <w:sz w:val="28"/>
          <w:szCs w:val="28"/>
        </w:rPr>
        <w:t>на 201</w:t>
      </w:r>
      <w:r>
        <w:rPr>
          <w:b/>
          <w:sz w:val="28"/>
          <w:szCs w:val="28"/>
        </w:rPr>
        <w:t>8 - 2022 роки</w:t>
      </w:r>
      <w:r w:rsidRPr="00256A00">
        <w:rPr>
          <w:b/>
          <w:sz w:val="28"/>
          <w:szCs w:val="28"/>
        </w:rPr>
        <w:t>»</w:t>
      </w:r>
    </w:p>
    <w:p w:rsidR="00B86457" w:rsidRPr="00256A00" w:rsidRDefault="00B86457" w:rsidP="005E0634">
      <w:pPr>
        <w:ind w:firstLine="709"/>
        <w:jc w:val="both"/>
        <w:rPr>
          <w:b/>
          <w:sz w:val="28"/>
          <w:szCs w:val="28"/>
        </w:rPr>
      </w:pPr>
    </w:p>
    <w:tbl>
      <w:tblPr>
        <w:tblW w:w="15735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1418"/>
        <w:gridCol w:w="4111"/>
        <w:gridCol w:w="1417"/>
        <w:gridCol w:w="1985"/>
        <w:gridCol w:w="567"/>
        <w:gridCol w:w="708"/>
        <w:gridCol w:w="709"/>
        <w:gridCol w:w="709"/>
        <w:gridCol w:w="708"/>
        <w:gridCol w:w="19"/>
        <w:gridCol w:w="690"/>
        <w:gridCol w:w="709"/>
        <w:gridCol w:w="1418"/>
      </w:tblGrid>
      <w:tr w:rsidR="00B86457" w:rsidRPr="00256A00" w:rsidTr="005E0634">
        <w:trPr>
          <w:cantSplit/>
        </w:trPr>
        <w:tc>
          <w:tcPr>
            <w:tcW w:w="567" w:type="dxa"/>
            <w:vMerge w:val="restart"/>
            <w:vAlign w:val="center"/>
          </w:tcPr>
          <w:p w:rsidR="00B86457" w:rsidRPr="00256A00" w:rsidRDefault="00B86457" w:rsidP="005E0634">
            <w:pPr>
              <w:jc w:val="center"/>
              <w:rPr>
                <w:b/>
                <w:sz w:val="24"/>
                <w:szCs w:val="24"/>
              </w:rPr>
            </w:pPr>
            <w:r w:rsidRPr="00256A00">
              <w:rPr>
                <w:b/>
                <w:sz w:val="24"/>
                <w:szCs w:val="24"/>
              </w:rPr>
              <w:t>№</w:t>
            </w:r>
          </w:p>
          <w:p w:rsidR="00B86457" w:rsidRPr="00256A00" w:rsidRDefault="00B86457" w:rsidP="005E0634">
            <w:pPr>
              <w:jc w:val="center"/>
              <w:rPr>
                <w:sz w:val="24"/>
                <w:szCs w:val="24"/>
              </w:rPr>
            </w:pPr>
            <w:r w:rsidRPr="00256A00">
              <w:rPr>
                <w:b/>
                <w:sz w:val="24"/>
                <w:szCs w:val="24"/>
              </w:rPr>
              <w:t>з/п</w:t>
            </w:r>
          </w:p>
        </w:tc>
        <w:tc>
          <w:tcPr>
            <w:tcW w:w="1418" w:type="dxa"/>
            <w:vMerge w:val="restart"/>
            <w:vAlign w:val="center"/>
          </w:tcPr>
          <w:p w:rsidR="00B86457" w:rsidRPr="00256A00" w:rsidRDefault="00B86457" w:rsidP="005E0634">
            <w:pPr>
              <w:jc w:val="center"/>
              <w:rPr>
                <w:b/>
                <w:sz w:val="24"/>
                <w:szCs w:val="24"/>
              </w:rPr>
            </w:pPr>
            <w:r w:rsidRPr="00256A00">
              <w:rPr>
                <w:b/>
                <w:sz w:val="24"/>
                <w:szCs w:val="24"/>
              </w:rPr>
              <w:t>Назва напряму діяльності (пріори</w:t>
            </w:r>
            <w:r>
              <w:rPr>
                <w:b/>
                <w:sz w:val="24"/>
                <w:szCs w:val="24"/>
              </w:rPr>
              <w:t>-</w:t>
            </w:r>
            <w:r w:rsidRPr="00256A00">
              <w:rPr>
                <w:b/>
                <w:sz w:val="24"/>
                <w:szCs w:val="24"/>
              </w:rPr>
              <w:t>тетні завдання)</w:t>
            </w:r>
          </w:p>
        </w:tc>
        <w:tc>
          <w:tcPr>
            <w:tcW w:w="4111" w:type="dxa"/>
            <w:vMerge w:val="restart"/>
            <w:vAlign w:val="center"/>
          </w:tcPr>
          <w:p w:rsidR="00B86457" w:rsidRPr="00256A00" w:rsidRDefault="00B86457" w:rsidP="005E0634">
            <w:pPr>
              <w:jc w:val="center"/>
              <w:rPr>
                <w:b/>
                <w:sz w:val="24"/>
                <w:szCs w:val="24"/>
              </w:rPr>
            </w:pPr>
            <w:r w:rsidRPr="00256A00">
              <w:rPr>
                <w:b/>
                <w:sz w:val="24"/>
                <w:szCs w:val="24"/>
              </w:rPr>
              <w:t>Перелік заходів Програми</w:t>
            </w:r>
          </w:p>
        </w:tc>
        <w:tc>
          <w:tcPr>
            <w:tcW w:w="1417" w:type="dxa"/>
            <w:vMerge w:val="restart"/>
            <w:vAlign w:val="center"/>
          </w:tcPr>
          <w:p w:rsidR="00B86457" w:rsidRPr="00256A00" w:rsidRDefault="00B86457" w:rsidP="005E0634">
            <w:pPr>
              <w:ind w:firstLine="41"/>
              <w:jc w:val="center"/>
              <w:rPr>
                <w:b/>
                <w:sz w:val="24"/>
                <w:szCs w:val="24"/>
              </w:rPr>
            </w:pPr>
            <w:r w:rsidRPr="00256A00">
              <w:rPr>
                <w:b/>
                <w:sz w:val="24"/>
                <w:szCs w:val="24"/>
              </w:rPr>
              <w:t>Термін виконання</w:t>
            </w:r>
          </w:p>
        </w:tc>
        <w:tc>
          <w:tcPr>
            <w:tcW w:w="1985" w:type="dxa"/>
            <w:vMerge w:val="restart"/>
            <w:vAlign w:val="center"/>
          </w:tcPr>
          <w:p w:rsidR="00B86457" w:rsidRPr="00256A00" w:rsidRDefault="00B86457" w:rsidP="005E0634">
            <w:pPr>
              <w:jc w:val="center"/>
              <w:rPr>
                <w:b/>
                <w:sz w:val="24"/>
                <w:szCs w:val="24"/>
              </w:rPr>
            </w:pPr>
            <w:r w:rsidRPr="00256A00">
              <w:rPr>
                <w:b/>
                <w:sz w:val="24"/>
                <w:szCs w:val="24"/>
              </w:rPr>
              <w:t>Відповідальний виконавець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B86457" w:rsidRPr="00CB7BB7" w:rsidRDefault="00B86457" w:rsidP="005E0634">
            <w:pPr>
              <w:ind w:left="113" w:right="113"/>
              <w:jc w:val="center"/>
              <w:rPr>
                <w:b/>
                <w:spacing w:val="-2"/>
                <w:sz w:val="24"/>
                <w:szCs w:val="24"/>
              </w:rPr>
            </w:pPr>
            <w:r w:rsidRPr="00CB7BB7">
              <w:rPr>
                <w:b/>
                <w:spacing w:val="-2"/>
                <w:sz w:val="24"/>
                <w:szCs w:val="24"/>
              </w:rPr>
              <w:t>Джерела фінансування</w:t>
            </w:r>
          </w:p>
        </w:tc>
        <w:tc>
          <w:tcPr>
            <w:tcW w:w="4252" w:type="dxa"/>
            <w:gridSpan w:val="7"/>
            <w:vAlign w:val="center"/>
          </w:tcPr>
          <w:p w:rsidR="00B86457" w:rsidRPr="00256A00" w:rsidRDefault="00B86457" w:rsidP="005E0634">
            <w:pPr>
              <w:jc w:val="center"/>
              <w:rPr>
                <w:b/>
                <w:sz w:val="24"/>
                <w:szCs w:val="24"/>
              </w:rPr>
            </w:pPr>
            <w:r w:rsidRPr="00256A00">
              <w:rPr>
                <w:b/>
                <w:sz w:val="24"/>
                <w:szCs w:val="24"/>
              </w:rPr>
              <w:t>Джерела та обсяги фінансування,</w:t>
            </w:r>
            <w:r>
              <w:rPr>
                <w:b/>
                <w:sz w:val="24"/>
                <w:szCs w:val="24"/>
              </w:rPr>
              <w:t xml:space="preserve"> тис.</w:t>
            </w:r>
            <w:r w:rsidRPr="00256A00">
              <w:rPr>
                <w:b/>
                <w:sz w:val="24"/>
                <w:szCs w:val="24"/>
              </w:rPr>
              <w:t>грн.</w:t>
            </w:r>
          </w:p>
        </w:tc>
        <w:tc>
          <w:tcPr>
            <w:tcW w:w="1418" w:type="dxa"/>
            <w:vMerge w:val="restart"/>
            <w:vAlign w:val="center"/>
          </w:tcPr>
          <w:p w:rsidR="00B86457" w:rsidRPr="00256A00" w:rsidRDefault="00B86457" w:rsidP="005E0634">
            <w:pPr>
              <w:jc w:val="center"/>
              <w:rPr>
                <w:b/>
                <w:sz w:val="24"/>
                <w:szCs w:val="24"/>
              </w:rPr>
            </w:pPr>
            <w:r w:rsidRPr="00256A00">
              <w:rPr>
                <w:b/>
                <w:sz w:val="24"/>
                <w:szCs w:val="24"/>
              </w:rPr>
              <w:t>Очікувані результати</w:t>
            </w:r>
          </w:p>
        </w:tc>
      </w:tr>
      <w:tr w:rsidR="00B86457" w:rsidRPr="00256A00" w:rsidTr="005E0634">
        <w:trPr>
          <w:cantSplit/>
        </w:trPr>
        <w:tc>
          <w:tcPr>
            <w:tcW w:w="567" w:type="dxa"/>
            <w:vMerge/>
            <w:vAlign w:val="center"/>
          </w:tcPr>
          <w:p w:rsidR="00B86457" w:rsidRPr="00256A00" w:rsidRDefault="00B86457" w:rsidP="005E0634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B86457" w:rsidRPr="00256A00" w:rsidRDefault="00B86457" w:rsidP="005E0634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  <w:vAlign w:val="center"/>
          </w:tcPr>
          <w:p w:rsidR="00B86457" w:rsidRPr="00256A00" w:rsidRDefault="00B86457" w:rsidP="005E0634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B86457" w:rsidRPr="00256A00" w:rsidRDefault="00B86457" w:rsidP="005E0634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B86457" w:rsidRPr="00256A00" w:rsidRDefault="00B86457" w:rsidP="005E0634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B86457" w:rsidRPr="00256A00" w:rsidRDefault="00B86457" w:rsidP="005E0634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vAlign w:val="center"/>
          </w:tcPr>
          <w:p w:rsidR="00B86457" w:rsidRPr="00256A00" w:rsidRDefault="00B86457" w:rsidP="005E0634">
            <w:pPr>
              <w:ind w:left="-69"/>
              <w:jc w:val="center"/>
              <w:rPr>
                <w:b/>
                <w:sz w:val="24"/>
                <w:szCs w:val="24"/>
              </w:rPr>
            </w:pPr>
            <w:r w:rsidRPr="00256A00">
              <w:rPr>
                <w:b/>
                <w:sz w:val="24"/>
                <w:szCs w:val="24"/>
              </w:rPr>
              <w:t>Всьо-го</w:t>
            </w:r>
          </w:p>
        </w:tc>
        <w:tc>
          <w:tcPr>
            <w:tcW w:w="3544" w:type="dxa"/>
            <w:gridSpan w:val="6"/>
            <w:vAlign w:val="center"/>
          </w:tcPr>
          <w:p w:rsidR="00B86457" w:rsidRPr="00256A00" w:rsidRDefault="00B86457" w:rsidP="005E0634">
            <w:pPr>
              <w:ind w:firstLine="709"/>
              <w:jc w:val="center"/>
              <w:rPr>
                <w:b/>
                <w:sz w:val="24"/>
                <w:szCs w:val="24"/>
              </w:rPr>
            </w:pPr>
            <w:r w:rsidRPr="00256A00">
              <w:rPr>
                <w:b/>
                <w:sz w:val="24"/>
                <w:szCs w:val="24"/>
              </w:rPr>
              <w:t>у тому числі:</w:t>
            </w:r>
          </w:p>
        </w:tc>
        <w:tc>
          <w:tcPr>
            <w:tcW w:w="1418" w:type="dxa"/>
            <w:vMerge/>
            <w:vAlign w:val="center"/>
          </w:tcPr>
          <w:p w:rsidR="00B86457" w:rsidRPr="00256A00" w:rsidRDefault="00B86457" w:rsidP="005E0634">
            <w:pPr>
              <w:ind w:firstLine="709"/>
              <w:jc w:val="center"/>
              <w:rPr>
                <w:sz w:val="24"/>
                <w:szCs w:val="24"/>
              </w:rPr>
            </w:pPr>
          </w:p>
        </w:tc>
      </w:tr>
      <w:tr w:rsidR="00B86457" w:rsidRPr="00256A00" w:rsidTr="005E0634">
        <w:trPr>
          <w:cantSplit/>
        </w:trPr>
        <w:tc>
          <w:tcPr>
            <w:tcW w:w="567" w:type="dxa"/>
            <w:vMerge/>
            <w:vAlign w:val="center"/>
          </w:tcPr>
          <w:p w:rsidR="00B86457" w:rsidRPr="00256A00" w:rsidRDefault="00B86457" w:rsidP="005E0634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B86457" w:rsidRPr="00256A00" w:rsidRDefault="00B86457" w:rsidP="005E0634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  <w:vAlign w:val="center"/>
          </w:tcPr>
          <w:p w:rsidR="00B86457" w:rsidRPr="00256A00" w:rsidRDefault="00B86457" w:rsidP="005E0634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B86457" w:rsidRPr="00256A00" w:rsidRDefault="00B86457" w:rsidP="005E0634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B86457" w:rsidRPr="00256A00" w:rsidRDefault="00B86457" w:rsidP="005E0634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B86457" w:rsidRPr="00256A00" w:rsidRDefault="00B86457" w:rsidP="005E0634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B86457" w:rsidRPr="00256A00" w:rsidRDefault="00B86457" w:rsidP="005E0634">
            <w:pPr>
              <w:ind w:left="-6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B86457" w:rsidRPr="00256A00" w:rsidRDefault="00B86457" w:rsidP="005E063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І етап</w:t>
            </w:r>
          </w:p>
        </w:tc>
        <w:tc>
          <w:tcPr>
            <w:tcW w:w="1418" w:type="dxa"/>
            <w:gridSpan w:val="3"/>
            <w:vAlign w:val="center"/>
          </w:tcPr>
          <w:p w:rsidR="00B86457" w:rsidRPr="00256A00" w:rsidRDefault="00B86457" w:rsidP="005E063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ІІ етап</w:t>
            </w:r>
          </w:p>
        </w:tc>
        <w:tc>
          <w:tcPr>
            <w:tcW w:w="1418" w:type="dxa"/>
            <w:vMerge/>
            <w:vAlign w:val="center"/>
          </w:tcPr>
          <w:p w:rsidR="00B86457" w:rsidRPr="00256A00" w:rsidRDefault="00B86457" w:rsidP="005E0634">
            <w:pPr>
              <w:ind w:firstLine="709"/>
              <w:jc w:val="center"/>
              <w:rPr>
                <w:sz w:val="24"/>
                <w:szCs w:val="24"/>
              </w:rPr>
            </w:pPr>
          </w:p>
        </w:tc>
      </w:tr>
      <w:tr w:rsidR="00B86457" w:rsidRPr="00256A00" w:rsidTr="005E0634">
        <w:trPr>
          <w:cantSplit/>
          <w:trHeight w:val="884"/>
        </w:trPr>
        <w:tc>
          <w:tcPr>
            <w:tcW w:w="567" w:type="dxa"/>
            <w:vMerge/>
            <w:vAlign w:val="center"/>
          </w:tcPr>
          <w:p w:rsidR="00B86457" w:rsidRPr="00256A00" w:rsidRDefault="00B86457" w:rsidP="005E0634">
            <w:pPr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B86457" w:rsidRPr="00256A00" w:rsidRDefault="00B86457" w:rsidP="005E0634">
            <w:pPr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  <w:vAlign w:val="center"/>
          </w:tcPr>
          <w:p w:rsidR="00B86457" w:rsidRPr="00256A00" w:rsidRDefault="00B86457" w:rsidP="005E0634">
            <w:pPr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B86457" w:rsidRPr="00256A00" w:rsidRDefault="00B86457" w:rsidP="005E0634">
            <w:pPr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B86457" w:rsidRPr="00256A00" w:rsidRDefault="00B86457" w:rsidP="005E0634">
            <w:pPr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B86457" w:rsidRPr="00256A00" w:rsidRDefault="00B86457" w:rsidP="005E0634">
            <w:pPr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B86457" w:rsidRPr="00256A00" w:rsidRDefault="00B86457" w:rsidP="005E0634">
            <w:pPr>
              <w:ind w:firstLine="70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86457" w:rsidRPr="00256A00" w:rsidRDefault="00B86457" w:rsidP="005E0634">
            <w:pPr>
              <w:ind w:left="-87" w:right="-71"/>
              <w:jc w:val="center"/>
              <w:rPr>
                <w:b/>
                <w:sz w:val="24"/>
                <w:szCs w:val="24"/>
              </w:rPr>
            </w:pPr>
            <w:r w:rsidRPr="00256A00">
              <w:rPr>
                <w:b/>
                <w:sz w:val="24"/>
                <w:szCs w:val="24"/>
              </w:rPr>
              <w:t>201</w:t>
            </w: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709" w:type="dxa"/>
            <w:vAlign w:val="center"/>
          </w:tcPr>
          <w:p w:rsidR="00B86457" w:rsidRPr="00256A00" w:rsidRDefault="00B86457" w:rsidP="005E0634">
            <w:pPr>
              <w:ind w:left="-69" w:right="-7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727" w:type="dxa"/>
            <w:gridSpan w:val="2"/>
            <w:vAlign w:val="center"/>
          </w:tcPr>
          <w:p w:rsidR="00B86457" w:rsidRPr="00256A00" w:rsidRDefault="00B86457" w:rsidP="005E0634">
            <w:pPr>
              <w:ind w:left="-70" w:right="-7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690" w:type="dxa"/>
            <w:vAlign w:val="center"/>
          </w:tcPr>
          <w:p w:rsidR="00B86457" w:rsidRPr="00256A00" w:rsidRDefault="00B86457" w:rsidP="005E0634">
            <w:pPr>
              <w:ind w:left="-88" w:right="-7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709" w:type="dxa"/>
            <w:vAlign w:val="center"/>
          </w:tcPr>
          <w:p w:rsidR="00B86457" w:rsidRPr="00256A00" w:rsidRDefault="00B86457" w:rsidP="005E0634">
            <w:pPr>
              <w:ind w:left="-70" w:right="-7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1418" w:type="dxa"/>
            <w:vMerge/>
            <w:vAlign w:val="center"/>
          </w:tcPr>
          <w:p w:rsidR="00B86457" w:rsidRPr="00256A00" w:rsidRDefault="00B86457" w:rsidP="005E0634">
            <w:pPr>
              <w:ind w:firstLine="709"/>
              <w:jc w:val="both"/>
              <w:rPr>
                <w:sz w:val="24"/>
                <w:szCs w:val="24"/>
              </w:rPr>
            </w:pPr>
          </w:p>
        </w:tc>
      </w:tr>
      <w:tr w:rsidR="00B86457" w:rsidRPr="0019237A" w:rsidTr="005E0634">
        <w:trPr>
          <w:tblHeader/>
        </w:trPr>
        <w:tc>
          <w:tcPr>
            <w:tcW w:w="567" w:type="dxa"/>
            <w:vAlign w:val="center"/>
          </w:tcPr>
          <w:p w:rsidR="00B86457" w:rsidRPr="0019237A" w:rsidRDefault="00B86457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86457" w:rsidRPr="0019237A" w:rsidRDefault="00B86457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111" w:type="dxa"/>
            <w:vAlign w:val="center"/>
          </w:tcPr>
          <w:p w:rsidR="00B86457" w:rsidRPr="0019237A" w:rsidRDefault="00B86457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B86457" w:rsidRPr="0019237A" w:rsidRDefault="00B86457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85" w:type="dxa"/>
            <w:vAlign w:val="center"/>
          </w:tcPr>
          <w:p w:rsidR="00B86457" w:rsidRPr="0019237A" w:rsidRDefault="00B86457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B86457" w:rsidRPr="0019237A" w:rsidRDefault="00B86457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708" w:type="dxa"/>
            <w:vAlign w:val="center"/>
          </w:tcPr>
          <w:p w:rsidR="00B86457" w:rsidRPr="0019237A" w:rsidRDefault="00B86457" w:rsidP="005E0634">
            <w:pPr>
              <w:ind w:right="-1"/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709" w:type="dxa"/>
            <w:vAlign w:val="center"/>
          </w:tcPr>
          <w:p w:rsidR="00B86457" w:rsidRPr="0019237A" w:rsidRDefault="00B86457" w:rsidP="005E0634">
            <w:pPr>
              <w:ind w:hanging="69"/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709" w:type="dxa"/>
            <w:vAlign w:val="center"/>
          </w:tcPr>
          <w:p w:rsidR="00B86457" w:rsidRPr="0019237A" w:rsidRDefault="00B86457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727" w:type="dxa"/>
            <w:gridSpan w:val="2"/>
            <w:vAlign w:val="center"/>
          </w:tcPr>
          <w:p w:rsidR="00B86457" w:rsidRPr="0019237A" w:rsidRDefault="00B86457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690" w:type="dxa"/>
            <w:vAlign w:val="center"/>
          </w:tcPr>
          <w:p w:rsidR="00B86457" w:rsidRPr="0019237A" w:rsidRDefault="00B86457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709" w:type="dxa"/>
            <w:vAlign w:val="center"/>
          </w:tcPr>
          <w:p w:rsidR="00B86457" w:rsidRPr="0019237A" w:rsidRDefault="00B86457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418" w:type="dxa"/>
            <w:vAlign w:val="center"/>
          </w:tcPr>
          <w:p w:rsidR="00B86457" w:rsidRPr="0019237A" w:rsidRDefault="00B86457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13</w:t>
            </w:r>
          </w:p>
        </w:tc>
      </w:tr>
      <w:tr w:rsidR="00B86457" w:rsidRPr="0019237A" w:rsidTr="005E0634">
        <w:trPr>
          <w:tblHeader/>
        </w:trPr>
        <w:tc>
          <w:tcPr>
            <w:tcW w:w="15735" w:type="dxa"/>
            <w:gridSpan w:val="14"/>
            <w:vAlign w:val="center"/>
          </w:tcPr>
          <w:p w:rsidR="00B86457" w:rsidRPr="0019237A" w:rsidRDefault="00B86457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1. Профілактика правопорушень та боротьба зі злочинністю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D96A2B">
              <w:rPr>
                <w:b/>
                <w:sz w:val="28"/>
                <w:szCs w:val="28"/>
              </w:rPr>
              <w:t>«Без</w:t>
            </w:r>
            <w:r>
              <w:rPr>
                <w:b/>
                <w:sz w:val="28"/>
                <w:szCs w:val="28"/>
              </w:rPr>
              <w:t>печне місто»</w:t>
            </w:r>
          </w:p>
        </w:tc>
      </w:tr>
      <w:tr w:rsidR="00B86457" w:rsidRPr="00256A00" w:rsidTr="005E0634">
        <w:trPr>
          <w:tblHeader/>
        </w:trPr>
        <w:tc>
          <w:tcPr>
            <w:tcW w:w="567" w:type="dxa"/>
            <w:vMerge w:val="restart"/>
          </w:tcPr>
          <w:p w:rsidR="00B86457" w:rsidRDefault="00B86457" w:rsidP="005E06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  <w:p w:rsidR="00B86457" w:rsidRDefault="00B86457" w:rsidP="005E0634">
            <w:pPr>
              <w:rPr>
                <w:sz w:val="24"/>
                <w:szCs w:val="24"/>
              </w:rPr>
            </w:pPr>
          </w:p>
          <w:p w:rsidR="00B86457" w:rsidRDefault="00B86457" w:rsidP="005E0634">
            <w:pPr>
              <w:rPr>
                <w:sz w:val="24"/>
                <w:szCs w:val="24"/>
              </w:rPr>
            </w:pPr>
          </w:p>
          <w:p w:rsidR="00B86457" w:rsidRDefault="00B86457" w:rsidP="005E0634">
            <w:pPr>
              <w:rPr>
                <w:sz w:val="24"/>
                <w:szCs w:val="24"/>
              </w:rPr>
            </w:pPr>
          </w:p>
          <w:p w:rsidR="00B86457" w:rsidRDefault="00B86457" w:rsidP="005E0634">
            <w:pPr>
              <w:rPr>
                <w:sz w:val="24"/>
                <w:szCs w:val="24"/>
              </w:rPr>
            </w:pPr>
          </w:p>
          <w:p w:rsidR="00B86457" w:rsidRDefault="00B86457" w:rsidP="005E0634">
            <w:pPr>
              <w:rPr>
                <w:sz w:val="24"/>
                <w:szCs w:val="24"/>
              </w:rPr>
            </w:pPr>
          </w:p>
          <w:p w:rsidR="00B86457" w:rsidRDefault="00B86457" w:rsidP="005E0634">
            <w:pPr>
              <w:rPr>
                <w:sz w:val="24"/>
                <w:szCs w:val="24"/>
              </w:rPr>
            </w:pPr>
          </w:p>
          <w:p w:rsidR="00B86457" w:rsidRDefault="00B86457" w:rsidP="005E0634">
            <w:pPr>
              <w:rPr>
                <w:sz w:val="24"/>
                <w:szCs w:val="24"/>
              </w:rPr>
            </w:pPr>
          </w:p>
          <w:p w:rsidR="00B86457" w:rsidRDefault="00B86457" w:rsidP="005E0634">
            <w:pPr>
              <w:rPr>
                <w:sz w:val="24"/>
                <w:szCs w:val="24"/>
              </w:rPr>
            </w:pPr>
          </w:p>
          <w:p w:rsidR="00B86457" w:rsidRDefault="00B86457" w:rsidP="005E0634">
            <w:pPr>
              <w:rPr>
                <w:sz w:val="24"/>
                <w:szCs w:val="24"/>
              </w:rPr>
            </w:pPr>
          </w:p>
          <w:p w:rsidR="00B86457" w:rsidRDefault="00B86457" w:rsidP="005E0634">
            <w:pPr>
              <w:rPr>
                <w:sz w:val="24"/>
                <w:szCs w:val="24"/>
              </w:rPr>
            </w:pPr>
          </w:p>
          <w:p w:rsidR="00B86457" w:rsidRDefault="00B86457" w:rsidP="005E0634">
            <w:pPr>
              <w:rPr>
                <w:sz w:val="24"/>
                <w:szCs w:val="24"/>
              </w:rPr>
            </w:pPr>
          </w:p>
          <w:p w:rsidR="00B86457" w:rsidRDefault="00B86457" w:rsidP="005E0634">
            <w:pPr>
              <w:rPr>
                <w:sz w:val="24"/>
                <w:szCs w:val="24"/>
              </w:rPr>
            </w:pPr>
          </w:p>
          <w:p w:rsidR="00B86457" w:rsidRPr="00256A00" w:rsidRDefault="00B86457" w:rsidP="005E0634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B86457" w:rsidRPr="00256A00" w:rsidRDefault="00B86457" w:rsidP="005E0634">
            <w:pPr>
              <w:ind w:left="-70" w:right="-70"/>
              <w:jc w:val="both"/>
              <w:rPr>
                <w:sz w:val="24"/>
                <w:szCs w:val="24"/>
              </w:rPr>
            </w:pPr>
            <w:r w:rsidRPr="00FD2923">
              <w:rPr>
                <w:sz w:val="24"/>
                <w:szCs w:val="24"/>
              </w:rPr>
              <w:t xml:space="preserve">Організація проведення </w:t>
            </w:r>
            <w:r>
              <w:rPr>
                <w:sz w:val="24"/>
                <w:szCs w:val="24"/>
              </w:rPr>
              <w:t>профілактич-</w:t>
            </w:r>
            <w:r w:rsidRPr="00FD2923">
              <w:rPr>
                <w:sz w:val="24"/>
                <w:szCs w:val="24"/>
              </w:rPr>
              <w:t>них заходів</w:t>
            </w:r>
          </w:p>
        </w:tc>
        <w:tc>
          <w:tcPr>
            <w:tcW w:w="4111" w:type="dxa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  <w:r w:rsidRPr="00FD2923">
              <w:rPr>
                <w:sz w:val="24"/>
                <w:szCs w:val="24"/>
              </w:rPr>
              <w:t xml:space="preserve">Здійснення аналізу стану криміногенної обстановки </w:t>
            </w:r>
            <w:r>
              <w:rPr>
                <w:sz w:val="24"/>
                <w:szCs w:val="24"/>
              </w:rPr>
              <w:t xml:space="preserve">на території Глухівської міської ради </w:t>
            </w:r>
            <w:r w:rsidRPr="00FD2923">
              <w:rPr>
                <w:sz w:val="24"/>
                <w:szCs w:val="24"/>
              </w:rPr>
              <w:t>та за його результатами розроблення додаткових комплексних заходів щодо запобігання злочинності</w:t>
            </w:r>
          </w:p>
        </w:tc>
        <w:tc>
          <w:tcPr>
            <w:tcW w:w="1417" w:type="dxa"/>
            <w:vAlign w:val="center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Щопівроку 2018-2022</w:t>
            </w:r>
          </w:p>
        </w:tc>
        <w:tc>
          <w:tcPr>
            <w:tcW w:w="1985" w:type="dxa"/>
            <w:vAlign w:val="center"/>
          </w:tcPr>
          <w:p w:rsidR="00B86457" w:rsidRDefault="00B86457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Глухівський відділ поліції </w:t>
            </w:r>
          </w:p>
          <w:p w:rsidR="00B86457" w:rsidRPr="00256A00" w:rsidRDefault="00B86457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ГУ НП в Сумській області </w:t>
            </w:r>
          </w:p>
        </w:tc>
        <w:tc>
          <w:tcPr>
            <w:tcW w:w="567" w:type="dxa"/>
          </w:tcPr>
          <w:p w:rsidR="00B86457" w:rsidRPr="00256A00" w:rsidRDefault="00B86457" w:rsidP="005E06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86457" w:rsidRPr="00256A00" w:rsidRDefault="00B86457" w:rsidP="005E0634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86457" w:rsidRPr="00256A00" w:rsidRDefault="00B86457" w:rsidP="005E0634">
            <w:pPr>
              <w:ind w:hanging="69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86457" w:rsidRPr="00256A00" w:rsidRDefault="00B86457" w:rsidP="005E06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7" w:type="dxa"/>
            <w:gridSpan w:val="2"/>
            <w:vAlign w:val="center"/>
          </w:tcPr>
          <w:p w:rsidR="00B86457" w:rsidRPr="00256A00" w:rsidRDefault="00B86457" w:rsidP="005E06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0" w:type="dxa"/>
            <w:vAlign w:val="center"/>
          </w:tcPr>
          <w:p w:rsidR="00B86457" w:rsidRPr="00256A00" w:rsidRDefault="00B86457" w:rsidP="005E06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86457" w:rsidRPr="00256A00" w:rsidRDefault="00B86457" w:rsidP="005E06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86457" w:rsidRPr="00256A00" w:rsidRDefault="00B86457" w:rsidP="005E0634">
            <w:pPr>
              <w:ind w:left="-70" w:right="-7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Оздоровлен-ня криміно-генної обста-новки на території Глухівської міської ради</w:t>
            </w:r>
          </w:p>
        </w:tc>
      </w:tr>
      <w:tr w:rsidR="00B86457" w:rsidRPr="00256A00" w:rsidTr="005E0634">
        <w:trPr>
          <w:tblHeader/>
        </w:trPr>
        <w:tc>
          <w:tcPr>
            <w:tcW w:w="567" w:type="dxa"/>
            <w:vMerge/>
            <w:vAlign w:val="center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  <w:r w:rsidRPr="005D41DE">
              <w:rPr>
                <w:sz w:val="24"/>
                <w:szCs w:val="24"/>
              </w:rPr>
              <w:t xml:space="preserve">Організація постійного інформування населення про результати діяльності органів </w:t>
            </w:r>
            <w:r>
              <w:rPr>
                <w:sz w:val="24"/>
                <w:szCs w:val="24"/>
              </w:rPr>
              <w:t>поліції</w:t>
            </w:r>
            <w:r w:rsidRPr="005D41D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міста</w:t>
            </w:r>
            <w:r w:rsidRPr="005D41DE">
              <w:rPr>
                <w:sz w:val="24"/>
                <w:szCs w:val="24"/>
              </w:rPr>
              <w:t xml:space="preserve"> по боротьбі зі злочинністю, розкриття особливо тяжких та тяжких злочинів, що набули значного резонансу серед населення </w:t>
            </w:r>
            <w:r>
              <w:rPr>
                <w:sz w:val="24"/>
                <w:szCs w:val="24"/>
              </w:rPr>
              <w:t>міста</w:t>
            </w:r>
          </w:p>
        </w:tc>
        <w:tc>
          <w:tcPr>
            <w:tcW w:w="1417" w:type="dxa"/>
            <w:vAlign w:val="center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  <w:r w:rsidRPr="005D41DE">
              <w:rPr>
                <w:sz w:val="24"/>
                <w:szCs w:val="24"/>
              </w:rPr>
              <w:t>Що</w:t>
            </w:r>
            <w:r>
              <w:rPr>
                <w:sz w:val="24"/>
                <w:szCs w:val="24"/>
              </w:rPr>
              <w:t>півроку 2018-2022</w:t>
            </w:r>
          </w:p>
        </w:tc>
        <w:tc>
          <w:tcPr>
            <w:tcW w:w="1985" w:type="dxa"/>
            <w:vAlign w:val="center"/>
          </w:tcPr>
          <w:p w:rsidR="00B86457" w:rsidRDefault="00B86457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Глухівський відділ поліції </w:t>
            </w:r>
          </w:p>
          <w:p w:rsidR="00B86457" w:rsidRDefault="00B86457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 НП в Сумській області</w:t>
            </w:r>
          </w:p>
          <w:p w:rsidR="00B86457" w:rsidRDefault="00B86457" w:rsidP="005E0634">
            <w:pPr>
              <w:jc w:val="center"/>
              <w:rPr>
                <w:sz w:val="24"/>
                <w:szCs w:val="24"/>
              </w:rPr>
            </w:pPr>
          </w:p>
          <w:p w:rsidR="00B86457" w:rsidRDefault="00B86457" w:rsidP="005E0634">
            <w:pPr>
              <w:jc w:val="center"/>
              <w:rPr>
                <w:sz w:val="24"/>
                <w:szCs w:val="24"/>
              </w:rPr>
            </w:pPr>
          </w:p>
          <w:p w:rsidR="00B86457" w:rsidRDefault="00B86457" w:rsidP="005E0634">
            <w:pPr>
              <w:jc w:val="center"/>
              <w:rPr>
                <w:sz w:val="24"/>
                <w:szCs w:val="24"/>
              </w:rPr>
            </w:pPr>
          </w:p>
          <w:p w:rsidR="00B86457" w:rsidRDefault="00B86457" w:rsidP="005E0634">
            <w:pPr>
              <w:jc w:val="center"/>
              <w:rPr>
                <w:sz w:val="24"/>
                <w:szCs w:val="24"/>
              </w:rPr>
            </w:pPr>
          </w:p>
          <w:p w:rsidR="00B86457" w:rsidRPr="00256A00" w:rsidRDefault="00B86457" w:rsidP="005E06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B86457" w:rsidRPr="00256A00" w:rsidRDefault="00B86457" w:rsidP="005E06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86457" w:rsidRPr="00256A00" w:rsidRDefault="00B86457" w:rsidP="005E0634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86457" w:rsidRPr="00256A00" w:rsidRDefault="00B86457" w:rsidP="005E0634">
            <w:pPr>
              <w:ind w:hanging="69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7" w:type="dxa"/>
            <w:gridSpan w:val="2"/>
            <w:vAlign w:val="center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0" w:type="dxa"/>
            <w:vAlign w:val="center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B86457" w:rsidRPr="001D687F" w:rsidRDefault="00B86457" w:rsidP="005E0634">
            <w:pPr>
              <w:ind w:right="-70"/>
              <w:jc w:val="both"/>
              <w:rPr>
                <w:sz w:val="23"/>
                <w:szCs w:val="23"/>
              </w:rPr>
            </w:pPr>
            <w:r w:rsidRPr="001D687F">
              <w:rPr>
                <w:sz w:val="23"/>
                <w:szCs w:val="23"/>
              </w:rPr>
              <w:t xml:space="preserve">Підвищення правової культури населення, авторитету </w:t>
            </w:r>
            <w:r>
              <w:rPr>
                <w:sz w:val="23"/>
                <w:szCs w:val="23"/>
              </w:rPr>
              <w:t>право охорон-</w:t>
            </w:r>
            <w:r w:rsidRPr="001D687F">
              <w:rPr>
                <w:sz w:val="23"/>
                <w:szCs w:val="23"/>
              </w:rPr>
              <w:t>них органів</w:t>
            </w:r>
          </w:p>
        </w:tc>
      </w:tr>
    </w:tbl>
    <w:p w:rsidR="00B86457" w:rsidRDefault="00B86457" w:rsidP="005E0634"/>
    <w:p w:rsidR="00B86457" w:rsidRDefault="00B86457" w:rsidP="005E0634"/>
    <w:p w:rsidR="00B86457" w:rsidRDefault="00B86457" w:rsidP="005E0634">
      <w:pPr>
        <w:autoSpaceDE/>
        <w:autoSpaceDN/>
        <w:spacing w:after="200" w:line="276" w:lineRule="auto"/>
      </w:pPr>
      <w:r>
        <w:br w:type="page"/>
      </w:r>
    </w:p>
    <w:tbl>
      <w:tblPr>
        <w:tblW w:w="15735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1418"/>
        <w:gridCol w:w="4111"/>
        <w:gridCol w:w="1417"/>
        <w:gridCol w:w="1985"/>
        <w:gridCol w:w="567"/>
        <w:gridCol w:w="708"/>
        <w:gridCol w:w="709"/>
        <w:gridCol w:w="709"/>
        <w:gridCol w:w="727"/>
        <w:gridCol w:w="690"/>
        <w:gridCol w:w="709"/>
        <w:gridCol w:w="1418"/>
      </w:tblGrid>
      <w:tr w:rsidR="00B86457" w:rsidRPr="0019237A" w:rsidTr="005E0634">
        <w:trPr>
          <w:tblHeader/>
        </w:trPr>
        <w:tc>
          <w:tcPr>
            <w:tcW w:w="567" w:type="dxa"/>
            <w:vAlign w:val="center"/>
          </w:tcPr>
          <w:p w:rsidR="00B86457" w:rsidRPr="0019237A" w:rsidRDefault="00B86457" w:rsidP="005E063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noProof/>
                <w:lang w:val="ru-RU"/>
              </w:rPr>
              <w:pict>
                <v:shape id="Поле 37" o:spid="_x0000_s1028" type="#_x0000_t202" style="position:absolute;left:0;text-align:left;margin-left:363.85pt;margin-top:-49.75pt;width:36.6pt;height:21.7pt;z-index:2516505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" stroked="f">
                  <v:textbox>
                    <w:txbxContent>
                      <w:p w:rsidR="00B86457" w:rsidRPr="00027A8B" w:rsidRDefault="00B86457" w:rsidP="005E0634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</w:pict>
            </w:r>
            <w:r w:rsidRPr="0019237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86457" w:rsidRPr="0019237A" w:rsidRDefault="00B86457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111" w:type="dxa"/>
            <w:vAlign w:val="center"/>
          </w:tcPr>
          <w:p w:rsidR="00B86457" w:rsidRPr="0019237A" w:rsidRDefault="00B86457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B86457" w:rsidRPr="0019237A" w:rsidRDefault="00B86457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85" w:type="dxa"/>
            <w:vAlign w:val="center"/>
          </w:tcPr>
          <w:p w:rsidR="00B86457" w:rsidRPr="0019237A" w:rsidRDefault="00B86457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B86457" w:rsidRPr="0019237A" w:rsidRDefault="00B86457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708" w:type="dxa"/>
            <w:vAlign w:val="center"/>
          </w:tcPr>
          <w:p w:rsidR="00B86457" w:rsidRPr="0019237A" w:rsidRDefault="00B86457" w:rsidP="005E0634">
            <w:pPr>
              <w:ind w:right="-1"/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709" w:type="dxa"/>
            <w:vAlign w:val="center"/>
          </w:tcPr>
          <w:p w:rsidR="00B86457" w:rsidRPr="0019237A" w:rsidRDefault="00B86457" w:rsidP="005E0634">
            <w:pPr>
              <w:ind w:hanging="69"/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709" w:type="dxa"/>
            <w:vAlign w:val="center"/>
          </w:tcPr>
          <w:p w:rsidR="00B86457" w:rsidRPr="0019237A" w:rsidRDefault="00B86457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727" w:type="dxa"/>
            <w:vAlign w:val="center"/>
          </w:tcPr>
          <w:p w:rsidR="00B86457" w:rsidRPr="0019237A" w:rsidRDefault="00B86457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690" w:type="dxa"/>
            <w:vAlign w:val="center"/>
          </w:tcPr>
          <w:p w:rsidR="00B86457" w:rsidRPr="0019237A" w:rsidRDefault="00B86457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709" w:type="dxa"/>
            <w:vAlign w:val="center"/>
          </w:tcPr>
          <w:p w:rsidR="00B86457" w:rsidRPr="0019237A" w:rsidRDefault="00B86457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418" w:type="dxa"/>
            <w:vAlign w:val="center"/>
          </w:tcPr>
          <w:p w:rsidR="00B86457" w:rsidRPr="0019237A" w:rsidRDefault="00B86457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13</w:t>
            </w:r>
          </w:p>
        </w:tc>
      </w:tr>
      <w:tr w:rsidR="00B86457" w:rsidRPr="00256A00" w:rsidTr="005E0634">
        <w:trPr>
          <w:trHeight w:val="2312"/>
          <w:tblHeader/>
        </w:trPr>
        <w:tc>
          <w:tcPr>
            <w:tcW w:w="567" w:type="dxa"/>
            <w:vMerge w:val="restart"/>
            <w:vAlign w:val="center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B86457" w:rsidRDefault="00B86457" w:rsidP="005E0634">
            <w:pPr>
              <w:jc w:val="both"/>
              <w:rPr>
                <w:sz w:val="24"/>
                <w:szCs w:val="24"/>
              </w:rPr>
            </w:pPr>
            <w:r w:rsidRPr="005D41DE">
              <w:rPr>
                <w:sz w:val="24"/>
                <w:szCs w:val="24"/>
              </w:rPr>
              <w:t>Забезпечення проведення в бібліоте</w:t>
            </w:r>
            <w:r>
              <w:rPr>
                <w:sz w:val="24"/>
                <w:szCs w:val="24"/>
              </w:rPr>
              <w:t>ках, навчальних закладах міста</w:t>
            </w:r>
            <w:r w:rsidRPr="005D41DE">
              <w:rPr>
                <w:sz w:val="24"/>
                <w:szCs w:val="24"/>
              </w:rPr>
              <w:t xml:space="preserve"> інформаційно-пропаган</w:t>
            </w:r>
            <w:r>
              <w:rPr>
                <w:sz w:val="24"/>
                <w:szCs w:val="24"/>
              </w:rPr>
              <w:t>-</w:t>
            </w:r>
            <w:r w:rsidRPr="005D41DE">
              <w:rPr>
                <w:sz w:val="24"/>
                <w:szCs w:val="24"/>
              </w:rPr>
              <w:t>дистських, тематичних акцій, конкурсів з питань профілактики правопорушень, правового виховання громадян, роз’яснення відповідних актів законодавства</w:t>
            </w:r>
          </w:p>
          <w:p w:rsidR="00B86457" w:rsidRDefault="00B86457" w:rsidP="005E0634">
            <w:pPr>
              <w:jc w:val="both"/>
              <w:rPr>
                <w:sz w:val="24"/>
                <w:szCs w:val="24"/>
              </w:rPr>
            </w:pPr>
          </w:p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86457" w:rsidRPr="00256A00" w:rsidRDefault="00B86457" w:rsidP="005E06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Щопівроку 2018-2022</w:t>
            </w:r>
          </w:p>
        </w:tc>
        <w:tc>
          <w:tcPr>
            <w:tcW w:w="1985" w:type="dxa"/>
            <w:vAlign w:val="center"/>
          </w:tcPr>
          <w:p w:rsidR="00B86457" w:rsidRDefault="00B86457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Глухівський відділ поліції</w:t>
            </w:r>
          </w:p>
          <w:p w:rsidR="00B86457" w:rsidRPr="00256A00" w:rsidRDefault="00B86457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 НП в Сумській області</w:t>
            </w:r>
          </w:p>
        </w:tc>
        <w:tc>
          <w:tcPr>
            <w:tcW w:w="567" w:type="dxa"/>
          </w:tcPr>
          <w:p w:rsidR="00B86457" w:rsidRPr="00256A00" w:rsidRDefault="00B86457" w:rsidP="005E06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86457" w:rsidRPr="00256A00" w:rsidRDefault="00B86457" w:rsidP="005E0634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86457" w:rsidRPr="00256A00" w:rsidRDefault="00B86457" w:rsidP="005E0634">
            <w:pPr>
              <w:ind w:hanging="69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7" w:type="dxa"/>
            <w:vAlign w:val="center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0" w:type="dxa"/>
            <w:vAlign w:val="center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B86457" w:rsidRPr="00256A00" w:rsidRDefault="00B86457" w:rsidP="005E0634">
            <w:pPr>
              <w:ind w:left="-70" w:right="-70"/>
              <w:jc w:val="both"/>
              <w:rPr>
                <w:sz w:val="24"/>
                <w:szCs w:val="24"/>
              </w:rPr>
            </w:pPr>
            <w:r w:rsidRPr="005D41DE">
              <w:rPr>
                <w:sz w:val="24"/>
                <w:szCs w:val="24"/>
              </w:rPr>
              <w:t>Покращення правового виховання населення</w:t>
            </w:r>
          </w:p>
        </w:tc>
      </w:tr>
      <w:tr w:rsidR="00B86457" w:rsidRPr="00256A00" w:rsidTr="005E0634">
        <w:trPr>
          <w:tblHeader/>
        </w:trPr>
        <w:tc>
          <w:tcPr>
            <w:tcW w:w="567" w:type="dxa"/>
            <w:vMerge/>
            <w:vAlign w:val="center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B86457" w:rsidRPr="005D41DE" w:rsidRDefault="00B86457" w:rsidP="005E06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Проведення роз’яснювальної роботи серед населення щодо єдності території держави та недопустимості розпалювання ідей сепаратизму, необхідності інформування органів поліції про осіб, які закликають до зміни територіального устрою держави, тощо</w:t>
            </w:r>
          </w:p>
        </w:tc>
        <w:tc>
          <w:tcPr>
            <w:tcW w:w="1417" w:type="dxa"/>
          </w:tcPr>
          <w:p w:rsidR="00B86457" w:rsidRPr="005D41DE" w:rsidRDefault="00B86457" w:rsidP="005E06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85" w:type="dxa"/>
            <w:vAlign w:val="center"/>
          </w:tcPr>
          <w:p w:rsidR="00B86457" w:rsidRDefault="00B86457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Глухівський відділ поліції </w:t>
            </w:r>
          </w:p>
          <w:p w:rsidR="00B86457" w:rsidRPr="00256A00" w:rsidRDefault="00B86457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ГУ НП в Сумській області, Глухівський відділ </w:t>
            </w:r>
            <w:r w:rsidRPr="00C52DEB">
              <w:rPr>
                <w:sz w:val="24"/>
                <w:shd w:val="clear" w:color="auto" w:fill="FFFFFF"/>
              </w:rPr>
              <w:t>УСБУ в Сумській області</w:t>
            </w:r>
            <w:r>
              <w:rPr>
                <w:sz w:val="24"/>
                <w:szCs w:val="24"/>
              </w:rPr>
              <w:t>, Глухівський відділ Шосткинської місцевої прокуратури, виконавчий комітет Глухівської міської ради</w:t>
            </w:r>
            <w:r w:rsidRPr="00C52DEB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</w:tcPr>
          <w:p w:rsidR="00B86457" w:rsidRPr="00256A00" w:rsidRDefault="00B86457" w:rsidP="005E06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86457" w:rsidRPr="00256A00" w:rsidRDefault="00B86457" w:rsidP="005E0634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86457" w:rsidRPr="00256A00" w:rsidRDefault="00B86457" w:rsidP="005E0634">
            <w:pPr>
              <w:ind w:hanging="69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7" w:type="dxa"/>
            <w:vAlign w:val="center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0" w:type="dxa"/>
            <w:vAlign w:val="center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B86457" w:rsidRPr="005D41DE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</w:tr>
    </w:tbl>
    <w:p w:rsidR="00B86457" w:rsidRPr="009469CC" w:rsidRDefault="00B86457" w:rsidP="005E0634">
      <w:pPr>
        <w:ind w:left="11907"/>
        <w:jc w:val="both"/>
      </w:pPr>
      <w:r w:rsidRPr="00CB7BB7">
        <w:br w:type="page"/>
      </w:r>
    </w:p>
    <w:tbl>
      <w:tblPr>
        <w:tblW w:w="15735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1418"/>
        <w:gridCol w:w="4111"/>
        <w:gridCol w:w="1417"/>
        <w:gridCol w:w="1985"/>
        <w:gridCol w:w="567"/>
        <w:gridCol w:w="708"/>
        <w:gridCol w:w="709"/>
        <w:gridCol w:w="709"/>
        <w:gridCol w:w="727"/>
        <w:gridCol w:w="690"/>
        <w:gridCol w:w="709"/>
        <w:gridCol w:w="1418"/>
      </w:tblGrid>
      <w:tr w:rsidR="00B86457" w:rsidRPr="0019237A" w:rsidTr="005E0634">
        <w:trPr>
          <w:tblHeader/>
        </w:trPr>
        <w:tc>
          <w:tcPr>
            <w:tcW w:w="567" w:type="dxa"/>
            <w:vAlign w:val="center"/>
          </w:tcPr>
          <w:p w:rsidR="00B86457" w:rsidRPr="0019237A" w:rsidRDefault="00B86457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86457" w:rsidRPr="0019237A" w:rsidRDefault="00B86457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111" w:type="dxa"/>
            <w:vAlign w:val="center"/>
          </w:tcPr>
          <w:p w:rsidR="00B86457" w:rsidRPr="0019237A" w:rsidRDefault="00B86457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B86457" w:rsidRPr="0019237A" w:rsidRDefault="00B86457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85" w:type="dxa"/>
            <w:vAlign w:val="center"/>
          </w:tcPr>
          <w:p w:rsidR="00B86457" w:rsidRPr="0019237A" w:rsidRDefault="00B86457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B86457" w:rsidRPr="0019237A" w:rsidRDefault="00B86457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708" w:type="dxa"/>
            <w:vAlign w:val="center"/>
          </w:tcPr>
          <w:p w:rsidR="00B86457" w:rsidRPr="0019237A" w:rsidRDefault="00B86457" w:rsidP="005E0634">
            <w:pPr>
              <w:ind w:right="-1"/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709" w:type="dxa"/>
            <w:vAlign w:val="center"/>
          </w:tcPr>
          <w:p w:rsidR="00B86457" w:rsidRPr="0019237A" w:rsidRDefault="00B86457" w:rsidP="005E0634">
            <w:pPr>
              <w:ind w:hanging="69"/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709" w:type="dxa"/>
            <w:vAlign w:val="center"/>
          </w:tcPr>
          <w:p w:rsidR="00B86457" w:rsidRPr="0019237A" w:rsidRDefault="00B86457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727" w:type="dxa"/>
            <w:vAlign w:val="center"/>
          </w:tcPr>
          <w:p w:rsidR="00B86457" w:rsidRPr="0019237A" w:rsidRDefault="00B86457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690" w:type="dxa"/>
            <w:vAlign w:val="center"/>
          </w:tcPr>
          <w:p w:rsidR="00B86457" w:rsidRPr="0019237A" w:rsidRDefault="00B86457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709" w:type="dxa"/>
            <w:vAlign w:val="center"/>
          </w:tcPr>
          <w:p w:rsidR="00B86457" w:rsidRPr="0019237A" w:rsidRDefault="00B86457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418" w:type="dxa"/>
            <w:vAlign w:val="center"/>
          </w:tcPr>
          <w:p w:rsidR="00B86457" w:rsidRPr="0019237A" w:rsidRDefault="00B86457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13</w:t>
            </w:r>
          </w:p>
        </w:tc>
      </w:tr>
      <w:tr w:rsidR="00B86457" w:rsidRPr="00256A00" w:rsidTr="005E0634">
        <w:trPr>
          <w:tblHeader/>
        </w:trPr>
        <w:tc>
          <w:tcPr>
            <w:tcW w:w="567" w:type="dxa"/>
            <w:vAlign w:val="center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B86457" w:rsidRDefault="00B86457" w:rsidP="005E06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Проведення конференцій, семінарів, громадських слухань, «круглих столів» з питань протидії сепаратизму, тероризму, організованої злочинності, кримінальних порушень податкового законодавства, профілактики злочинів, правової освіти</w:t>
            </w:r>
          </w:p>
        </w:tc>
        <w:tc>
          <w:tcPr>
            <w:tcW w:w="1417" w:type="dxa"/>
          </w:tcPr>
          <w:p w:rsidR="00B86457" w:rsidRPr="005D41DE" w:rsidRDefault="00B86457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85" w:type="dxa"/>
          </w:tcPr>
          <w:p w:rsidR="00B86457" w:rsidRDefault="00B86457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Глухівський відділ поліції </w:t>
            </w:r>
          </w:p>
          <w:p w:rsidR="00B86457" w:rsidRPr="005D41DE" w:rsidRDefault="00B86457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ГУ НП в Сумській області, Глухівський відділ </w:t>
            </w:r>
            <w:r w:rsidRPr="00C52DEB">
              <w:rPr>
                <w:sz w:val="24"/>
                <w:shd w:val="clear" w:color="auto" w:fill="FFFFFF"/>
              </w:rPr>
              <w:t>УСБУ в Сумській області</w:t>
            </w:r>
            <w:r>
              <w:rPr>
                <w:sz w:val="24"/>
                <w:szCs w:val="24"/>
              </w:rPr>
              <w:t>, Глухівський відділ Шосткинської місцевої прокуратури</w:t>
            </w:r>
          </w:p>
        </w:tc>
        <w:tc>
          <w:tcPr>
            <w:tcW w:w="567" w:type="dxa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86457" w:rsidRPr="00256A00" w:rsidRDefault="00B86457" w:rsidP="005E0634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86457" w:rsidRPr="00256A00" w:rsidRDefault="00B86457" w:rsidP="005E0634">
            <w:pPr>
              <w:ind w:hanging="69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7" w:type="dxa"/>
            <w:vAlign w:val="center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0" w:type="dxa"/>
            <w:vAlign w:val="center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B86457" w:rsidRPr="005D41DE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</w:tr>
      <w:tr w:rsidR="00B86457" w:rsidRPr="00256A00" w:rsidTr="005E0634">
        <w:trPr>
          <w:cantSplit/>
          <w:trHeight w:val="694"/>
          <w:tblHeader/>
        </w:trPr>
        <w:tc>
          <w:tcPr>
            <w:tcW w:w="9498" w:type="dxa"/>
            <w:gridSpan w:val="5"/>
            <w:vAlign w:val="center"/>
          </w:tcPr>
          <w:p w:rsidR="00B86457" w:rsidRPr="005D41DE" w:rsidRDefault="00B86457" w:rsidP="005E0634">
            <w:pPr>
              <w:jc w:val="center"/>
              <w:rPr>
                <w:sz w:val="24"/>
                <w:szCs w:val="24"/>
              </w:rPr>
            </w:pPr>
            <w:r w:rsidRPr="00030D9E">
              <w:rPr>
                <w:sz w:val="24"/>
                <w:szCs w:val="24"/>
              </w:rPr>
              <w:t>Усього за напрямком 1.1. Програми</w:t>
            </w:r>
          </w:p>
        </w:tc>
        <w:tc>
          <w:tcPr>
            <w:tcW w:w="567" w:type="dxa"/>
            <w:textDirection w:val="btLr"/>
            <w:vAlign w:val="bottom"/>
          </w:tcPr>
          <w:p w:rsidR="00B86457" w:rsidRPr="00256A00" w:rsidRDefault="00B86457" w:rsidP="005E0634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86457" w:rsidRPr="00256A00" w:rsidRDefault="00B86457" w:rsidP="005E0634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86457" w:rsidRPr="00256A00" w:rsidRDefault="00B86457" w:rsidP="005E0634">
            <w:pPr>
              <w:ind w:hanging="69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7" w:type="dxa"/>
            <w:vAlign w:val="center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0" w:type="dxa"/>
            <w:vAlign w:val="center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B86457" w:rsidRPr="005D41DE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</w:tr>
      <w:tr w:rsidR="00B86457" w:rsidRPr="00256A00" w:rsidTr="005E0634">
        <w:trPr>
          <w:tblHeader/>
        </w:trPr>
        <w:tc>
          <w:tcPr>
            <w:tcW w:w="567" w:type="dxa"/>
            <w:vAlign w:val="center"/>
          </w:tcPr>
          <w:p w:rsidR="00B86457" w:rsidRDefault="00B86457" w:rsidP="005E06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  <w:p w:rsidR="00B86457" w:rsidRDefault="00B86457" w:rsidP="005E0634">
            <w:pPr>
              <w:jc w:val="both"/>
              <w:rPr>
                <w:sz w:val="24"/>
                <w:szCs w:val="24"/>
              </w:rPr>
            </w:pPr>
          </w:p>
          <w:p w:rsidR="00B86457" w:rsidRDefault="00B86457" w:rsidP="005E0634">
            <w:pPr>
              <w:jc w:val="both"/>
              <w:rPr>
                <w:sz w:val="24"/>
                <w:szCs w:val="24"/>
              </w:rPr>
            </w:pPr>
          </w:p>
          <w:p w:rsidR="00B86457" w:rsidRDefault="00B86457" w:rsidP="005E0634">
            <w:pPr>
              <w:jc w:val="both"/>
              <w:rPr>
                <w:sz w:val="24"/>
                <w:szCs w:val="24"/>
              </w:rPr>
            </w:pPr>
          </w:p>
          <w:p w:rsidR="00B86457" w:rsidRDefault="00B86457" w:rsidP="005E0634">
            <w:pPr>
              <w:jc w:val="both"/>
              <w:rPr>
                <w:sz w:val="24"/>
                <w:szCs w:val="24"/>
              </w:rPr>
            </w:pPr>
          </w:p>
          <w:p w:rsidR="00B86457" w:rsidRDefault="00B86457" w:rsidP="005E0634">
            <w:pPr>
              <w:jc w:val="both"/>
              <w:rPr>
                <w:sz w:val="24"/>
                <w:szCs w:val="24"/>
              </w:rPr>
            </w:pPr>
          </w:p>
          <w:p w:rsidR="00B86457" w:rsidRDefault="00B86457" w:rsidP="005E0634">
            <w:pPr>
              <w:jc w:val="both"/>
              <w:rPr>
                <w:sz w:val="24"/>
                <w:szCs w:val="24"/>
              </w:rPr>
            </w:pPr>
          </w:p>
          <w:p w:rsidR="00B86457" w:rsidRDefault="00B86457" w:rsidP="005E0634">
            <w:pPr>
              <w:jc w:val="both"/>
              <w:rPr>
                <w:sz w:val="24"/>
                <w:szCs w:val="24"/>
              </w:rPr>
            </w:pPr>
          </w:p>
          <w:p w:rsidR="00B86457" w:rsidRDefault="00B86457" w:rsidP="005E0634">
            <w:pPr>
              <w:jc w:val="both"/>
              <w:rPr>
                <w:sz w:val="24"/>
                <w:szCs w:val="24"/>
              </w:rPr>
            </w:pPr>
          </w:p>
          <w:p w:rsidR="00B86457" w:rsidRDefault="00B86457" w:rsidP="005E0634">
            <w:pPr>
              <w:jc w:val="both"/>
              <w:rPr>
                <w:sz w:val="24"/>
                <w:szCs w:val="24"/>
              </w:rPr>
            </w:pPr>
          </w:p>
          <w:p w:rsidR="00B86457" w:rsidRDefault="00B86457" w:rsidP="005E0634">
            <w:pPr>
              <w:jc w:val="both"/>
              <w:rPr>
                <w:sz w:val="24"/>
                <w:szCs w:val="24"/>
              </w:rPr>
            </w:pPr>
          </w:p>
          <w:p w:rsidR="00B86457" w:rsidRDefault="00B86457" w:rsidP="005E0634">
            <w:pPr>
              <w:jc w:val="both"/>
              <w:rPr>
                <w:sz w:val="24"/>
                <w:szCs w:val="24"/>
              </w:rPr>
            </w:pPr>
          </w:p>
          <w:p w:rsidR="00B86457" w:rsidRDefault="00B86457" w:rsidP="005E0634">
            <w:pPr>
              <w:jc w:val="both"/>
              <w:rPr>
                <w:sz w:val="24"/>
                <w:szCs w:val="24"/>
              </w:rPr>
            </w:pPr>
          </w:p>
          <w:p w:rsidR="00B86457" w:rsidRDefault="00B86457" w:rsidP="005E0634">
            <w:pPr>
              <w:jc w:val="both"/>
              <w:rPr>
                <w:sz w:val="24"/>
                <w:szCs w:val="24"/>
              </w:rPr>
            </w:pPr>
          </w:p>
          <w:p w:rsidR="00B86457" w:rsidRDefault="00B86457" w:rsidP="005E0634">
            <w:pPr>
              <w:jc w:val="both"/>
              <w:rPr>
                <w:sz w:val="24"/>
                <w:szCs w:val="24"/>
              </w:rPr>
            </w:pPr>
          </w:p>
          <w:p w:rsidR="00B86457" w:rsidRDefault="00B86457" w:rsidP="005E0634">
            <w:pPr>
              <w:jc w:val="both"/>
              <w:rPr>
                <w:sz w:val="24"/>
                <w:szCs w:val="24"/>
              </w:rPr>
            </w:pPr>
          </w:p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86457" w:rsidRPr="00256A00" w:rsidRDefault="00B86457" w:rsidP="005E0634">
            <w:pPr>
              <w:ind w:left="-70" w:right="-70"/>
              <w:jc w:val="both"/>
              <w:rPr>
                <w:sz w:val="24"/>
                <w:szCs w:val="24"/>
              </w:rPr>
            </w:pPr>
            <w:r w:rsidRPr="00967883">
              <w:rPr>
                <w:sz w:val="24"/>
                <w:szCs w:val="24"/>
              </w:rPr>
              <w:t xml:space="preserve">Протидія </w:t>
            </w:r>
            <w:r>
              <w:rPr>
                <w:sz w:val="24"/>
                <w:szCs w:val="24"/>
              </w:rPr>
              <w:t>ко-рупції, еко-номічній та організованій злочинності, боротьба з незаконним обігом нарко-тиків, органі-зація роботи щодо розкри-ття та розслі-дування кри-мінальних правопорушень, розшуку злочинців, зберігання зброї,</w:t>
            </w:r>
          </w:p>
        </w:tc>
        <w:tc>
          <w:tcPr>
            <w:tcW w:w="4111" w:type="dxa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  <w:r w:rsidRPr="00967883">
              <w:rPr>
                <w:sz w:val="24"/>
                <w:szCs w:val="24"/>
              </w:rPr>
              <w:t>Викриття та знешкодження організованих злочинних угруповань, у тому числі з корумпованими зв’язками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B86457" w:rsidRPr="00256A00" w:rsidRDefault="00B86457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85" w:type="dxa"/>
          </w:tcPr>
          <w:p w:rsidR="00B86457" w:rsidRDefault="00B86457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Глухівський відділ поліції </w:t>
            </w:r>
          </w:p>
          <w:p w:rsidR="00B86457" w:rsidRPr="00256A00" w:rsidRDefault="00B86457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 НП в Сумській області</w:t>
            </w:r>
          </w:p>
        </w:tc>
        <w:tc>
          <w:tcPr>
            <w:tcW w:w="567" w:type="dxa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86457" w:rsidRPr="00256A00" w:rsidRDefault="00B86457" w:rsidP="005E0634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86457" w:rsidRPr="00256A00" w:rsidRDefault="00B86457" w:rsidP="005E0634">
            <w:pPr>
              <w:ind w:hanging="69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7" w:type="dxa"/>
            <w:vAlign w:val="center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0" w:type="dxa"/>
            <w:vAlign w:val="center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86457" w:rsidRPr="00256A00" w:rsidRDefault="00B86457" w:rsidP="005E0634">
            <w:pPr>
              <w:ind w:left="-70" w:right="-70"/>
              <w:jc w:val="both"/>
              <w:rPr>
                <w:sz w:val="24"/>
                <w:szCs w:val="24"/>
              </w:rPr>
            </w:pPr>
            <w:r w:rsidRPr="00967883">
              <w:rPr>
                <w:sz w:val="24"/>
                <w:szCs w:val="24"/>
              </w:rPr>
              <w:t>Оздоровлен</w:t>
            </w:r>
            <w:r>
              <w:rPr>
                <w:sz w:val="24"/>
                <w:szCs w:val="24"/>
              </w:rPr>
              <w:t>-</w:t>
            </w:r>
            <w:r w:rsidRPr="00967883">
              <w:rPr>
                <w:sz w:val="24"/>
                <w:szCs w:val="24"/>
              </w:rPr>
              <w:t>ня криміно</w:t>
            </w:r>
            <w:r>
              <w:rPr>
                <w:sz w:val="24"/>
                <w:szCs w:val="24"/>
              </w:rPr>
              <w:t>-</w:t>
            </w:r>
            <w:r w:rsidRPr="00967883">
              <w:rPr>
                <w:sz w:val="24"/>
                <w:szCs w:val="24"/>
              </w:rPr>
              <w:t>генної обста</w:t>
            </w:r>
            <w:r>
              <w:rPr>
                <w:sz w:val="24"/>
                <w:szCs w:val="24"/>
              </w:rPr>
              <w:t>-</w:t>
            </w:r>
            <w:r w:rsidRPr="00967883">
              <w:rPr>
                <w:sz w:val="24"/>
                <w:szCs w:val="24"/>
              </w:rPr>
              <w:t xml:space="preserve">новки </w:t>
            </w:r>
            <w:r>
              <w:rPr>
                <w:sz w:val="24"/>
                <w:szCs w:val="24"/>
              </w:rPr>
              <w:t xml:space="preserve">на території Глухівської міської ради, </w:t>
            </w:r>
          </w:p>
        </w:tc>
      </w:tr>
    </w:tbl>
    <w:p w:rsidR="00B86457" w:rsidRPr="008444DD" w:rsidRDefault="00B86457" w:rsidP="005E0634">
      <w:pPr>
        <w:jc w:val="both"/>
        <w:rPr>
          <w:sz w:val="24"/>
          <w:szCs w:val="24"/>
        </w:rPr>
      </w:pPr>
      <w:r>
        <w:br w:type="page"/>
      </w:r>
      <w:r>
        <w:rPr>
          <w:noProof/>
          <w:lang w:val="ru-RU"/>
        </w:rPr>
        <w:pict>
          <v:shape id="Поле 35" o:spid="_x0000_s1029" type="#_x0000_t202" style="position:absolute;left:0;text-align:left;margin-left:371.45pt;margin-top:-47.9pt;width:36.6pt;height:21.7pt;z-index:251651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" stroked="f">
            <v:textbox>
              <w:txbxContent>
                <w:p w:rsidR="00B86457" w:rsidRPr="00027A8B" w:rsidRDefault="00B86457" w:rsidP="005E0634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tbl>
      <w:tblPr>
        <w:tblW w:w="15735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1418"/>
        <w:gridCol w:w="4111"/>
        <w:gridCol w:w="1417"/>
        <w:gridCol w:w="1985"/>
        <w:gridCol w:w="567"/>
        <w:gridCol w:w="708"/>
        <w:gridCol w:w="709"/>
        <w:gridCol w:w="709"/>
        <w:gridCol w:w="727"/>
        <w:gridCol w:w="690"/>
        <w:gridCol w:w="709"/>
        <w:gridCol w:w="1418"/>
      </w:tblGrid>
      <w:tr w:rsidR="00B86457" w:rsidRPr="0019237A" w:rsidTr="005E0634">
        <w:trPr>
          <w:tblHeader/>
        </w:trPr>
        <w:tc>
          <w:tcPr>
            <w:tcW w:w="567" w:type="dxa"/>
            <w:vAlign w:val="center"/>
          </w:tcPr>
          <w:p w:rsidR="00B86457" w:rsidRPr="0019237A" w:rsidRDefault="00B86457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86457" w:rsidRPr="0019237A" w:rsidRDefault="00B86457" w:rsidP="005E0634">
            <w:pPr>
              <w:ind w:left="-70" w:right="-70"/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111" w:type="dxa"/>
            <w:vAlign w:val="center"/>
          </w:tcPr>
          <w:p w:rsidR="00B86457" w:rsidRPr="0019237A" w:rsidRDefault="00B86457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B86457" w:rsidRPr="0019237A" w:rsidRDefault="00B86457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85" w:type="dxa"/>
            <w:vAlign w:val="center"/>
          </w:tcPr>
          <w:p w:rsidR="00B86457" w:rsidRPr="0019237A" w:rsidRDefault="00B86457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B86457" w:rsidRPr="0019237A" w:rsidRDefault="00B86457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708" w:type="dxa"/>
            <w:vAlign w:val="center"/>
          </w:tcPr>
          <w:p w:rsidR="00B86457" w:rsidRPr="0019237A" w:rsidRDefault="00B86457" w:rsidP="005E0634">
            <w:pPr>
              <w:ind w:right="-1"/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709" w:type="dxa"/>
            <w:vAlign w:val="center"/>
          </w:tcPr>
          <w:p w:rsidR="00B86457" w:rsidRPr="0019237A" w:rsidRDefault="00B86457" w:rsidP="005E0634">
            <w:pPr>
              <w:ind w:hanging="69"/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709" w:type="dxa"/>
            <w:vAlign w:val="center"/>
          </w:tcPr>
          <w:p w:rsidR="00B86457" w:rsidRPr="0019237A" w:rsidRDefault="00B86457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727" w:type="dxa"/>
            <w:vAlign w:val="center"/>
          </w:tcPr>
          <w:p w:rsidR="00B86457" w:rsidRPr="0019237A" w:rsidRDefault="00B86457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690" w:type="dxa"/>
            <w:vAlign w:val="center"/>
          </w:tcPr>
          <w:p w:rsidR="00B86457" w:rsidRPr="0019237A" w:rsidRDefault="00B86457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709" w:type="dxa"/>
            <w:vAlign w:val="center"/>
          </w:tcPr>
          <w:p w:rsidR="00B86457" w:rsidRPr="0019237A" w:rsidRDefault="00B86457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418" w:type="dxa"/>
            <w:vAlign w:val="center"/>
          </w:tcPr>
          <w:p w:rsidR="00B86457" w:rsidRPr="0019237A" w:rsidRDefault="00B86457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13</w:t>
            </w:r>
          </w:p>
        </w:tc>
      </w:tr>
      <w:tr w:rsidR="00B86457" w:rsidRPr="00256A00" w:rsidTr="005E0634">
        <w:trPr>
          <w:tblHeader/>
        </w:trPr>
        <w:tc>
          <w:tcPr>
            <w:tcW w:w="567" w:type="dxa"/>
            <w:vMerge w:val="restart"/>
            <w:vAlign w:val="center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забезпечен-ня безпеки дорожнього руху.  </w:t>
            </w:r>
          </w:p>
        </w:tc>
        <w:tc>
          <w:tcPr>
            <w:tcW w:w="4111" w:type="dxa"/>
            <w:vAlign w:val="center"/>
          </w:tcPr>
          <w:p w:rsidR="00B86457" w:rsidRDefault="00B86457" w:rsidP="005E0634">
            <w:pPr>
              <w:jc w:val="both"/>
              <w:rPr>
                <w:sz w:val="24"/>
                <w:szCs w:val="24"/>
              </w:rPr>
            </w:pPr>
            <w:r w:rsidRPr="00711531">
              <w:rPr>
                <w:sz w:val="24"/>
                <w:szCs w:val="24"/>
              </w:rPr>
              <w:t>Виявлення фактів незаконного розподілу, розкрадання, нецільового використання бюджетних коштів, насамперед тих, що виділяються з резервного фонду бюджету та</w:t>
            </w:r>
            <w:r>
              <w:rPr>
                <w:sz w:val="24"/>
                <w:szCs w:val="24"/>
              </w:rPr>
              <w:t xml:space="preserve"> на фінансування соціальних програм, вжиття заходів щодо припинення протиправної діяльності розпоряд-ників бюджетних коштів усіх рівнів</w:t>
            </w:r>
          </w:p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86457" w:rsidRPr="00256A00" w:rsidRDefault="00B86457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85" w:type="dxa"/>
          </w:tcPr>
          <w:p w:rsidR="00B86457" w:rsidRDefault="00B86457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Глухівський відділ поліції </w:t>
            </w:r>
          </w:p>
          <w:p w:rsidR="00B86457" w:rsidRPr="00256A00" w:rsidRDefault="00B86457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 НП в Сумській області</w:t>
            </w:r>
          </w:p>
        </w:tc>
        <w:tc>
          <w:tcPr>
            <w:tcW w:w="567" w:type="dxa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86457" w:rsidRPr="00256A00" w:rsidRDefault="00B86457" w:rsidP="005E0634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86457" w:rsidRPr="00256A00" w:rsidRDefault="00B86457" w:rsidP="005E0634">
            <w:pPr>
              <w:ind w:hanging="69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7" w:type="dxa"/>
            <w:vAlign w:val="center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0" w:type="dxa"/>
            <w:vAlign w:val="center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86457" w:rsidRPr="00256A00" w:rsidRDefault="00B86457" w:rsidP="005E0634">
            <w:pPr>
              <w:ind w:right="-7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711531">
              <w:rPr>
                <w:sz w:val="24"/>
                <w:szCs w:val="24"/>
              </w:rPr>
              <w:t>ротиді</w:t>
            </w:r>
            <w:r>
              <w:rPr>
                <w:sz w:val="24"/>
                <w:szCs w:val="24"/>
              </w:rPr>
              <w:t>я</w:t>
            </w:r>
            <w:r w:rsidRPr="00711531">
              <w:rPr>
                <w:sz w:val="24"/>
                <w:szCs w:val="24"/>
              </w:rPr>
              <w:t xml:space="preserve"> розкраданню бюджетних коштів</w:t>
            </w:r>
          </w:p>
        </w:tc>
      </w:tr>
      <w:tr w:rsidR="00B86457" w:rsidRPr="00256A00" w:rsidTr="005E0634">
        <w:trPr>
          <w:tblHeader/>
        </w:trPr>
        <w:tc>
          <w:tcPr>
            <w:tcW w:w="567" w:type="dxa"/>
            <w:vMerge/>
            <w:vAlign w:val="center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  <w:r w:rsidRPr="00711531">
              <w:rPr>
                <w:sz w:val="24"/>
                <w:szCs w:val="24"/>
              </w:rPr>
              <w:t>Забезпечення реалізації анти</w:t>
            </w:r>
            <w:r>
              <w:rPr>
                <w:sz w:val="24"/>
                <w:szCs w:val="24"/>
              </w:rPr>
              <w:t>-</w:t>
            </w:r>
            <w:r w:rsidRPr="00711531">
              <w:rPr>
                <w:sz w:val="24"/>
                <w:szCs w:val="24"/>
              </w:rPr>
              <w:t>корупційного законодавства, зокрема щодо запобігання та протидії корупції в публічній і приватній сферах суспільних відносин, відповідно до чинного законодавства відшкоду</w:t>
            </w:r>
            <w:r>
              <w:rPr>
                <w:sz w:val="24"/>
                <w:szCs w:val="24"/>
              </w:rPr>
              <w:t>-</w:t>
            </w:r>
            <w:r w:rsidRPr="00711531">
              <w:rPr>
                <w:sz w:val="24"/>
                <w:szCs w:val="24"/>
              </w:rPr>
              <w:t>вання завданої внаслідок вчинення корупційних правопорушень шкоди, поновлення порушених прав, свобод та інтересів громадян</w:t>
            </w:r>
          </w:p>
        </w:tc>
        <w:tc>
          <w:tcPr>
            <w:tcW w:w="1417" w:type="dxa"/>
          </w:tcPr>
          <w:p w:rsidR="00B86457" w:rsidRPr="00256A00" w:rsidRDefault="00B86457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85" w:type="dxa"/>
          </w:tcPr>
          <w:p w:rsidR="00B86457" w:rsidRDefault="00B86457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Глухівський відділ поліції </w:t>
            </w:r>
          </w:p>
          <w:p w:rsidR="00B86457" w:rsidRPr="00256A00" w:rsidRDefault="00B86457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ГУ НП в Сумській області, Глухівський відділ </w:t>
            </w:r>
            <w:r w:rsidRPr="00C52DEB">
              <w:rPr>
                <w:sz w:val="24"/>
                <w:shd w:val="clear" w:color="auto" w:fill="FFFFFF"/>
              </w:rPr>
              <w:t>УСБУ в Сумській області</w:t>
            </w:r>
            <w:r>
              <w:rPr>
                <w:sz w:val="24"/>
                <w:szCs w:val="24"/>
              </w:rPr>
              <w:t>, Глухівський відділ Шосткинської місцевої прокуратури</w:t>
            </w:r>
          </w:p>
        </w:tc>
        <w:tc>
          <w:tcPr>
            <w:tcW w:w="567" w:type="dxa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86457" w:rsidRPr="00256A00" w:rsidRDefault="00B86457" w:rsidP="005E0634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86457" w:rsidRPr="00256A00" w:rsidRDefault="00B86457" w:rsidP="005E0634">
            <w:pPr>
              <w:ind w:hanging="69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7" w:type="dxa"/>
            <w:vAlign w:val="center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0" w:type="dxa"/>
            <w:vAlign w:val="center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86457" w:rsidRPr="00256A00" w:rsidRDefault="00B86457" w:rsidP="005E0634">
            <w:pPr>
              <w:rPr>
                <w:sz w:val="24"/>
                <w:szCs w:val="24"/>
              </w:rPr>
            </w:pPr>
            <w:r w:rsidRPr="00711531">
              <w:rPr>
                <w:sz w:val="24"/>
                <w:szCs w:val="24"/>
              </w:rPr>
              <w:t>Запобігання та протидія корупції</w:t>
            </w:r>
          </w:p>
        </w:tc>
      </w:tr>
    </w:tbl>
    <w:p w:rsidR="00B86457" w:rsidRDefault="00B86457" w:rsidP="005E0634">
      <w:pPr>
        <w:ind w:left="11907"/>
      </w:pPr>
      <w:r>
        <w:br w:type="page"/>
      </w:r>
    </w:p>
    <w:p w:rsidR="00B86457" w:rsidRPr="008444DD" w:rsidRDefault="00B86457" w:rsidP="005E0634">
      <w:pPr>
        <w:ind w:left="11907"/>
        <w:rPr>
          <w:sz w:val="24"/>
          <w:szCs w:val="24"/>
        </w:rPr>
      </w:pPr>
      <w:r>
        <w:rPr>
          <w:noProof/>
          <w:lang w:val="ru-RU"/>
        </w:rPr>
        <w:pict>
          <v:shape id="Поле 34" o:spid="_x0000_s1030" type="#_x0000_t202" style="position:absolute;left:0;text-align:left;margin-left:379.6pt;margin-top:-51.6pt;width:36.6pt;height:21.7pt;z-index:251652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" stroked="f">
            <v:textbox>
              <w:txbxContent>
                <w:p w:rsidR="00B86457" w:rsidRPr="00027A8B" w:rsidRDefault="00B86457" w:rsidP="005E0634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tbl>
      <w:tblPr>
        <w:tblW w:w="15735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1418"/>
        <w:gridCol w:w="4111"/>
        <w:gridCol w:w="1417"/>
        <w:gridCol w:w="1985"/>
        <w:gridCol w:w="567"/>
        <w:gridCol w:w="708"/>
        <w:gridCol w:w="709"/>
        <w:gridCol w:w="709"/>
        <w:gridCol w:w="727"/>
        <w:gridCol w:w="690"/>
        <w:gridCol w:w="709"/>
        <w:gridCol w:w="1418"/>
      </w:tblGrid>
      <w:tr w:rsidR="00B86457" w:rsidRPr="0019237A" w:rsidTr="005E0634">
        <w:trPr>
          <w:tblHeader/>
        </w:trPr>
        <w:tc>
          <w:tcPr>
            <w:tcW w:w="567" w:type="dxa"/>
            <w:vAlign w:val="center"/>
          </w:tcPr>
          <w:p w:rsidR="00B86457" w:rsidRPr="0019237A" w:rsidRDefault="00B86457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86457" w:rsidRPr="0019237A" w:rsidRDefault="00B86457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111" w:type="dxa"/>
            <w:vAlign w:val="center"/>
          </w:tcPr>
          <w:p w:rsidR="00B86457" w:rsidRPr="0019237A" w:rsidRDefault="00B86457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B86457" w:rsidRPr="0019237A" w:rsidRDefault="00B86457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85" w:type="dxa"/>
            <w:vAlign w:val="center"/>
          </w:tcPr>
          <w:p w:rsidR="00B86457" w:rsidRPr="0019237A" w:rsidRDefault="00B86457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B86457" w:rsidRPr="0019237A" w:rsidRDefault="00B86457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708" w:type="dxa"/>
            <w:vAlign w:val="center"/>
          </w:tcPr>
          <w:p w:rsidR="00B86457" w:rsidRPr="0019237A" w:rsidRDefault="00B86457" w:rsidP="005E0634">
            <w:pPr>
              <w:ind w:right="-1"/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709" w:type="dxa"/>
            <w:vAlign w:val="center"/>
          </w:tcPr>
          <w:p w:rsidR="00B86457" w:rsidRPr="0019237A" w:rsidRDefault="00B86457" w:rsidP="005E0634">
            <w:pPr>
              <w:ind w:hanging="69"/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709" w:type="dxa"/>
            <w:vAlign w:val="center"/>
          </w:tcPr>
          <w:p w:rsidR="00B86457" w:rsidRPr="0019237A" w:rsidRDefault="00B86457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727" w:type="dxa"/>
            <w:vAlign w:val="center"/>
          </w:tcPr>
          <w:p w:rsidR="00B86457" w:rsidRPr="0019237A" w:rsidRDefault="00B86457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690" w:type="dxa"/>
            <w:vAlign w:val="center"/>
          </w:tcPr>
          <w:p w:rsidR="00B86457" w:rsidRPr="0019237A" w:rsidRDefault="00B86457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709" w:type="dxa"/>
            <w:vAlign w:val="center"/>
          </w:tcPr>
          <w:p w:rsidR="00B86457" w:rsidRPr="0019237A" w:rsidRDefault="00B86457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418" w:type="dxa"/>
            <w:vAlign w:val="center"/>
          </w:tcPr>
          <w:p w:rsidR="00B86457" w:rsidRPr="0019237A" w:rsidRDefault="00B86457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13</w:t>
            </w:r>
          </w:p>
        </w:tc>
      </w:tr>
      <w:tr w:rsidR="00B86457" w:rsidRPr="00256A00" w:rsidTr="005E0634">
        <w:trPr>
          <w:trHeight w:val="2879"/>
          <w:tblHeader/>
        </w:trPr>
        <w:tc>
          <w:tcPr>
            <w:tcW w:w="567" w:type="dxa"/>
            <w:vMerge w:val="restart"/>
            <w:vAlign w:val="center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Організувати вивчення питання порядку формування і затвердження цін/тарифів на послуги галузі житлово-комунального господарства (опалення, централізованого водо- постачання та водовідведення, інше), застосування тарифів без урахування умов економічної обґрунтованості, освоєння та використання бюджетних асигнувань</w:t>
            </w:r>
          </w:p>
        </w:tc>
        <w:tc>
          <w:tcPr>
            <w:tcW w:w="1417" w:type="dxa"/>
          </w:tcPr>
          <w:p w:rsidR="00B86457" w:rsidRPr="00256A00" w:rsidRDefault="00B86457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85" w:type="dxa"/>
          </w:tcPr>
          <w:p w:rsidR="00B86457" w:rsidRDefault="00B86457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Глухівський відділ поліції </w:t>
            </w:r>
          </w:p>
          <w:p w:rsidR="00B86457" w:rsidRPr="00256A00" w:rsidRDefault="00B86457" w:rsidP="005E0634">
            <w:pPr>
              <w:ind w:left="-70" w:right="-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 НП в Сумській області</w:t>
            </w:r>
          </w:p>
        </w:tc>
        <w:tc>
          <w:tcPr>
            <w:tcW w:w="567" w:type="dxa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86457" w:rsidRPr="00256A00" w:rsidRDefault="00B86457" w:rsidP="005E0634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86457" w:rsidRPr="00256A00" w:rsidRDefault="00B86457" w:rsidP="005E0634">
            <w:pPr>
              <w:ind w:hanging="69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7" w:type="dxa"/>
            <w:vAlign w:val="center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0" w:type="dxa"/>
            <w:vAlign w:val="center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</w:tr>
      <w:tr w:rsidR="00B86457" w:rsidRPr="00256A00" w:rsidTr="005E0634">
        <w:trPr>
          <w:tblHeader/>
        </w:trPr>
        <w:tc>
          <w:tcPr>
            <w:tcW w:w="567" w:type="dxa"/>
            <w:vMerge/>
            <w:vAlign w:val="center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Проведення відповідно до чинного законодавства вибіркових перевірок виплати заробітної плати, застосування відповідних санкцій до керівників підприємств-боржників, які порушують законодавство про оплату праці</w:t>
            </w:r>
          </w:p>
        </w:tc>
        <w:tc>
          <w:tcPr>
            <w:tcW w:w="1417" w:type="dxa"/>
          </w:tcPr>
          <w:p w:rsidR="00B86457" w:rsidRPr="00256A00" w:rsidRDefault="00B86457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85" w:type="dxa"/>
            <w:vAlign w:val="center"/>
          </w:tcPr>
          <w:p w:rsidR="00B86457" w:rsidRDefault="00B86457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Глухівський відділ поліції </w:t>
            </w:r>
          </w:p>
          <w:p w:rsidR="00B86457" w:rsidRPr="00256A00" w:rsidRDefault="00B86457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 НП в Сумській області, Глухівський відділ Шосткинської місцевої прокуратури, управління соціального захисту населення Глухівської міської ради</w:t>
            </w:r>
          </w:p>
        </w:tc>
        <w:tc>
          <w:tcPr>
            <w:tcW w:w="567" w:type="dxa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86457" w:rsidRPr="00256A00" w:rsidRDefault="00B86457" w:rsidP="005E0634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86457" w:rsidRPr="00256A00" w:rsidRDefault="00B86457" w:rsidP="005E0634">
            <w:pPr>
              <w:ind w:hanging="69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7" w:type="dxa"/>
            <w:vAlign w:val="center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0" w:type="dxa"/>
            <w:vAlign w:val="center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86457" w:rsidRPr="00256A00" w:rsidRDefault="00B86457" w:rsidP="005E0634">
            <w:pPr>
              <w:ind w:left="-70" w:right="-70"/>
              <w:jc w:val="both"/>
              <w:rPr>
                <w:sz w:val="24"/>
                <w:szCs w:val="24"/>
              </w:rPr>
            </w:pPr>
            <w:r w:rsidRPr="00720E6C">
              <w:rPr>
                <w:sz w:val="24"/>
                <w:szCs w:val="24"/>
              </w:rPr>
              <w:t>Забезпечення дотримання трудового за</w:t>
            </w:r>
            <w:r>
              <w:rPr>
                <w:sz w:val="24"/>
                <w:szCs w:val="24"/>
              </w:rPr>
              <w:t>-</w:t>
            </w:r>
            <w:r w:rsidRPr="00720E6C">
              <w:rPr>
                <w:sz w:val="24"/>
                <w:szCs w:val="24"/>
              </w:rPr>
              <w:t>конодавства України</w:t>
            </w:r>
          </w:p>
        </w:tc>
      </w:tr>
    </w:tbl>
    <w:p w:rsidR="00B86457" w:rsidRDefault="00B86457" w:rsidP="005E0634">
      <w:pPr>
        <w:ind w:left="11624"/>
      </w:pPr>
      <w:r>
        <w:br w:type="page"/>
      </w:r>
    </w:p>
    <w:p w:rsidR="00B86457" w:rsidRPr="008444DD" w:rsidRDefault="00B86457" w:rsidP="005E0634">
      <w:pPr>
        <w:ind w:left="11624"/>
        <w:rPr>
          <w:sz w:val="24"/>
          <w:szCs w:val="24"/>
        </w:rPr>
      </w:pPr>
      <w:r>
        <w:rPr>
          <w:noProof/>
          <w:lang w:val="ru-RU"/>
        </w:rPr>
        <w:pict>
          <v:shape id="Поле 33" o:spid="_x0000_s1031" type="#_x0000_t202" style="position:absolute;left:0;text-align:left;margin-left:375.85pt;margin-top:-46pt;width:36.6pt;height:21.7pt;z-index:251653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" stroked="f">
            <v:textbox>
              <w:txbxContent>
                <w:p w:rsidR="00B86457" w:rsidRPr="00027A8B" w:rsidRDefault="00B86457" w:rsidP="005E0634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tbl>
      <w:tblPr>
        <w:tblW w:w="15735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1418"/>
        <w:gridCol w:w="4111"/>
        <w:gridCol w:w="1417"/>
        <w:gridCol w:w="1985"/>
        <w:gridCol w:w="567"/>
        <w:gridCol w:w="708"/>
        <w:gridCol w:w="709"/>
        <w:gridCol w:w="709"/>
        <w:gridCol w:w="727"/>
        <w:gridCol w:w="690"/>
        <w:gridCol w:w="709"/>
        <w:gridCol w:w="1418"/>
      </w:tblGrid>
      <w:tr w:rsidR="00B86457" w:rsidRPr="0019237A" w:rsidTr="005E0634">
        <w:trPr>
          <w:tblHeader/>
        </w:trPr>
        <w:tc>
          <w:tcPr>
            <w:tcW w:w="567" w:type="dxa"/>
            <w:vAlign w:val="center"/>
          </w:tcPr>
          <w:p w:rsidR="00B86457" w:rsidRPr="0019237A" w:rsidRDefault="00B86457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86457" w:rsidRPr="0019237A" w:rsidRDefault="00B86457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B86457" w:rsidRPr="0019237A" w:rsidRDefault="00B86457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B86457" w:rsidRPr="0019237A" w:rsidRDefault="00B86457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85" w:type="dxa"/>
            <w:vAlign w:val="center"/>
          </w:tcPr>
          <w:p w:rsidR="00B86457" w:rsidRPr="0019237A" w:rsidRDefault="00B86457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B86457" w:rsidRPr="0019237A" w:rsidRDefault="00B86457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708" w:type="dxa"/>
            <w:vAlign w:val="center"/>
          </w:tcPr>
          <w:p w:rsidR="00B86457" w:rsidRPr="0019237A" w:rsidRDefault="00B86457" w:rsidP="005E0634">
            <w:pPr>
              <w:ind w:right="-1"/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709" w:type="dxa"/>
            <w:vAlign w:val="center"/>
          </w:tcPr>
          <w:p w:rsidR="00B86457" w:rsidRPr="0019237A" w:rsidRDefault="00B86457" w:rsidP="005E0634">
            <w:pPr>
              <w:ind w:hanging="69"/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709" w:type="dxa"/>
            <w:vAlign w:val="center"/>
          </w:tcPr>
          <w:p w:rsidR="00B86457" w:rsidRPr="0019237A" w:rsidRDefault="00B86457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727" w:type="dxa"/>
            <w:vAlign w:val="center"/>
          </w:tcPr>
          <w:p w:rsidR="00B86457" w:rsidRPr="0019237A" w:rsidRDefault="00B86457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690" w:type="dxa"/>
            <w:vAlign w:val="center"/>
          </w:tcPr>
          <w:p w:rsidR="00B86457" w:rsidRPr="0019237A" w:rsidRDefault="00B86457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709" w:type="dxa"/>
            <w:vAlign w:val="center"/>
          </w:tcPr>
          <w:p w:rsidR="00B86457" w:rsidRPr="0019237A" w:rsidRDefault="00B86457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418" w:type="dxa"/>
            <w:vAlign w:val="center"/>
          </w:tcPr>
          <w:p w:rsidR="00B86457" w:rsidRPr="0019237A" w:rsidRDefault="00B86457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13</w:t>
            </w:r>
          </w:p>
        </w:tc>
      </w:tr>
      <w:tr w:rsidR="00B86457" w:rsidRPr="00256A00" w:rsidTr="005E0634">
        <w:trPr>
          <w:tblHeader/>
        </w:trPr>
        <w:tc>
          <w:tcPr>
            <w:tcW w:w="567" w:type="dxa"/>
            <w:vMerge w:val="restart"/>
            <w:vAlign w:val="center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Проведення профілактично – роз’яс-нювальної роботи серед населення території Глухівської міської ради щодо запобігання діям шахраїв, квартирних злодіїв, дотримання правил безпеки щодо захисту життя, здоров’я та особистого майна на вулицях у темний час доби</w:t>
            </w:r>
          </w:p>
        </w:tc>
        <w:tc>
          <w:tcPr>
            <w:tcW w:w="1417" w:type="dxa"/>
          </w:tcPr>
          <w:p w:rsidR="00B86457" w:rsidRPr="00256A00" w:rsidRDefault="00B86457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85" w:type="dxa"/>
            <w:vAlign w:val="center"/>
          </w:tcPr>
          <w:p w:rsidR="00B86457" w:rsidRDefault="00B86457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Глухівський відділ поліції </w:t>
            </w:r>
          </w:p>
          <w:p w:rsidR="00B86457" w:rsidRPr="00256A00" w:rsidRDefault="00B86457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 НП в Сумській області</w:t>
            </w:r>
          </w:p>
        </w:tc>
        <w:tc>
          <w:tcPr>
            <w:tcW w:w="567" w:type="dxa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86457" w:rsidRPr="00256A00" w:rsidRDefault="00B86457" w:rsidP="005E0634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86457" w:rsidRPr="00256A00" w:rsidRDefault="00B86457" w:rsidP="005E0634">
            <w:pPr>
              <w:ind w:hanging="69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7" w:type="dxa"/>
            <w:vAlign w:val="center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0" w:type="dxa"/>
            <w:vAlign w:val="center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86457" w:rsidRPr="00256A00" w:rsidRDefault="00B86457" w:rsidP="005E0634">
            <w:pPr>
              <w:ind w:left="-70" w:right="-70"/>
              <w:jc w:val="center"/>
              <w:rPr>
                <w:sz w:val="24"/>
                <w:szCs w:val="24"/>
              </w:rPr>
            </w:pPr>
          </w:p>
        </w:tc>
      </w:tr>
      <w:tr w:rsidR="00B86457" w:rsidRPr="00256A00" w:rsidTr="005E0634">
        <w:trPr>
          <w:tblHeader/>
        </w:trPr>
        <w:tc>
          <w:tcPr>
            <w:tcW w:w="567" w:type="dxa"/>
            <w:vMerge/>
            <w:vAlign w:val="center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B86457" w:rsidRPr="008444DD" w:rsidRDefault="00B86457" w:rsidP="005E0634">
            <w:pPr>
              <w:jc w:val="both"/>
              <w:rPr>
                <w:sz w:val="24"/>
                <w:szCs w:val="24"/>
              </w:rPr>
            </w:pPr>
            <w:r w:rsidRPr="008444DD">
              <w:rPr>
                <w:sz w:val="24"/>
                <w:szCs w:val="24"/>
              </w:rPr>
              <w:t xml:space="preserve">Проведення перевірки розважальних закладів та місць масового відпочинку населення з метою недопущення розповсюдження наркотичних засобів </w:t>
            </w:r>
          </w:p>
          <w:p w:rsidR="00B86457" w:rsidRPr="00256A00" w:rsidRDefault="00B86457" w:rsidP="005E0634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86457" w:rsidRPr="00256A00" w:rsidRDefault="00B86457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85" w:type="dxa"/>
          </w:tcPr>
          <w:p w:rsidR="00B86457" w:rsidRDefault="00B86457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Глухівський відділ поліції </w:t>
            </w:r>
          </w:p>
          <w:p w:rsidR="00B86457" w:rsidRPr="00256A00" w:rsidRDefault="00B86457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 НП в Сумській області</w:t>
            </w:r>
          </w:p>
        </w:tc>
        <w:tc>
          <w:tcPr>
            <w:tcW w:w="567" w:type="dxa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86457" w:rsidRPr="00256A00" w:rsidRDefault="00B86457" w:rsidP="005E0634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86457" w:rsidRPr="00256A00" w:rsidRDefault="00B86457" w:rsidP="005E0634">
            <w:pPr>
              <w:ind w:hanging="69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7" w:type="dxa"/>
            <w:vAlign w:val="center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0" w:type="dxa"/>
            <w:vAlign w:val="center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  <w:r w:rsidRPr="008444DD">
              <w:rPr>
                <w:sz w:val="24"/>
                <w:szCs w:val="24"/>
              </w:rPr>
              <w:t>Недопуще</w:t>
            </w:r>
            <w:r>
              <w:rPr>
                <w:sz w:val="24"/>
                <w:szCs w:val="24"/>
              </w:rPr>
              <w:t>-</w:t>
            </w:r>
            <w:r w:rsidRPr="008444DD">
              <w:rPr>
                <w:sz w:val="24"/>
                <w:szCs w:val="24"/>
              </w:rPr>
              <w:t>ння втягне</w:t>
            </w:r>
            <w:r>
              <w:rPr>
                <w:sz w:val="24"/>
                <w:szCs w:val="24"/>
              </w:rPr>
              <w:t>-</w:t>
            </w:r>
            <w:r w:rsidRPr="008444DD">
              <w:rPr>
                <w:sz w:val="24"/>
                <w:szCs w:val="24"/>
              </w:rPr>
              <w:t>ння непов</w:t>
            </w:r>
            <w:r>
              <w:rPr>
                <w:sz w:val="24"/>
                <w:szCs w:val="24"/>
              </w:rPr>
              <w:t>-</w:t>
            </w:r>
            <w:r w:rsidRPr="008444DD">
              <w:rPr>
                <w:sz w:val="24"/>
                <w:szCs w:val="24"/>
              </w:rPr>
              <w:t>нолітніх у наркоманію</w:t>
            </w:r>
          </w:p>
        </w:tc>
      </w:tr>
      <w:tr w:rsidR="00B86457" w:rsidRPr="00256A00" w:rsidTr="005E0634">
        <w:trPr>
          <w:tblHeader/>
        </w:trPr>
        <w:tc>
          <w:tcPr>
            <w:tcW w:w="567" w:type="dxa"/>
            <w:vMerge/>
            <w:vAlign w:val="center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  <w:r w:rsidRPr="008444DD">
              <w:rPr>
                <w:sz w:val="24"/>
                <w:szCs w:val="24"/>
              </w:rPr>
              <w:t>Контроль за діяльністю суб’єктів господарювання, що реалізують лікарські засоби, що містять наркотичні речовини</w:t>
            </w:r>
          </w:p>
        </w:tc>
        <w:tc>
          <w:tcPr>
            <w:tcW w:w="1417" w:type="dxa"/>
          </w:tcPr>
          <w:p w:rsidR="00B86457" w:rsidRPr="00256A00" w:rsidRDefault="00B86457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85" w:type="dxa"/>
            <w:vAlign w:val="center"/>
          </w:tcPr>
          <w:p w:rsidR="00B86457" w:rsidRDefault="00B86457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Глухівський відділ поліції </w:t>
            </w:r>
          </w:p>
          <w:p w:rsidR="00B86457" w:rsidRPr="00256A00" w:rsidRDefault="00B86457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 НП в Сумській області, Центральна районна лікарня</w:t>
            </w:r>
          </w:p>
        </w:tc>
        <w:tc>
          <w:tcPr>
            <w:tcW w:w="567" w:type="dxa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86457" w:rsidRPr="00256A00" w:rsidRDefault="00B86457" w:rsidP="005E0634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86457" w:rsidRPr="00256A00" w:rsidRDefault="00B86457" w:rsidP="005E0634">
            <w:pPr>
              <w:ind w:hanging="69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7" w:type="dxa"/>
            <w:vAlign w:val="center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0" w:type="dxa"/>
            <w:vAlign w:val="center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  <w:r w:rsidRPr="00184E92">
              <w:rPr>
                <w:sz w:val="24"/>
                <w:szCs w:val="24"/>
              </w:rPr>
              <w:t>Перекриття каналів ви</w:t>
            </w:r>
            <w:r>
              <w:rPr>
                <w:sz w:val="24"/>
                <w:szCs w:val="24"/>
              </w:rPr>
              <w:t>-</w:t>
            </w:r>
            <w:r w:rsidRPr="00184E92">
              <w:rPr>
                <w:sz w:val="24"/>
                <w:szCs w:val="24"/>
              </w:rPr>
              <w:t>току з ле</w:t>
            </w:r>
            <w:r>
              <w:rPr>
                <w:sz w:val="24"/>
                <w:szCs w:val="24"/>
              </w:rPr>
              <w:t>-</w:t>
            </w:r>
            <w:r w:rsidRPr="00184E92">
              <w:rPr>
                <w:sz w:val="24"/>
                <w:szCs w:val="24"/>
              </w:rPr>
              <w:t>гального обігу під</w:t>
            </w:r>
            <w:r>
              <w:rPr>
                <w:sz w:val="24"/>
                <w:szCs w:val="24"/>
              </w:rPr>
              <w:t>-</w:t>
            </w:r>
            <w:r w:rsidRPr="00184E92">
              <w:rPr>
                <w:sz w:val="24"/>
                <w:szCs w:val="24"/>
              </w:rPr>
              <w:t>контроль</w:t>
            </w:r>
            <w:r>
              <w:rPr>
                <w:sz w:val="24"/>
                <w:szCs w:val="24"/>
              </w:rPr>
              <w:t>-</w:t>
            </w:r>
            <w:r w:rsidRPr="00184E92">
              <w:rPr>
                <w:sz w:val="24"/>
                <w:szCs w:val="24"/>
              </w:rPr>
              <w:t>них речовин</w:t>
            </w:r>
          </w:p>
        </w:tc>
      </w:tr>
      <w:tr w:rsidR="00B86457" w:rsidRPr="00256A00" w:rsidTr="005E0634">
        <w:trPr>
          <w:tblHeader/>
        </w:trPr>
        <w:tc>
          <w:tcPr>
            <w:tcW w:w="567" w:type="dxa"/>
            <w:vMerge/>
            <w:vAlign w:val="center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  <w:r w:rsidRPr="00184E92">
              <w:rPr>
                <w:sz w:val="24"/>
                <w:szCs w:val="24"/>
              </w:rPr>
              <w:t>Посилення контролю за культивуванням та забезпеченням охорони нарковмісних рослин сільськогосподарськими підпри</w:t>
            </w:r>
            <w:r>
              <w:rPr>
                <w:sz w:val="24"/>
                <w:szCs w:val="24"/>
              </w:rPr>
              <w:t>-є</w:t>
            </w:r>
            <w:r w:rsidRPr="00184E92">
              <w:rPr>
                <w:sz w:val="24"/>
                <w:szCs w:val="24"/>
              </w:rPr>
              <w:t>мствами. Забезпечення знищення пожнивних залишків після збору та переробки врожаю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B86457" w:rsidRPr="00256A00" w:rsidRDefault="00B86457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85" w:type="dxa"/>
          </w:tcPr>
          <w:p w:rsidR="00B86457" w:rsidRDefault="00B86457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Глухівський відділ поліції </w:t>
            </w:r>
          </w:p>
          <w:p w:rsidR="00B86457" w:rsidRPr="00256A00" w:rsidRDefault="00B86457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 НП в Сумській області</w:t>
            </w:r>
          </w:p>
        </w:tc>
        <w:tc>
          <w:tcPr>
            <w:tcW w:w="567" w:type="dxa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86457" w:rsidRPr="00256A00" w:rsidRDefault="00B86457" w:rsidP="005E0634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86457" w:rsidRPr="00256A00" w:rsidRDefault="00B86457" w:rsidP="005E0634">
            <w:pPr>
              <w:ind w:hanging="69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7" w:type="dxa"/>
            <w:vAlign w:val="center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0" w:type="dxa"/>
            <w:vAlign w:val="center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86457" w:rsidRPr="00256A00" w:rsidRDefault="00B86457" w:rsidP="005E0634">
            <w:pPr>
              <w:ind w:left="-70" w:right="-70"/>
              <w:jc w:val="both"/>
              <w:rPr>
                <w:sz w:val="24"/>
                <w:szCs w:val="24"/>
              </w:rPr>
            </w:pPr>
            <w:r w:rsidRPr="00184E92">
              <w:rPr>
                <w:sz w:val="24"/>
                <w:szCs w:val="24"/>
              </w:rPr>
              <w:t>Недопуще</w:t>
            </w:r>
            <w:r>
              <w:rPr>
                <w:sz w:val="24"/>
                <w:szCs w:val="24"/>
              </w:rPr>
              <w:t>н-н</w:t>
            </w:r>
            <w:r w:rsidRPr="00184E92">
              <w:rPr>
                <w:sz w:val="24"/>
                <w:szCs w:val="24"/>
              </w:rPr>
              <w:t xml:space="preserve">я витоку в </w:t>
            </w:r>
            <w:r>
              <w:rPr>
                <w:sz w:val="24"/>
                <w:szCs w:val="24"/>
              </w:rPr>
              <w:t>незакон</w:t>
            </w:r>
            <w:r w:rsidRPr="00184E92">
              <w:rPr>
                <w:sz w:val="24"/>
                <w:szCs w:val="24"/>
              </w:rPr>
              <w:t>ний обіг макової та конопля</w:t>
            </w:r>
            <w:r>
              <w:rPr>
                <w:sz w:val="24"/>
                <w:szCs w:val="24"/>
              </w:rPr>
              <w:t>-ної сирови-ни, що ви-користову</w:t>
            </w:r>
            <w:r w:rsidRPr="00184E92">
              <w:rPr>
                <w:sz w:val="24"/>
                <w:szCs w:val="24"/>
              </w:rPr>
              <w:t>ється для виго</w:t>
            </w:r>
            <w:r>
              <w:rPr>
                <w:sz w:val="24"/>
                <w:szCs w:val="24"/>
              </w:rPr>
              <w:t>-</w:t>
            </w:r>
            <w:r w:rsidRPr="00184E92">
              <w:rPr>
                <w:sz w:val="24"/>
                <w:szCs w:val="24"/>
              </w:rPr>
              <w:t>товлення наркозасобів</w:t>
            </w:r>
          </w:p>
        </w:tc>
      </w:tr>
    </w:tbl>
    <w:p w:rsidR="00B86457" w:rsidRDefault="00B86457" w:rsidP="005E0634">
      <w:pPr>
        <w:ind w:left="11766"/>
      </w:pPr>
      <w:r>
        <w:br w:type="page"/>
      </w:r>
    </w:p>
    <w:p w:rsidR="00B86457" w:rsidRPr="004E1178" w:rsidRDefault="00B86457" w:rsidP="005E0634">
      <w:pPr>
        <w:ind w:left="11766"/>
        <w:rPr>
          <w:sz w:val="24"/>
          <w:szCs w:val="24"/>
        </w:rPr>
      </w:pPr>
      <w:r>
        <w:rPr>
          <w:noProof/>
          <w:lang w:val="ru-RU"/>
        </w:rPr>
        <w:pict>
          <v:shape id="Поле 31" o:spid="_x0000_s1032" type="#_x0000_t202" style="position:absolute;left:0;text-align:left;margin-left:381pt;margin-top:-42.25pt;width:36.6pt;height:21.7pt;z-index:251654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" stroked="f">
            <v:textbox>
              <w:txbxContent>
                <w:p w:rsidR="00B86457" w:rsidRPr="00027A8B" w:rsidRDefault="00B86457" w:rsidP="005E0634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tbl>
      <w:tblPr>
        <w:tblW w:w="15735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1418"/>
        <w:gridCol w:w="4111"/>
        <w:gridCol w:w="1417"/>
        <w:gridCol w:w="1985"/>
        <w:gridCol w:w="567"/>
        <w:gridCol w:w="708"/>
        <w:gridCol w:w="709"/>
        <w:gridCol w:w="709"/>
        <w:gridCol w:w="727"/>
        <w:gridCol w:w="690"/>
        <w:gridCol w:w="709"/>
        <w:gridCol w:w="1418"/>
      </w:tblGrid>
      <w:tr w:rsidR="00B86457" w:rsidRPr="0019237A" w:rsidTr="005E0634">
        <w:trPr>
          <w:tblHeader/>
        </w:trPr>
        <w:tc>
          <w:tcPr>
            <w:tcW w:w="567" w:type="dxa"/>
            <w:vAlign w:val="center"/>
          </w:tcPr>
          <w:p w:rsidR="00B86457" w:rsidRPr="0019237A" w:rsidRDefault="00B86457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86457" w:rsidRPr="0019237A" w:rsidRDefault="00B86457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111" w:type="dxa"/>
            <w:vAlign w:val="center"/>
          </w:tcPr>
          <w:p w:rsidR="00B86457" w:rsidRPr="0019237A" w:rsidRDefault="00B86457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B86457" w:rsidRPr="0019237A" w:rsidRDefault="00B86457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85" w:type="dxa"/>
            <w:vAlign w:val="center"/>
          </w:tcPr>
          <w:p w:rsidR="00B86457" w:rsidRPr="0019237A" w:rsidRDefault="00B86457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B86457" w:rsidRPr="0019237A" w:rsidRDefault="00B86457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708" w:type="dxa"/>
            <w:vAlign w:val="center"/>
          </w:tcPr>
          <w:p w:rsidR="00B86457" w:rsidRPr="0019237A" w:rsidRDefault="00B86457" w:rsidP="005E0634">
            <w:pPr>
              <w:ind w:right="-1"/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709" w:type="dxa"/>
            <w:vAlign w:val="center"/>
          </w:tcPr>
          <w:p w:rsidR="00B86457" w:rsidRPr="0019237A" w:rsidRDefault="00B86457" w:rsidP="005E0634">
            <w:pPr>
              <w:ind w:hanging="69"/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709" w:type="dxa"/>
            <w:vAlign w:val="center"/>
          </w:tcPr>
          <w:p w:rsidR="00B86457" w:rsidRPr="0019237A" w:rsidRDefault="00B86457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727" w:type="dxa"/>
            <w:vAlign w:val="center"/>
          </w:tcPr>
          <w:p w:rsidR="00B86457" w:rsidRPr="0019237A" w:rsidRDefault="00B86457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690" w:type="dxa"/>
            <w:vAlign w:val="center"/>
          </w:tcPr>
          <w:p w:rsidR="00B86457" w:rsidRPr="0019237A" w:rsidRDefault="00B86457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709" w:type="dxa"/>
            <w:vAlign w:val="center"/>
          </w:tcPr>
          <w:p w:rsidR="00B86457" w:rsidRPr="0019237A" w:rsidRDefault="00B86457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418" w:type="dxa"/>
            <w:vAlign w:val="center"/>
          </w:tcPr>
          <w:p w:rsidR="00B86457" w:rsidRPr="0019237A" w:rsidRDefault="00B86457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13</w:t>
            </w:r>
          </w:p>
        </w:tc>
      </w:tr>
      <w:tr w:rsidR="00B86457" w:rsidRPr="00256A00" w:rsidTr="005E0634">
        <w:trPr>
          <w:tblHeader/>
        </w:trPr>
        <w:tc>
          <w:tcPr>
            <w:tcW w:w="567" w:type="dxa"/>
            <w:vMerge w:val="restart"/>
            <w:vAlign w:val="center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  <w:r w:rsidRPr="00272FBB">
              <w:rPr>
                <w:sz w:val="24"/>
                <w:szCs w:val="24"/>
              </w:rPr>
              <w:t>Здійснення профілактичних заходів щодо попе</w:t>
            </w:r>
            <w:r>
              <w:rPr>
                <w:sz w:val="24"/>
                <w:szCs w:val="24"/>
              </w:rPr>
              <w:t xml:space="preserve">редження дитячого </w:t>
            </w:r>
            <w:r w:rsidRPr="00272FBB">
              <w:rPr>
                <w:sz w:val="24"/>
                <w:szCs w:val="24"/>
              </w:rPr>
              <w:t xml:space="preserve">жебракування, вилучення бездоглядних дітей з вулиці, їх правового та соціального захисту, притягнення до відповідальності дорослих, які втягують підлітків у злочинну діяльність, жебрацтво, пияцтво, наркоманію. Забезпечення </w:t>
            </w:r>
            <w:r>
              <w:rPr>
                <w:sz w:val="24"/>
                <w:szCs w:val="24"/>
              </w:rPr>
              <w:t>своєчас</w:t>
            </w:r>
            <w:r w:rsidRPr="00272FBB">
              <w:rPr>
                <w:sz w:val="24"/>
                <w:szCs w:val="24"/>
              </w:rPr>
              <w:t>ного виявлення неблагополучних сімей, їх облік і систематичну перевірку умов утримання та виховання неповнолітніх</w:t>
            </w:r>
          </w:p>
        </w:tc>
        <w:tc>
          <w:tcPr>
            <w:tcW w:w="1417" w:type="dxa"/>
          </w:tcPr>
          <w:p w:rsidR="00B86457" w:rsidRPr="00256A00" w:rsidRDefault="00B86457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85" w:type="dxa"/>
          </w:tcPr>
          <w:p w:rsidR="00B86457" w:rsidRDefault="00B86457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Глухівський відділ поліції </w:t>
            </w:r>
          </w:p>
          <w:p w:rsidR="00B86457" w:rsidRDefault="00B86457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ГУ НП в Сумській області, </w:t>
            </w:r>
          </w:p>
          <w:p w:rsidR="00B86457" w:rsidRPr="00256A00" w:rsidRDefault="00B86457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служба у справах дітей Глухівської міської ради, відділ освіти Глухівської міської ради</w:t>
            </w:r>
          </w:p>
        </w:tc>
        <w:tc>
          <w:tcPr>
            <w:tcW w:w="567" w:type="dxa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86457" w:rsidRPr="00256A00" w:rsidRDefault="00B86457" w:rsidP="005E0634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86457" w:rsidRPr="00256A00" w:rsidRDefault="00B86457" w:rsidP="005E0634">
            <w:pPr>
              <w:ind w:hanging="69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7" w:type="dxa"/>
            <w:vAlign w:val="center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0" w:type="dxa"/>
            <w:vAlign w:val="center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B86457" w:rsidRDefault="00B86457" w:rsidP="005E0634">
            <w:pPr>
              <w:rPr>
                <w:sz w:val="24"/>
                <w:szCs w:val="24"/>
              </w:rPr>
            </w:pPr>
            <w:r w:rsidRPr="00272FBB">
              <w:rPr>
                <w:sz w:val="24"/>
                <w:szCs w:val="24"/>
              </w:rPr>
              <w:t>Попередження дитячої злочинності</w:t>
            </w:r>
          </w:p>
          <w:p w:rsidR="00B86457" w:rsidRPr="001A0573" w:rsidRDefault="00B86457" w:rsidP="005E0634">
            <w:pPr>
              <w:rPr>
                <w:sz w:val="24"/>
                <w:szCs w:val="24"/>
              </w:rPr>
            </w:pPr>
          </w:p>
          <w:p w:rsidR="00B86457" w:rsidRPr="001A0573" w:rsidRDefault="00B86457" w:rsidP="005E0634">
            <w:pPr>
              <w:rPr>
                <w:sz w:val="24"/>
                <w:szCs w:val="24"/>
              </w:rPr>
            </w:pPr>
          </w:p>
          <w:p w:rsidR="00B86457" w:rsidRPr="001A0573" w:rsidRDefault="00B86457" w:rsidP="005E0634">
            <w:pPr>
              <w:rPr>
                <w:sz w:val="24"/>
                <w:szCs w:val="24"/>
              </w:rPr>
            </w:pPr>
          </w:p>
          <w:p w:rsidR="00B86457" w:rsidRPr="001A0573" w:rsidRDefault="00B86457" w:rsidP="005E0634">
            <w:pPr>
              <w:rPr>
                <w:sz w:val="24"/>
                <w:szCs w:val="24"/>
              </w:rPr>
            </w:pPr>
          </w:p>
          <w:p w:rsidR="00B86457" w:rsidRPr="001A0573" w:rsidRDefault="00B86457" w:rsidP="005E0634">
            <w:pPr>
              <w:rPr>
                <w:sz w:val="24"/>
                <w:szCs w:val="24"/>
              </w:rPr>
            </w:pPr>
          </w:p>
          <w:p w:rsidR="00B86457" w:rsidRPr="001A0573" w:rsidRDefault="00B86457" w:rsidP="005E0634">
            <w:pPr>
              <w:rPr>
                <w:sz w:val="24"/>
                <w:szCs w:val="24"/>
              </w:rPr>
            </w:pPr>
          </w:p>
          <w:p w:rsidR="00B86457" w:rsidRPr="001A0573" w:rsidRDefault="00B86457" w:rsidP="005E0634">
            <w:pPr>
              <w:rPr>
                <w:sz w:val="24"/>
                <w:szCs w:val="24"/>
              </w:rPr>
            </w:pPr>
          </w:p>
          <w:p w:rsidR="00B86457" w:rsidRPr="001A0573" w:rsidRDefault="00B86457" w:rsidP="005E0634">
            <w:pPr>
              <w:rPr>
                <w:sz w:val="24"/>
                <w:szCs w:val="24"/>
              </w:rPr>
            </w:pPr>
          </w:p>
          <w:p w:rsidR="00B86457" w:rsidRPr="001A0573" w:rsidRDefault="00B86457" w:rsidP="005E0634">
            <w:pPr>
              <w:rPr>
                <w:sz w:val="24"/>
                <w:szCs w:val="24"/>
              </w:rPr>
            </w:pPr>
          </w:p>
          <w:p w:rsidR="00B86457" w:rsidRPr="001A0573" w:rsidRDefault="00B86457" w:rsidP="005E0634">
            <w:pPr>
              <w:rPr>
                <w:sz w:val="24"/>
                <w:szCs w:val="24"/>
              </w:rPr>
            </w:pPr>
          </w:p>
          <w:p w:rsidR="00B86457" w:rsidRPr="001A0573" w:rsidRDefault="00B86457" w:rsidP="005E0634">
            <w:pPr>
              <w:rPr>
                <w:sz w:val="24"/>
                <w:szCs w:val="24"/>
              </w:rPr>
            </w:pPr>
          </w:p>
          <w:p w:rsidR="00B86457" w:rsidRPr="001A0573" w:rsidRDefault="00B86457" w:rsidP="005E0634">
            <w:pPr>
              <w:rPr>
                <w:sz w:val="24"/>
                <w:szCs w:val="24"/>
              </w:rPr>
            </w:pPr>
          </w:p>
          <w:p w:rsidR="00B86457" w:rsidRPr="001A0573" w:rsidRDefault="00B86457" w:rsidP="005E0634">
            <w:pPr>
              <w:rPr>
                <w:sz w:val="24"/>
                <w:szCs w:val="24"/>
              </w:rPr>
            </w:pPr>
          </w:p>
          <w:p w:rsidR="00B86457" w:rsidRPr="001A0573" w:rsidRDefault="00B86457" w:rsidP="005E0634">
            <w:pPr>
              <w:rPr>
                <w:sz w:val="24"/>
                <w:szCs w:val="24"/>
              </w:rPr>
            </w:pPr>
          </w:p>
          <w:p w:rsidR="00B86457" w:rsidRPr="001A0573" w:rsidRDefault="00B86457" w:rsidP="005E0634">
            <w:pPr>
              <w:rPr>
                <w:sz w:val="24"/>
                <w:szCs w:val="24"/>
              </w:rPr>
            </w:pPr>
          </w:p>
          <w:p w:rsidR="00B86457" w:rsidRPr="001A0573" w:rsidRDefault="00B86457" w:rsidP="005E0634">
            <w:pPr>
              <w:rPr>
                <w:sz w:val="24"/>
                <w:szCs w:val="24"/>
              </w:rPr>
            </w:pPr>
          </w:p>
          <w:p w:rsidR="00B86457" w:rsidRPr="001A0573" w:rsidRDefault="00B86457" w:rsidP="005E0634">
            <w:pPr>
              <w:rPr>
                <w:sz w:val="24"/>
                <w:szCs w:val="24"/>
              </w:rPr>
            </w:pPr>
          </w:p>
          <w:p w:rsidR="00B86457" w:rsidRPr="001A0573" w:rsidRDefault="00B86457" w:rsidP="005E0634">
            <w:pPr>
              <w:rPr>
                <w:sz w:val="24"/>
                <w:szCs w:val="24"/>
              </w:rPr>
            </w:pPr>
          </w:p>
          <w:p w:rsidR="00B86457" w:rsidRPr="001A0573" w:rsidRDefault="00B86457" w:rsidP="005E0634">
            <w:pPr>
              <w:rPr>
                <w:sz w:val="24"/>
                <w:szCs w:val="24"/>
              </w:rPr>
            </w:pPr>
          </w:p>
          <w:p w:rsidR="00B86457" w:rsidRPr="001A0573" w:rsidRDefault="00B86457" w:rsidP="005E0634">
            <w:pPr>
              <w:rPr>
                <w:sz w:val="24"/>
                <w:szCs w:val="24"/>
              </w:rPr>
            </w:pPr>
          </w:p>
          <w:p w:rsidR="00B86457" w:rsidRPr="001A0573" w:rsidRDefault="00B86457" w:rsidP="005E0634">
            <w:pPr>
              <w:rPr>
                <w:sz w:val="24"/>
                <w:szCs w:val="24"/>
              </w:rPr>
            </w:pPr>
          </w:p>
          <w:p w:rsidR="00B86457" w:rsidRPr="001A0573" w:rsidRDefault="00B86457" w:rsidP="005E0634">
            <w:pPr>
              <w:rPr>
                <w:sz w:val="24"/>
                <w:szCs w:val="24"/>
              </w:rPr>
            </w:pPr>
          </w:p>
          <w:p w:rsidR="00B86457" w:rsidRPr="001A0573" w:rsidRDefault="00B86457" w:rsidP="005E0634">
            <w:pPr>
              <w:rPr>
                <w:sz w:val="24"/>
                <w:szCs w:val="24"/>
              </w:rPr>
            </w:pPr>
          </w:p>
          <w:p w:rsidR="00B86457" w:rsidRPr="001A0573" w:rsidRDefault="00B86457" w:rsidP="005E0634">
            <w:pPr>
              <w:rPr>
                <w:sz w:val="24"/>
                <w:szCs w:val="24"/>
              </w:rPr>
            </w:pPr>
          </w:p>
          <w:p w:rsidR="00B86457" w:rsidRPr="001A0573" w:rsidRDefault="00B86457" w:rsidP="005E0634">
            <w:pPr>
              <w:rPr>
                <w:sz w:val="24"/>
                <w:szCs w:val="24"/>
              </w:rPr>
            </w:pPr>
          </w:p>
          <w:p w:rsidR="00B86457" w:rsidRPr="001A0573" w:rsidRDefault="00B86457" w:rsidP="005E0634">
            <w:pPr>
              <w:rPr>
                <w:sz w:val="24"/>
                <w:szCs w:val="24"/>
              </w:rPr>
            </w:pPr>
          </w:p>
        </w:tc>
      </w:tr>
      <w:tr w:rsidR="00B86457" w:rsidRPr="00256A00" w:rsidTr="005E0634">
        <w:trPr>
          <w:tblHeader/>
        </w:trPr>
        <w:tc>
          <w:tcPr>
            <w:tcW w:w="567" w:type="dxa"/>
            <w:vMerge/>
            <w:vAlign w:val="center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Систематичне проведення рейдів по місцях відпочинку молоді з метою виявлення та припинення порушень правил торгівлі спиртними напоями, тютюновими виробами, продажу зазначених виробів неповнолітнім. За результатами рейдів ініціювати закриття установ, що допускають вказані порушення</w:t>
            </w:r>
          </w:p>
        </w:tc>
        <w:tc>
          <w:tcPr>
            <w:tcW w:w="1417" w:type="dxa"/>
          </w:tcPr>
          <w:p w:rsidR="00B86457" w:rsidRPr="00256A00" w:rsidRDefault="00B86457" w:rsidP="005E0634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lang w:val="ru-RU"/>
              </w:rPr>
              <w:pict>
                <v:shape id="Поле 30" o:spid="_x0000_s1033" type="#_x0000_t202" style="position:absolute;left:0;text-align:left;margin-left:16.3pt;margin-top:174.65pt;width:36.6pt;height:21.7pt;z-index:25165568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" stroked="f">
                  <v:textbox>
                    <w:txbxContent>
                      <w:p w:rsidR="00B86457" w:rsidRPr="00027A8B" w:rsidRDefault="00B86457" w:rsidP="005E0634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85" w:type="dxa"/>
            <w:vAlign w:val="center"/>
          </w:tcPr>
          <w:p w:rsidR="00B86457" w:rsidRDefault="00B86457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Глухівський відділ поліції </w:t>
            </w:r>
          </w:p>
          <w:p w:rsidR="00B86457" w:rsidRDefault="00B86457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(м. Глухів), підпорядкований Головному управлінню Національної поліції в Сумській області, </w:t>
            </w:r>
          </w:p>
          <w:p w:rsidR="00B86457" w:rsidRPr="00256A00" w:rsidRDefault="00B86457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служба у справах дітей Глухівської міської ради, відділ молоді та спорту Глухівської міської ради</w:t>
            </w:r>
          </w:p>
        </w:tc>
        <w:tc>
          <w:tcPr>
            <w:tcW w:w="567" w:type="dxa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86457" w:rsidRPr="00256A00" w:rsidRDefault="00B86457" w:rsidP="005E0634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86457" w:rsidRPr="00256A00" w:rsidRDefault="00B86457" w:rsidP="005E0634">
            <w:pPr>
              <w:ind w:hanging="69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7" w:type="dxa"/>
            <w:vAlign w:val="center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0" w:type="dxa"/>
            <w:vAlign w:val="center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</w:tr>
    </w:tbl>
    <w:p w:rsidR="00B86457" w:rsidRPr="00857D33" w:rsidRDefault="00B86457" w:rsidP="005E0634">
      <w:pPr>
        <w:ind w:left="11907"/>
      </w:pPr>
    </w:p>
    <w:tbl>
      <w:tblPr>
        <w:tblW w:w="15735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1418"/>
        <w:gridCol w:w="4111"/>
        <w:gridCol w:w="1417"/>
        <w:gridCol w:w="1985"/>
        <w:gridCol w:w="567"/>
        <w:gridCol w:w="708"/>
        <w:gridCol w:w="709"/>
        <w:gridCol w:w="709"/>
        <w:gridCol w:w="727"/>
        <w:gridCol w:w="690"/>
        <w:gridCol w:w="709"/>
        <w:gridCol w:w="1418"/>
      </w:tblGrid>
      <w:tr w:rsidR="00B86457" w:rsidRPr="0019237A" w:rsidTr="005E0634">
        <w:trPr>
          <w:tblHeader/>
        </w:trPr>
        <w:tc>
          <w:tcPr>
            <w:tcW w:w="567" w:type="dxa"/>
            <w:vAlign w:val="center"/>
          </w:tcPr>
          <w:p w:rsidR="00B86457" w:rsidRPr="0019237A" w:rsidRDefault="00B86457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86457" w:rsidRPr="0019237A" w:rsidRDefault="00B86457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111" w:type="dxa"/>
            <w:vAlign w:val="center"/>
          </w:tcPr>
          <w:p w:rsidR="00B86457" w:rsidRPr="0019237A" w:rsidRDefault="00B86457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B86457" w:rsidRPr="0019237A" w:rsidRDefault="00B86457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85" w:type="dxa"/>
            <w:vAlign w:val="center"/>
          </w:tcPr>
          <w:p w:rsidR="00B86457" w:rsidRPr="0019237A" w:rsidRDefault="00B86457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B86457" w:rsidRPr="0019237A" w:rsidRDefault="00B86457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708" w:type="dxa"/>
            <w:vAlign w:val="center"/>
          </w:tcPr>
          <w:p w:rsidR="00B86457" w:rsidRPr="0019237A" w:rsidRDefault="00B86457" w:rsidP="005E0634">
            <w:pPr>
              <w:ind w:right="-1"/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709" w:type="dxa"/>
            <w:vAlign w:val="center"/>
          </w:tcPr>
          <w:p w:rsidR="00B86457" w:rsidRPr="0019237A" w:rsidRDefault="00B86457" w:rsidP="005E0634">
            <w:pPr>
              <w:ind w:hanging="69"/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709" w:type="dxa"/>
            <w:vAlign w:val="center"/>
          </w:tcPr>
          <w:p w:rsidR="00B86457" w:rsidRPr="0019237A" w:rsidRDefault="00B86457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727" w:type="dxa"/>
            <w:vAlign w:val="center"/>
          </w:tcPr>
          <w:p w:rsidR="00B86457" w:rsidRPr="0019237A" w:rsidRDefault="00B86457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690" w:type="dxa"/>
            <w:vAlign w:val="center"/>
          </w:tcPr>
          <w:p w:rsidR="00B86457" w:rsidRPr="0019237A" w:rsidRDefault="00B86457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709" w:type="dxa"/>
            <w:vAlign w:val="center"/>
          </w:tcPr>
          <w:p w:rsidR="00B86457" w:rsidRPr="0019237A" w:rsidRDefault="00B86457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418" w:type="dxa"/>
            <w:vAlign w:val="center"/>
          </w:tcPr>
          <w:p w:rsidR="00B86457" w:rsidRPr="0019237A" w:rsidRDefault="00B86457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13</w:t>
            </w:r>
          </w:p>
        </w:tc>
      </w:tr>
      <w:tr w:rsidR="00B86457" w:rsidRPr="00256A00" w:rsidTr="005E0634">
        <w:trPr>
          <w:trHeight w:val="2596"/>
          <w:tblHeader/>
        </w:trPr>
        <w:tc>
          <w:tcPr>
            <w:tcW w:w="567" w:type="dxa"/>
            <w:vMerge w:val="restart"/>
            <w:vAlign w:val="center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B86457" w:rsidRDefault="00B86457" w:rsidP="005E0634">
            <w:pPr>
              <w:spacing w:line="233" w:lineRule="auto"/>
              <w:jc w:val="both"/>
              <w:rPr>
                <w:sz w:val="24"/>
                <w:szCs w:val="24"/>
              </w:rPr>
            </w:pPr>
            <w:r w:rsidRPr="00A91E06">
              <w:rPr>
                <w:sz w:val="24"/>
                <w:szCs w:val="24"/>
              </w:rPr>
              <w:t>Проведення позапланових перевірок умов зберігання вогнепальної, гладкоствольної, нарізної та травмотичної зброї, порядку її зберігання, видачі, наявності страхових полісів</w:t>
            </w:r>
            <w:r>
              <w:rPr>
                <w:sz w:val="24"/>
                <w:szCs w:val="24"/>
              </w:rPr>
              <w:t>, а також проведення роз’яснювальної роботи серед власників зброї, щодо порядку її зберігання і використання</w:t>
            </w:r>
          </w:p>
          <w:p w:rsidR="00B86457" w:rsidRPr="00A85F37" w:rsidRDefault="00B86457" w:rsidP="005E0634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86457" w:rsidRDefault="00B86457" w:rsidP="005E0634">
            <w:pPr>
              <w:spacing w:line="233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  <w:p w:rsidR="00B86457" w:rsidRDefault="00B86457" w:rsidP="005E0634">
            <w:pPr>
              <w:spacing w:line="233" w:lineRule="auto"/>
              <w:jc w:val="center"/>
              <w:rPr>
                <w:sz w:val="24"/>
                <w:szCs w:val="24"/>
              </w:rPr>
            </w:pPr>
          </w:p>
          <w:p w:rsidR="00B86457" w:rsidRDefault="00B86457" w:rsidP="005E0634">
            <w:pPr>
              <w:spacing w:line="233" w:lineRule="auto"/>
              <w:jc w:val="center"/>
              <w:rPr>
                <w:sz w:val="24"/>
                <w:szCs w:val="24"/>
              </w:rPr>
            </w:pPr>
          </w:p>
          <w:p w:rsidR="00B86457" w:rsidRDefault="00B86457" w:rsidP="005E0634">
            <w:pPr>
              <w:spacing w:line="233" w:lineRule="auto"/>
              <w:jc w:val="center"/>
              <w:rPr>
                <w:sz w:val="24"/>
                <w:szCs w:val="24"/>
              </w:rPr>
            </w:pPr>
          </w:p>
          <w:p w:rsidR="00B86457" w:rsidRDefault="00B86457" w:rsidP="005E0634">
            <w:pPr>
              <w:spacing w:line="233" w:lineRule="auto"/>
              <w:jc w:val="center"/>
              <w:rPr>
                <w:sz w:val="24"/>
                <w:szCs w:val="24"/>
              </w:rPr>
            </w:pPr>
          </w:p>
          <w:p w:rsidR="00B86457" w:rsidRPr="00256A00" w:rsidRDefault="00B86457" w:rsidP="005E0634">
            <w:pPr>
              <w:spacing w:line="233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B86457" w:rsidRDefault="00B86457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Глухівський відділ поліції </w:t>
            </w:r>
          </w:p>
          <w:p w:rsidR="00B86457" w:rsidRDefault="00B86457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 НП в Сумській області</w:t>
            </w:r>
          </w:p>
          <w:p w:rsidR="00B86457" w:rsidRDefault="00B86457" w:rsidP="005E0634">
            <w:pPr>
              <w:jc w:val="center"/>
              <w:rPr>
                <w:sz w:val="24"/>
                <w:szCs w:val="24"/>
              </w:rPr>
            </w:pPr>
          </w:p>
          <w:p w:rsidR="00B86457" w:rsidRDefault="00B86457" w:rsidP="005E0634">
            <w:pPr>
              <w:jc w:val="center"/>
              <w:rPr>
                <w:sz w:val="24"/>
                <w:szCs w:val="24"/>
              </w:rPr>
            </w:pPr>
          </w:p>
          <w:p w:rsidR="00B86457" w:rsidRDefault="00B86457" w:rsidP="005E0634">
            <w:pPr>
              <w:jc w:val="center"/>
              <w:rPr>
                <w:sz w:val="24"/>
                <w:szCs w:val="24"/>
              </w:rPr>
            </w:pPr>
          </w:p>
          <w:p w:rsidR="00B86457" w:rsidRDefault="00B86457" w:rsidP="005E0634">
            <w:pPr>
              <w:jc w:val="center"/>
              <w:rPr>
                <w:sz w:val="24"/>
                <w:szCs w:val="24"/>
              </w:rPr>
            </w:pPr>
          </w:p>
          <w:p w:rsidR="00B86457" w:rsidRDefault="00B86457" w:rsidP="005E0634">
            <w:pPr>
              <w:jc w:val="center"/>
              <w:rPr>
                <w:sz w:val="24"/>
                <w:szCs w:val="24"/>
              </w:rPr>
            </w:pPr>
          </w:p>
          <w:p w:rsidR="00B86457" w:rsidRPr="00256A00" w:rsidRDefault="00B86457" w:rsidP="005E06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86457" w:rsidRPr="00256A00" w:rsidRDefault="00B86457" w:rsidP="005E0634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86457" w:rsidRPr="00256A00" w:rsidRDefault="00B86457" w:rsidP="005E0634">
            <w:pPr>
              <w:ind w:hanging="69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7" w:type="dxa"/>
            <w:vAlign w:val="center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0" w:type="dxa"/>
            <w:vAlign w:val="center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B86457" w:rsidRDefault="00B86457" w:rsidP="005E0634">
            <w:pPr>
              <w:spacing w:line="233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Попередження злочинів з використанням зброї</w:t>
            </w:r>
          </w:p>
          <w:p w:rsidR="00B86457" w:rsidRDefault="00B86457" w:rsidP="005E0634">
            <w:pPr>
              <w:spacing w:line="233" w:lineRule="auto"/>
              <w:jc w:val="both"/>
              <w:rPr>
                <w:sz w:val="24"/>
                <w:szCs w:val="24"/>
              </w:rPr>
            </w:pPr>
          </w:p>
          <w:p w:rsidR="00B86457" w:rsidRDefault="00B86457" w:rsidP="005E0634">
            <w:pPr>
              <w:spacing w:line="233" w:lineRule="auto"/>
              <w:jc w:val="both"/>
              <w:rPr>
                <w:sz w:val="24"/>
                <w:szCs w:val="24"/>
              </w:rPr>
            </w:pPr>
          </w:p>
          <w:p w:rsidR="00B86457" w:rsidRDefault="00B86457" w:rsidP="005E0634">
            <w:pPr>
              <w:spacing w:line="233" w:lineRule="auto"/>
              <w:jc w:val="both"/>
              <w:rPr>
                <w:sz w:val="24"/>
                <w:szCs w:val="24"/>
              </w:rPr>
            </w:pPr>
          </w:p>
          <w:p w:rsidR="00B86457" w:rsidRDefault="00B86457" w:rsidP="005E0634">
            <w:pPr>
              <w:spacing w:line="233" w:lineRule="auto"/>
              <w:jc w:val="both"/>
              <w:rPr>
                <w:sz w:val="24"/>
                <w:szCs w:val="24"/>
              </w:rPr>
            </w:pPr>
          </w:p>
          <w:p w:rsidR="00B86457" w:rsidRDefault="00B86457" w:rsidP="005E0634">
            <w:pPr>
              <w:spacing w:line="233" w:lineRule="auto"/>
              <w:jc w:val="both"/>
              <w:rPr>
                <w:sz w:val="24"/>
                <w:szCs w:val="24"/>
              </w:rPr>
            </w:pPr>
          </w:p>
          <w:p w:rsidR="00B86457" w:rsidRPr="00256A00" w:rsidRDefault="00B86457" w:rsidP="005E0634">
            <w:pPr>
              <w:spacing w:line="233" w:lineRule="auto"/>
              <w:jc w:val="both"/>
              <w:rPr>
                <w:sz w:val="24"/>
                <w:szCs w:val="24"/>
              </w:rPr>
            </w:pPr>
          </w:p>
        </w:tc>
      </w:tr>
      <w:tr w:rsidR="00B86457" w:rsidRPr="00256A00" w:rsidTr="005E0634">
        <w:trPr>
          <w:trHeight w:val="2282"/>
          <w:tblHeader/>
        </w:trPr>
        <w:tc>
          <w:tcPr>
            <w:tcW w:w="567" w:type="dxa"/>
            <w:vMerge/>
            <w:vAlign w:val="center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B86457" w:rsidRDefault="00B86457" w:rsidP="005E0634">
            <w:pPr>
              <w:spacing w:line="233" w:lineRule="auto"/>
              <w:jc w:val="both"/>
              <w:rPr>
                <w:sz w:val="24"/>
                <w:szCs w:val="24"/>
              </w:rPr>
            </w:pPr>
            <w:r w:rsidRPr="00EB03C0">
              <w:rPr>
                <w:sz w:val="24"/>
                <w:szCs w:val="24"/>
              </w:rPr>
              <w:t xml:space="preserve">Організація постійного інформування населення щодо стану безпеки дорожнього руху на автошляхах </w:t>
            </w:r>
            <w:r>
              <w:rPr>
                <w:sz w:val="24"/>
                <w:szCs w:val="24"/>
              </w:rPr>
              <w:t>на території Глухівської  міської ради</w:t>
            </w:r>
            <w:r w:rsidRPr="00EB03C0">
              <w:rPr>
                <w:sz w:val="24"/>
                <w:szCs w:val="24"/>
              </w:rPr>
              <w:t xml:space="preserve"> через </w:t>
            </w:r>
            <w:r>
              <w:rPr>
                <w:sz w:val="24"/>
                <w:szCs w:val="24"/>
              </w:rPr>
              <w:t xml:space="preserve">місцеві </w:t>
            </w:r>
            <w:r w:rsidRPr="00EB03C0">
              <w:rPr>
                <w:sz w:val="24"/>
                <w:szCs w:val="24"/>
              </w:rPr>
              <w:t>засоби масової інформації</w:t>
            </w:r>
          </w:p>
        </w:tc>
        <w:tc>
          <w:tcPr>
            <w:tcW w:w="1417" w:type="dxa"/>
          </w:tcPr>
          <w:p w:rsidR="00B86457" w:rsidRDefault="00B86457" w:rsidP="005E0634">
            <w:pPr>
              <w:spacing w:line="233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85" w:type="dxa"/>
          </w:tcPr>
          <w:p w:rsidR="00B86457" w:rsidRDefault="00B86457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Глухівський відділ поліції </w:t>
            </w:r>
          </w:p>
          <w:p w:rsidR="00B86457" w:rsidRDefault="00B86457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 НП в Сумській області</w:t>
            </w:r>
          </w:p>
        </w:tc>
        <w:tc>
          <w:tcPr>
            <w:tcW w:w="567" w:type="dxa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86457" w:rsidRPr="00256A00" w:rsidRDefault="00B86457" w:rsidP="005E0634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86457" w:rsidRPr="00256A00" w:rsidRDefault="00B86457" w:rsidP="005E0634">
            <w:pPr>
              <w:ind w:hanging="69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7" w:type="dxa"/>
            <w:vAlign w:val="center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0" w:type="dxa"/>
            <w:vAlign w:val="center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B86457" w:rsidRDefault="00B86457" w:rsidP="005E0634">
            <w:pPr>
              <w:spacing w:line="233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EB03C0">
              <w:rPr>
                <w:sz w:val="24"/>
                <w:szCs w:val="24"/>
              </w:rPr>
              <w:t>ідвищення правової куль</w:t>
            </w:r>
            <w:r>
              <w:rPr>
                <w:sz w:val="24"/>
                <w:szCs w:val="24"/>
              </w:rPr>
              <w:t>тури населення, авторитету праців</w:t>
            </w:r>
            <w:r w:rsidRPr="00EB03C0">
              <w:rPr>
                <w:sz w:val="24"/>
                <w:szCs w:val="24"/>
              </w:rPr>
              <w:t xml:space="preserve">ників </w:t>
            </w:r>
            <w:r>
              <w:rPr>
                <w:sz w:val="24"/>
                <w:szCs w:val="24"/>
              </w:rPr>
              <w:t>поліції</w:t>
            </w:r>
          </w:p>
        </w:tc>
      </w:tr>
      <w:tr w:rsidR="00B86457" w:rsidRPr="00256A00" w:rsidTr="005E0634">
        <w:trPr>
          <w:trHeight w:val="3619"/>
          <w:tblHeader/>
        </w:trPr>
        <w:tc>
          <w:tcPr>
            <w:tcW w:w="567" w:type="dxa"/>
            <w:vMerge/>
            <w:vAlign w:val="center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B86457" w:rsidRPr="00256A00" w:rsidRDefault="00B86457" w:rsidP="005E0634">
            <w:pPr>
              <w:spacing w:line="233" w:lineRule="auto"/>
              <w:jc w:val="both"/>
              <w:rPr>
                <w:sz w:val="24"/>
                <w:szCs w:val="24"/>
              </w:rPr>
            </w:pPr>
            <w:r w:rsidRPr="00EB03C0">
              <w:rPr>
                <w:sz w:val="24"/>
                <w:szCs w:val="24"/>
              </w:rPr>
              <w:t>Забезпечення реалізації навчальних планів і програм загальноосвітніх навчальних закладів за темами безпеки дорожнього руху та безпечної поведінки на вулицях та дорогах шляхом орга</w:t>
            </w:r>
            <w:r>
              <w:rPr>
                <w:sz w:val="24"/>
                <w:szCs w:val="24"/>
              </w:rPr>
              <w:t>нізації безперервної навчально-</w:t>
            </w:r>
            <w:r w:rsidRPr="00EB03C0">
              <w:rPr>
                <w:sz w:val="24"/>
                <w:szCs w:val="24"/>
              </w:rPr>
              <w:t>роз’яснювальної роботи, формування в молоді громадської думки щодо негативного іміджу громадян, які порушують правила дорожнього руху</w:t>
            </w:r>
          </w:p>
        </w:tc>
        <w:tc>
          <w:tcPr>
            <w:tcW w:w="1417" w:type="dxa"/>
          </w:tcPr>
          <w:p w:rsidR="00B86457" w:rsidRDefault="00B86457" w:rsidP="005E0634">
            <w:pPr>
              <w:spacing w:line="233" w:lineRule="auto"/>
              <w:jc w:val="center"/>
              <w:rPr>
                <w:sz w:val="24"/>
                <w:szCs w:val="24"/>
              </w:rPr>
            </w:pPr>
          </w:p>
          <w:p w:rsidR="00B86457" w:rsidRPr="00256A00" w:rsidRDefault="00B86457" w:rsidP="005E0634">
            <w:pPr>
              <w:spacing w:line="233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85" w:type="dxa"/>
          </w:tcPr>
          <w:p w:rsidR="00B86457" w:rsidRDefault="00B86457" w:rsidP="005E0634">
            <w:pPr>
              <w:jc w:val="center"/>
              <w:rPr>
                <w:sz w:val="24"/>
                <w:szCs w:val="24"/>
              </w:rPr>
            </w:pPr>
          </w:p>
          <w:p w:rsidR="00B86457" w:rsidRDefault="00B86457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Відділ освіти Глухівської міської ради, Глухівський відділ поліції </w:t>
            </w:r>
          </w:p>
          <w:p w:rsidR="00B86457" w:rsidRPr="00256A00" w:rsidRDefault="00B86457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 НП в Сумській області</w:t>
            </w:r>
          </w:p>
        </w:tc>
        <w:tc>
          <w:tcPr>
            <w:tcW w:w="567" w:type="dxa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86457" w:rsidRPr="00256A00" w:rsidRDefault="00B86457" w:rsidP="005E0634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86457" w:rsidRPr="00256A00" w:rsidRDefault="00B86457" w:rsidP="005E0634">
            <w:pPr>
              <w:ind w:hanging="69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7" w:type="dxa"/>
            <w:vAlign w:val="center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0" w:type="dxa"/>
            <w:vAlign w:val="center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86457" w:rsidRDefault="00B86457" w:rsidP="005E0634">
            <w:pPr>
              <w:jc w:val="both"/>
              <w:rPr>
                <w:sz w:val="24"/>
                <w:szCs w:val="24"/>
              </w:rPr>
            </w:pPr>
          </w:p>
          <w:p w:rsidR="00B86457" w:rsidRPr="00EB03C0" w:rsidRDefault="00B86457" w:rsidP="005E06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Зниження кіль</w:t>
            </w:r>
            <w:r w:rsidRPr="00EB03C0">
              <w:rPr>
                <w:sz w:val="24"/>
                <w:szCs w:val="24"/>
              </w:rPr>
              <w:t>кості дорожньо-транспорт</w:t>
            </w:r>
            <w:r>
              <w:rPr>
                <w:sz w:val="24"/>
                <w:szCs w:val="24"/>
              </w:rPr>
              <w:t>-</w:t>
            </w:r>
            <w:r w:rsidRPr="00EB03C0">
              <w:rPr>
                <w:sz w:val="24"/>
                <w:szCs w:val="24"/>
              </w:rPr>
              <w:t>ного трав</w:t>
            </w:r>
            <w:r>
              <w:rPr>
                <w:sz w:val="24"/>
                <w:szCs w:val="24"/>
              </w:rPr>
              <w:t>-</w:t>
            </w:r>
            <w:r w:rsidRPr="00EB03C0">
              <w:rPr>
                <w:sz w:val="24"/>
                <w:szCs w:val="24"/>
              </w:rPr>
              <w:t>мування серед дітей</w:t>
            </w:r>
          </w:p>
          <w:p w:rsidR="00B86457" w:rsidRPr="00256A00" w:rsidRDefault="00B86457" w:rsidP="005E0634">
            <w:pPr>
              <w:rPr>
                <w:sz w:val="24"/>
                <w:szCs w:val="24"/>
              </w:rPr>
            </w:pPr>
          </w:p>
        </w:tc>
      </w:tr>
      <w:tr w:rsidR="00B86457" w:rsidRPr="00256A00" w:rsidTr="005E0634">
        <w:trPr>
          <w:tblHeader/>
        </w:trPr>
        <w:tc>
          <w:tcPr>
            <w:tcW w:w="567" w:type="dxa"/>
            <w:vMerge/>
            <w:vAlign w:val="center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B86457" w:rsidRPr="00EB03C0" w:rsidRDefault="00B86457" w:rsidP="005E0634">
            <w:pPr>
              <w:jc w:val="both"/>
              <w:rPr>
                <w:sz w:val="24"/>
                <w:szCs w:val="24"/>
              </w:rPr>
            </w:pPr>
            <w:r w:rsidRPr="00EB03C0">
              <w:rPr>
                <w:sz w:val="24"/>
                <w:szCs w:val="24"/>
              </w:rPr>
              <w:t>Забезпечення розвитку діяльності загонів юних інспект</w:t>
            </w:r>
            <w:r>
              <w:rPr>
                <w:sz w:val="24"/>
                <w:szCs w:val="24"/>
              </w:rPr>
              <w:t xml:space="preserve">орів руху, проведення </w:t>
            </w:r>
            <w:r w:rsidRPr="00EB03C0">
              <w:rPr>
                <w:sz w:val="24"/>
                <w:szCs w:val="24"/>
              </w:rPr>
              <w:t xml:space="preserve">конкурсу дитячого малюнка з безпеки дорожнього руху, участь переможців у </w:t>
            </w:r>
            <w:r>
              <w:rPr>
                <w:sz w:val="24"/>
                <w:szCs w:val="24"/>
              </w:rPr>
              <w:t xml:space="preserve">обласних </w:t>
            </w:r>
            <w:r w:rsidRPr="00EB03C0">
              <w:rPr>
                <w:sz w:val="24"/>
                <w:szCs w:val="24"/>
              </w:rPr>
              <w:t>конкурсах</w:t>
            </w:r>
          </w:p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86457" w:rsidRPr="00256A00" w:rsidRDefault="00B86457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85" w:type="dxa"/>
          </w:tcPr>
          <w:p w:rsidR="00B86457" w:rsidRDefault="00B86457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Відділ</w:t>
            </w:r>
            <w:r w:rsidRPr="00EB03C0">
              <w:rPr>
                <w:sz w:val="24"/>
                <w:szCs w:val="24"/>
              </w:rPr>
              <w:t xml:space="preserve"> освіти </w:t>
            </w:r>
            <w:r>
              <w:rPr>
                <w:sz w:val="24"/>
                <w:szCs w:val="24"/>
              </w:rPr>
              <w:t>Глухівської міської ради</w:t>
            </w:r>
            <w:r w:rsidRPr="00EB03C0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Глухівський відділ поліції </w:t>
            </w:r>
          </w:p>
          <w:p w:rsidR="00B86457" w:rsidRPr="00256A00" w:rsidRDefault="00B86457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 НП в Сумській області</w:t>
            </w:r>
          </w:p>
        </w:tc>
        <w:tc>
          <w:tcPr>
            <w:tcW w:w="567" w:type="dxa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86457" w:rsidRPr="00256A00" w:rsidRDefault="00B86457" w:rsidP="005E0634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86457" w:rsidRPr="00256A00" w:rsidRDefault="00B86457" w:rsidP="005E0634">
            <w:pPr>
              <w:ind w:hanging="69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7" w:type="dxa"/>
            <w:vAlign w:val="center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0" w:type="dxa"/>
            <w:vAlign w:val="center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B86457" w:rsidRPr="00256A00" w:rsidRDefault="00B86457" w:rsidP="005E0634">
            <w:pPr>
              <w:spacing w:line="233" w:lineRule="auto"/>
              <w:ind w:left="-57" w:right="-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Вивчення неповноліт-</w:t>
            </w:r>
            <w:r w:rsidRPr="00EB03C0">
              <w:rPr>
                <w:sz w:val="24"/>
                <w:szCs w:val="24"/>
              </w:rPr>
              <w:t>німи правил безпечної поведінки на дорозі в ігровій фор</w:t>
            </w:r>
            <w:r>
              <w:rPr>
                <w:sz w:val="24"/>
                <w:szCs w:val="24"/>
              </w:rPr>
              <w:t>-</w:t>
            </w:r>
            <w:r w:rsidRPr="00EB03C0">
              <w:rPr>
                <w:sz w:val="24"/>
                <w:szCs w:val="24"/>
              </w:rPr>
              <w:t>мі та зни</w:t>
            </w:r>
            <w:r>
              <w:rPr>
                <w:sz w:val="24"/>
                <w:szCs w:val="24"/>
              </w:rPr>
              <w:t>-</w:t>
            </w:r>
            <w:r w:rsidRPr="00EB03C0">
              <w:rPr>
                <w:sz w:val="24"/>
                <w:szCs w:val="24"/>
              </w:rPr>
              <w:t>ження рівня дорожньо-транспортно</w:t>
            </w:r>
            <w:r>
              <w:rPr>
                <w:sz w:val="24"/>
                <w:szCs w:val="24"/>
              </w:rPr>
              <w:t>-</w:t>
            </w:r>
            <w:r w:rsidRPr="00EB03C0">
              <w:rPr>
                <w:sz w:val="24"/>
                <w:szCs w:val="24"/>
              </w:rPr>
              <w:t>го травма</w:t>
            </w:r>
            <w:r>
              <w:rPr>
                <w:sz w:val="24"/>
                <w:szCs w:val="24"/>
              </w:rPr>
              <w:t>-</w:t>
            </w:r>
            <w:r w:rsidRPr="00EB03C0">
              <w:rPr>
                <w:sz w:val="24"/>
                <w:szCs w:val="24"/>
              </w:rPr>
              <w:t>тизму</w:t>
            </w:r>
          </w:p>
        </w:tc>
      </w:tr>
      <w:tr w:rsidR="00B86457" w:rsidRPr="00256A00" w:rsidTr="005E0634">
        <w:trPr>
          <w:tblHeader/>
        </w:trPr>
        <w:tc>
          <w:tcPr>
            <w:tcW w:w="567" w:type="dxa"/>
            <w:vAlign w:val="center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  <w:r w:rsidRPr="00DE294A">
              <w:rPr>
                <w:sz w:val="24"/>
                <w:szCs w:val="24"/>
              </w:rPr>
              <w:t>Здійснення профілактичних заходів, спрямованих на попередження дорожньо-транспортних пригод, за участю всіх категорій учасників дорожнього руху шляхом організації безперервної навчально</w:t>
            </w:r>
            <w:r>
              <w:rPr>
                <w:sz w:val="24"/>
                <w:szCs w:val="24"/>
              </w:rPr>
              <w:t> </w:t>
            </w:r>
            <w:r w:rsidRPr="00DE294A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 </w:t>
            </w:r>
            <w:r w:rsidRPr="00DE294A">
              <w:rPr>
                <w:sz w:val="24"/>
                <w:szCs w:val="24"/>
              </w:rPr>
              <w:t>роз’ясню</w:t>
            </w:r>
            <w:r>
              <w:rPr>
                <w:sz w:val="24"/>
                <w:szCs w:val="24"/>
              </w:rPr>
              <w:t>-</w:t>
            </w:r>
            <w:r w:rsidRPr="00DE294A">
              <w:rPr>
                <w:sz w:val="24"/>
                <w:szCs w:val="24"/>
              </w:rPr>
              <w:t>вальної роботи та формування свідомості громадян з питань дотримання безпеки дорожнього руху</w:t>
            </w:r>
          </w:p>
        </w:tc>
        <w:tc>
          <w:tcPr>
            <w:tcW w:w="1417" w:type="dxa"/>
          </w:tcPr>
          <w:p w:rsidR="00B86457" w:rsidRPr="00256A00" w:rsidRDefault="00B86457" w:rsidP="005E0634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lang w:val="ru-RU"/>
              </w:rPr>
              <w:pict>
                <v:shape id="Поле 28" o:spid="_x0000_s1034" type="#_x0000_t202" style="position:absolute;left:0;text-align:left;margin-left:12.4pt;margin-top:111pt;width:36.6pt;height:21.7pt;z-index:2516567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" stroked="f">
                  <v:textbox>
                    <w:txbxContent>
                      <w:p w:rsidR="00B86457" w:rsidRPr="00027A8B" w:rsidRDefault="00B86457" w:rsidP="005E0634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85" w:type="dxa"/>
          </w:tcPr>
          <w:p w:rsidR="00B86457" w:rsidRDefault="00B86457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Глухівський відділ поліції </w:t>
            </w:r>
          </w:p>
          <w:p w:rsidR="00B86457" w:rsidRPr="00256A00" w:rsidRDefault="00B86457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 НП в Сумській області</w:t>
            </w:r>
          </w:p>
        </w:tc>
        <w:tc>
          <w:tcPr>
            <w:tcW w:w="567" w:type="dxa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86457" w:rsidRPr="00256A00" w:rsidRDefault="00B86457" w:rsidP="005E0634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86457" w:rsidRPr="00256A00" w:rsidRDefault="00B86457" w:rsidP="005E0634">
            <w:pPr>
              <w:ind w:hanging="69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7" w:type="dxa"/>
            <w:vAlign w:val="center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0" w:type="dxa"/>
            <w:vAlign w:val="center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B86457" w:rsidRPr="008454CB" w:rsidRDefault="00B86457" w:rsidP="005E0634">
            <w:pPr>
              <w:jc w:val="both"/>
              <w:rPr>
                <w:spacing w:val="-2"/>
                <w:sz w:val="24"/>
                <w:szCs w:val="24"/>
              </w:rPr>
            </w:pPr>
            <w:r w:rsidRPr="008454CB">
              <w:rPr>
                <w:spacing w:val="-2"/>
                <w:sz w:val="24"/>
                <w:szCs w:val="24"/>
              </w:rPr>
              <w:t>Поліпшення знання пра-вил дорож-нього руху, умінь та навичок во-діїв та во-дійської дисципліни, зменшення кількості ДТП з їх вини</w:t>
            </w:r>
          </w:p>
        </w:tc>
      </w:tr>
    </w:tbl>
    <w:p w:rsidR="00B86457" w:rsidRPr="00857D33" w:rsidRDefault="00B86457" w:rsidP="005E0634">
      <w:pPr>
        <w:ind w:left="11907"/>
      </w:pPr>
      <w:r>
        <w:br w:type="page"/>
      </w:r>
    </w:p>
    <w:tbl>
      <w:tblPr>
        <w:tblW w:w="15770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64"/>
        <w:gridCol w:w="91"/>
        <w:gridCol w:w="1418"/>
        <w:gridCol w:w="4104"/>
        <w:gridCol w:w="13"/>
        <w:gridCol w:w="1403"/>
        <w:gridCol w:w="18"/>
        <w:gridCol w:w="1964"/>
        <w:gridCol w:w="448"/>
        <w:gridCol w:w="260"/>
        <w:gridCol w:w="590"/>
        <w:gridCol w:w="137"/>
        <w:gridCol w:w="387"/>
        <w:gridCol w:w="327"/>
        <w:gridCol w:w="714"/>
        <w:gridCol w:w="52"/>
        <w:gridCol w:w="40"/>
        <w:gridCol w:w="638"/>
        <w:gridCol w:w="52"/>
        <w:gridCol w:w="18"/>
        <w:gridCol w:w="630"/>
        <w:gridCol w:w="429"/>
        <w:gridCol w:w="90"/>
        <w:gridCol w:w="1423"/>
        <w:gridCol w:w="52"/>
        <w:gridCol w:w="8"/>
      </w:tblGrid>
      <w:tr w:rsidR="00B86457" w:rsidRPr="0019237A" w:rsidTr="005E0634">
        <w:trPr>
          <w:gridAfter w:val="2"/>
          <w:wAfter w:w="60" w:type="dxa"/>
          <w:trHeight w:val="145"/>
          <w:tblHeader/>
        </w:trPr>
        <w:tc>
          <w:tcPr>
            <w:tcW w:w="555" w:type="dxa"/>
            <w:gridSpan w:val="2"/>
            <w:vAlign w:val="center"/>
          </w:tcPr>
          <w:p w:rsidR="00B86457" w:rsidRPr="0019237A" w:rsidRDefault="00B86457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86457" w:rsidRPr="0019237A" w:rsidRDefault="00B86457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117" w:type="dxa"/>
            <w:gridSpan w:val="2"/>
            <w:vAlign w:val="center"/>
          </w:tcPr>
          <w:p w:rsidR="00B86457" w:rsidRPr="0019237A" w:rsidRDefault="00B86457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421" w:type="dxa"/>
            <w:gridSpan w:val="2"/>
            <w:vAlign w:val="center"/>
          </w:tcPr>
          <w:p w:rsidR="00B86457" w:rsidRPr="0019237A" w:rsidRDefault="00B86457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64" w:type="dxa"/>
            <w:vAlign w:val="center"/>
          </w:tcPr>
          <w:p w:rsidR="00B86457" w:rsidRPr="0019237A" w:rsidRDefault="00B86457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448" w:type="dxa"/>
          </w:tcPr>
          <w:p w:rsidR="00B86457" w:rsidRPr="0019237A" w:rsidRDefault="00B86457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850" w:type="dxa"/>
            <w:gridSpan w:val="2"/>
            <w:vAlign w:val="center"/>
          </w:tcPr>
          <w:p w:rsidR="00B86457" w:rsidRPr="0019237A" w:rsidRDefault="00B86457" w:rsidP="005E0634">
            <w:pPr>
              <w:ind w:right="-1"/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851" w:type="dxa"/>
            <w:gridSpan w:val="3"/>
            <w:vAlign w:val="center"/>
          </w:tcPr>
          <w:p w:rsidR="00B86457" w:rsidRPr="0019237A" w:rsidRDefault="00B86457" w:rsidP="005E0634">
            <w:pPr>
              <w:ind w:hanging="69"/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714" w:type="dxa"/>
            <w:vAlign w:val="center"/>
          </w:tcPr>
          <w:p w:rsidR="00B86457" w:rsidRPr="0019237A" w:rsidRDefault="00B86457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730" w:type="dxa"/>
            <w:gridSpan w:val="3"/>
            <w:vAlign w:val="center"/>
          </w:tcPr>
          <w:p w:rsidR="00B86457" w:rsidRPr="0019237A" w:rsidRDefault="00B86457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700" w:type="dxa"/>
            <w:gridSpan w:val="3"/>
            <w:vAlign w:val="center"/>
          </w:tcPr>
          <w:p w:rsidR="00B86457" w:rsidRPr="0019237A" w:rsidRDefault="00B86457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519" w:type="dxa"/>
            <w:gridSpan w:val="2"/>
            <w:vAlign w:val="center"/>
          </w:tcPr>
          <w:p w:rsidR="00B86457" w:rsidRPr="0019237A" w:rsidRDefault="00B86457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423" w:type="dxa"/>
            <w:vAlign w:val="center"/>
          </w:tcPr>
          <w:p w:rsidR="00B86457" w:rsidRPr="0019237A" w:rsidRDefault="00B86457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13</w:t>
            </w:r>
          </w:p>
        </w:tc>
      </w:tr>
      <w:tr w:rsidR="00B86457" w:rsidRPr="00256A00" w:rsidTr="005E0634">
        <w:trPr>
          <w:gridAfter w:val="2"/>
          <w:wAfter w:w="60" w:type="dxa"/>
          <w:trHeight w:val="145"/>
          <w:tblHeader/>
        </w:trPr>
        <w:tc>
          <w:tcPr>
            <w:tcW w:w="555" w:type="dxa"/>
            <w:gridSpan w:val="2"/>
            <w:vMerge w:val="restart"/>
            <w:vAlign w:val="center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17" w:type="dxa"/>
            <w:gridSpan w:val="2"/>
          </w:tcPr>
          <w:p w:rsidR="00B86457" w:rsidRPr="00256A00" w:rsidRDefault="00B86457" w:rsidP="005E0634">
            <w:pPr>
              <w:spacing w:line="233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Протидія розкраданню бюджетних коштів при проведенні тендерних процедур</w:t>
            </w:r>
          </w:p>
        </w:tc>
        <w:tc>
          <w:tcPr>
            <w:tcW w:w="1421" w:type="dxa"/>
            <w:gridSpan w:val="2"/>
          </w:tcPr>
          <w:p w:rsidR="00B86457" w:rsidRPr="00256A00" w:rsidRDefault="00B86457" w:rsidP="005E0634">
            <w:pPr>
              <w:spacing w:line="233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64" w:type="dxa"/>
          </w:tcPr>
          <w:p w:rsidR="00B86457" w:rsidRDefault="00B86457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Глухівський відділ поліції </w:t>
            </w:r>
          </w:p>
          <w:p w:rsidR="00B86457" w:rsidRPr="008555DC" w:rsidRDefault="00B86457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ГУ НП в Сумській області, </w:t>
            </w:r>
          </w:p>
          <w:p w:rsidR="00B86457" w:rsidRPr="007B688D" w:rsidRDefault="00B86457" w:rsidP="005E0634">
            <w:pPr>
              <w:spacing w:line="233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Шосткинська</w:t>
            </w:r>
            <w:r w:rsidRPr="007B688D">
              <w:rPr>
                <w:sz w:val="24"/>
                <w:szCs w:val="24"/>
              </w:rPr>
              <w:t xml:space="preserve"> ОДПІ ГУ ДФС у Сумській області</w:t>
            </w:r>
          </w:p>
        </w:tc>
        <w:tc>
          <w:tcPr>
            <w:tcW w:w="448" w:type="dxa"/>
          </w:tcPr>
          <w:p w:rsidR="00B86457" w:rsidRPr="00256A00" w:rsidRDefault="00B86457" w:rsidP="005E0634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B86457" w:rsidRPr="00256A00" w:rsidRDefault="00B86457" w:rsidP="005E0634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3"/>
          </w:tcPr>
          <w:p w:rsidR="00B86457" w:rsidRPr="00256A00" w:rsidRDefault="00B86457" w:rsidP="005E0634">
            <w:pPr>
              <w:ind w:hanging="69"/>
              <w:rPr>
                <w:sz w:val="24"/>
                <w:szCs w:val="24"/>
              </w:rPr>
            </w:pPr>
          </w:p>
        </w:tc>
        <w:tc>
          <w:tcPr>
            <w:tcW w:w="714" w:type="dxa"/>
          </w:tcPr>
          <w:p w:rsidR="00B86457" w:rsidRPr="00256A00" w:rsidRDefault="00B86457" w:rsidP="005E0634">
            <w:pPr>
              <w:rPr>
                <w:sz w:val="24"/>
                <w:szCs w:val="24"/>
              </w:rPr>
            </w:pPr>
          </w:p>
        </w:tc>
        <w:tc>
          <w:tcPr>
            <w:tcW w:w="730" w:type="dxa"/>
            <w:gridSpan w:val="3"/>
          </w:tcPr>
          <w:p w:rsidR="00B86457" w:rsidRPr="00256A00" w:rsidRDefault="00B86457" w:rsidP="005E0634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gridSpan w:val="3"/>
          </w:tcPr>
          <w:p w:rsidR="00B86457" w:rsidRPr="00256A00" w:rsidRDefault="00B86457" w:rsidP="005E0634">
            <w:pPr>
              <w:rPr>
                <w:sz w:val="24"/>
                <w:szCs w:val="24"/>
              </w:rPr>
            </w:pPr>
          </w:p>
        </w:tc>
        <w:tc>
          <w:tcPr>
            <w:tcW w:w="519" w:type="dxa"/>
            <w:gridSpan w:val="2"/>
          </w:tcPr>
          <w:p w:rsidR="00B86457" w:rsidRPr="00256A00" w:rsidRDefault="00B86457" w:rsidP="005E0634">
            <w:pPr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B86457" w:rsidRPr="00256A00" w:rsidRDefault="00B86457" w:rsidP="005E0634">
            <w:pPr>
              <w:rPr>
                <w:sz w:val="24"/>
                <w:szCs w:val="24"/>
              </w:rPr>
            </w:pPr>
          </w:p>
        </w:tc>
      </w:tr>
      <w:tr w:rsidR="00B86457" w:rsidRPr="00256A00" w:rsidTr="005E0634">
        <w:trPr>
          <w:gridAfter w:val="2"/>
          <w:wAfter w:w="60" w:type="dxa"/>
          <w:trHeight w:val="822"/>
          <w:tblHeader/>
        </w:trPr>
        <w:tc>
          <w:tcPr>
            <w:tcW w:w="555" w:type="dxa"/>
            <w:gridSpan w:val="2"/>
            <w:vMerge/>
            <w:vAlign w:val="center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17" w:type="dxa"/>
            <w:gridSpan w:val="2"/>
          </w:tcPr>
          <w:p w:rsidR="00B86457" w:rsidRPr="00256A00" w:rsidRDefault="00B86457" w:rsidP="005E0634">
            <w:pPr>
              <w:spacing w:line="233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Боротьба з незаконним обігом підакцизних товарів</w:t>
            </w:r>
          </w:p>
        </w:tc>
        <w:tc>
          <w:tcPr>
            <w:tcW w:w="1421" w:type="dxa"/>
            <w:gridSpan w:val="2"/>
          </w:tcPr>
          <w:p w:rsidR="00B86457" w:rsidRPr="000E11B7" w:rsidRDefault="00B86457" w:rsidP="005E0634">
            <w:pPr>
              <w:spacing w:line="233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  <w:p w:rsidR="00B86457" w:rsidRPr="000E11B7" w:rsidRDefault="00B86457" w:rsidP="005E0634">
            <w:pPr>
              <w:rPr>
                <w:sz w:val="24"/>
                <w:szCs w:val="24"/>
              </w:rPr>
            </w:pPr>
          </w:p>
        </w:tc>
        <w:tc>
          <w:tcPr>
            <w:tcW w:w="1964" w:type="dxa"/>
            <w:vAlign w:val="center"/>
          </w:tcPr>
          <w:p w:rsidR="00B86457" w:rsidRDefault="00B86457" w:rsidP="005E0634">
            <w:pPr>
              <w:spacing w:line="233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Шосткинська</w:t>
            </w:r>
            <w:r w:rsidRPr="007B688D">
              <w:rPr>
                <w:sz w:val="24"/>
                <w:szCs w:val="24"/>
              </w:rPr>
              <w:t xml:space="preserve"> ОДПІ ГУ ДФС у Сумській області</w:t>
            </w:r>
          </w:p>
          <w:p w:rsidR="00B86457" w:rsidRPr="000E11B7" w:rsidRDefault="00B86457" w:rsidP="005E0634">
            <w:pPr>
              <w:rPr>
                <w:sz w:val="24"/>
                <w:szCs w:val="24"/>
              </w:rPr>
            </w:pPr>
          </w:p>
        </w:tc>
        <w:tc>
          <w:tcPr>
            <w:tcW w:w="448" w:type="dxa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B86457" w:rsidRPr="00256A00" w:rsidRDefault="00B86457" w:rsidP="005E0634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B86457" w:rsidRPr="00256A00" w:rsidRDefault="00B86457" w:rsidP="005E0634">
            <w:pPr>
              <w:ind w:hanging="69"/>
              <w:jc w:val="both"/>
              <w:rPr>
                <w:sz w:val="24"/>
                <w:szCs w:val="24"/>
              </w:rPr>
            </w:pPr>
          </w:p>
        </w:tc>
        <w:tc>
          <w:tcPr>
            <w:tcW w:w="714" w:type="dxa"/>
            <w:vAlign w:val="center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30" w:type="dxa"/>
            <w:gridSpan w:val="3"/>
            <w:vAlign w:val="center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0" w:type="dxa"/>
            <w:gridSpan w:val="3"/>
            <w:vAlign w:val="center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9" w:type="dxa"/>
            <w:gridSpan w:val="2"/>
            <w:vAlign w:val="center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23" w:type="dxa"/>
            <w:vAlign w:val="center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</w:tr>
      <w:tr w:rsidR="00B86457" w:rsidRPr="00256A00" w:rsidTr="005E0634">
        <w:trPr>
          <w:gridAfter w:val="2"/>
          <w:wAfter w:w="60" w:type="dxa"/>
          <w:trHeight w:val="145"/>
          <w:tblHeader/>
        </w:trPr>
        <w:tc>
          <w:tcPr>
            <w:tcW w:w="555" w:type="dxa"/>
            <w:gridSpan w:val="2"/>
            <w:vMerge/>
            <w:vAlign w:val="center"/>
          </w:tcPr>
          <w:p w:rsidR="00B86457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B86457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17" w:type="dxa"/>
            <w:gridSpan w:val="2"/>
            <w:vAlign w:val="center"/>
          </w:tcPr>
          <w:p w:rsidR="00B86457" w:rsidRDefault="00B86457" w:rsidP="005E0634">
            <w:pPr>
              <w:spacing w:line="233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Проведення просвітницької діяль-ності, спрямованої на формування негативного ставлення до про-типравних дій. Проводити тижні правових знань у загальноосвітніх навчальних закладах з метою профілактики правопорушень та популяризації правових знань серед молоді</w:t>
            </w:r>
          </w:p>
        </w:tc>
        <w:tc>
          <w:tcPr>
            <w:tcW w:w="1421" w:type="dxa"/>
            <w:gridSpan w:val="2"/>
          </w:tcPr>
          <w:p w:rsidR="00B86457" w:rsidRDefault="00B86457" w:rsidP="005E0634">
            <w:pPr>
              <w:spacing w:line="233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64" w:type="dxa"/>
          </w:tcPr>
          <w:p w:rsidR="00B86457" w:rsidRDefault="00B86457" w:rsidP="005E0634">
            <w:pPr>
              <w:spacing w:line="233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Відділ освіти Глухівської міської ради</w:t>
            </w:r>
          </w:p>
        </w:tc>
        <w:tc>
          <w:tcPr>
            <w:tcW w:w="448" w:type="dxa"/>
          </w:tcPr>
          <w:p w:rsidR="00B86457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B86457" w:rsidRDefault="00B86457" w:rsidP="005E0634">
            <w:pPr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1" w:type="dxa"/>
            <w:gridSpan w:val="3"/>
            <w:vAlign w:val="center"/>
          </w:tcPr>
          <w:p w:rsidR="00B86457" w:rsidRDefault="00B86457" w:rsidP="005E0634">
            <w:pPr>
              <w:ind w:hanging="69"/>
              <w:jc w:val="both"/>
              <w:rPr>
                <w:sz w:val="24"/>
                <w:szCs w:val="24"/>
              </w:rPr>
            </w:pPr>
          </w:p>
        </w:tc>
        <w:tc>
          <w:tcPr>
            <w:tcW w:w="714" w:type="dxa"/>
            <w:vAlign w:val="center"/>
          </w:tcPr>
          <w:p w:rsidR="00B86457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30" w:type="dxa"/>
            <w:gridSpan w:val="3"/>
            <w:vAlign w:val="center"/>
          </w:tcPr>
          <w:p w:rsidR="00B86457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0" w:type="dxa"/>
            <w:gridSpan w:val="3"/>
            <w:vAlign w:val="center"/>
          </w:tcPr>
          <w:p w:rsidR="00B86457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9" w:type="dxa"/>
            <w:gridSpan w:val="2"/>
            <w:vAlign w:val="center"/>
          </w:tcPr>
          <w:p w:rsidR="00B86457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B86457" w:rsidRDefault="00B86457" w:rsidP="005E0634">
            <w:pPr>
              <w:ind w:right="-7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Підвищення правового рівня знань молоді</w:t>
            </w:r>
          </w:p>
          <w:p w:rsidR="00B86457" w:rsidRDefault="00B86457" w:rsidP="005E0634">
            <w:pPr>
              <w:ind w:right="-70"/>
              <w:jc w:val="both"/>
              <w:rPr>
                <w:sz w:val="24"/>
                <w:szCs w:val="24"/>
              </w:rPr>
            </w:pPr>
          </w:p>
        </w:tc>
      </w:tr>
      <w:tr w:rsidR="00B86457" w:rsidRPr="00256A00" w:rsidTr="005E0634">
        <w:trPr>
          <w:gridAfter w:val="2"/>
          <w:wAfter w:w="60" w:type="dxa"/>
          <w:cantSplit/>
          <w:trHeight w:val="433"/>
          <w:tblHeader/>
        </w:trPr>
        <w:tc>
          <w:tcPr>
            <w:tcW w:w="9475" w:type="dxa"/>
            <w:gridSpan w:val="8"/>
          </w:tcPr>
          <w:p w:rsidR="00B86457" w:rsidRPr="00256A00" w:rsidRDefault="00B86457" w:rsidP="005E0634">
            <w:pPr>
              <w:jc w:val="center"/>
              <w:rPr>
                <w:sz w:val="24"/>
                <w:szCs w:val="24"/>
              </w:rPr>
            </w:pPr>
            <w:r w:rsidRPr="009C38B9">
              <w:rPr>
                <w:sz w:val="24"/>
                <w:szCs w:val="24"/>
              </w:rPr>
              <w:t>Усього за напрямком 1.</w:t>
            </w:r>
            <w:r>
              <w:rPr>
                <w:sz w:val="24"/>
                <w:szCs w:val="24"/>
              </w:rPr>
              <w:t>2. Програми</w:t>
            </w:r>
          </w:p>
        </w:tc>
        <w:tc>
          <w:tcPr>
            <w:tcW w:w="448" w:type="dxa"/>
            <w:textDirection w:val="btLr"/>
            <w:vAlign w:val="center"/>
          </w:tcPr>
          <w:p w:rsidR="00B86457" w:rsidRPr="00256A00" w:rsidRDefault="00B86457" w:rsidP="005E0634">
            <w:pPr>
              <w:ind w:left="-70" w:right="-7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B86457" w:rsidRPr="00256A00" w:rsidRDefault="00B86457" w:rsidP="005E0634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3"/>
          </w:tcPr>
          <w:p w:rsidR="00B86457" w:rsidRPr="00256A00" w:rsidRDefault="00B86457" w:rsidP="005E0634">
            <w:pPr>
              <w:ind w:hanging="69"/>
              <w:rPr>
                <w:sz w:val="24"/>
                <w:szCs w:val="24"/>
              </w:rPr>
            </w:pPr>
          </w:p>
        </w:tc>
        <w:tc>
          <w:tcPr>
            <w:tcW w:w="714" w:type="dxa"/>
          </w:tcPr>
          <w:p w:rsidR="00B86457" w:rsidRPr="00256A00" w:rsidRDefault="00B86457" w:rsidP="005E0634">
            <w:pPr>
              <w:rPr>
                <w:sz w:val="24"/>
                <w:szCs w:val="24"/>
              </w:rPr>
            </w:pPr>
          </w:p>
        </w:tc>
        <w:tc>
          <w:tcPr>
            <w:tcW w:w="730" w:type="dxa"/>
            <w:gridSpan w:val="3"/>
          </w:tcPr>
          <w:p w:rsidR="00B86457" w:rsidRPr="00256A00" w:rsidRDefault="00B86457" w:rsidP="005E0634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gridSpan w:val="3"/>
          </w:tcPr>
          <w:p w:rsidR="00B86457" w:rsidRPr="00256A00" w:rsidRDefault="00B86457" w:rsidP="005E0634">
            <w:pPr>
              <w:rPr>
                <w:sz w:val="24"/>
                <w:szCs w:val="24"/>
              </w:rPr>
            </w:pPr>
          </w:p>
        </w:tc>
        <w:tc>
          <w:tcPr>
            <w:tcW w:w="519" w:type="dxa"/>
            <w:gridSpan w:val="2"/>
          </w:tcPr>
          <w:p w:rsidR="00B86457" w:rsidRPr="00256A00" w:rsidRDefault="00B86457" w:rsidP="005E0634">
            <w:pPr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B86457" w:rsidRPr="00256A00" w:rsidRDefault="00B86457" w:rsidP="005E0634">
            <w:pPr>
              <w:rPr>
                <w:sz w:val="24"/>
                <w:szCs w:val="24"/>
              </w:rPr>
            </w:pPr>
          </w:p>
        </w:tc>
      </w:tr>
      <w:tr w:rsidR="00B86457" w:rsidRPr="00256A00" w:rsidTr="005E0634">
        <w:trPr>
          <w:gridAfter w:val="2"/>
          <w:wAfter w:w="60" w:type="dxa"/>
          <w:cantSplit/>
          <w:trHeight w:val="1487"/>
          <w:tblHeader/>
        </w:trPr>
        <w:tc>
          <w:tcPr>
            <w:tcW w:w="464" w:type="dxa"/>
          </w:tcPr>
          <w:p w:rsidR="00B86457" w:rsidRDefault="00B86457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  <w:p w:rsidR="00B86457" w:rsidRPr="000E11B7" w:rsidRDefault="00B86457" w:rsidP="005E0634">
            <w:pPr>
              <w:rPr>
                <w:sz w:val="24"/>
                <w:szCs w:val="24"/>
              </w:rPr>
            </w:pPr>
          </w:p>
          <w:p w:rsidR="00B86457" w:rsidRPr="000E11B7" w:rsidRDefault="00B86457" w:rsidP="005E0634">
            <w:pPr>
              <w:rPr>
                <w:sz w:val="24"/>
                <w:szCs w:val="24"/>
              </w:rPr>
            </w:pPr>
          </w:p>
          <w:p w:rsidR="00B86457" w:rsidRPr="000E11B7" w:rsidRDefault="00B86457" w:rsidP="005E0634">
            <w:pPr>
              <w:rPr>
                <w:sz w:val="24"/>
                <w:szCs w:val="24"/>
              </w:rPr>
            </w:pPr>
          </w:p>
          <w:p w:rsidR="00B86457" w:rsidRPr="000E11B7" w:rsidRDefault="00B86457" w:rsidP="005E0634">
            <w:pPr>
              <w:rPr>
                <w:sz w:val="24"/>
                <w:szCs w:val="24"/>
              </w:rPr>
            </w:pPr>
          </w:p>
          <w:p w:rsidR="00B86457" w:rsidRPr="000E11B7" w:rsidRDefault="00B86457" w:rsidP="005E0634">
            <w:pPr>
              <w:rPr>
                <w:sz w:val="24"/>
                <w:szCs w:val="24"/>
              </w:rPr>
            </w:pPr>
          </w:p>
        </w:tc>
        <w:tc>
          <w:tcPr>
            <w:tcW w:w="1509" w:type="dxa"/>
            <w:gridSpan w:val="2"/>
          </w:tcPr>
          <w:p w:rsidR="00B86457" w:rsidRDefault="00B86457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Заходи матеріально-</w:t>
            </w:r>
            <w:r w:rsidRPr="009469CC">
              <w:rPr>
                <w:sz w:val="24"/>
              </w:rPr>
              <w:t>технічного забезпечення</w:t>
            </w:r>
          </w:p>
          <w:p w:rsidR="00B86457" w:rsidRPr="000319CA" w:rsidRDefault="00B86457" w:rsidP="005E0634">
            <w:pPr>
              <w:rPr>
                <w:sz w:val="24"/>
                <w:szCs w:val="24"/>
              </w:rPr>
            </w:pPr>
          </w:p>
          <w:p w:rsidR="00B86457" w:rsidRPr="000319CA" w:rsidRDefault="00B86457" w:rsidP="005E0634">
            <w:pPr>
              <w:rPr>
                <w:sz w:val="24"/>
                <w:szCs w:val="24"/>
              </w:rPr>
            </w:pPr>
          </w:p>
        </w:tc>
        <w:tc>
          <w:tcPr>
            <w:tcW w:w="4104" w:type="dxa"/>
          </w:tcPr>
          <w:p w:rsidR="00B86457" w:rsidRPr="00E326D5" w:rsidRDefault="00B86457" w:rsidP="005E0634">
            <w:pPr>
              <w:jc w:val="both"/>
              <w:rPr>
                <w:sz w:val="24"/>
              </w:rPr>
            </w:pPr>
            <w:r w:rsidRPr="00151059">
              <w:rPr>
                <w:sz w:val="24"/>
              </w:rPr>
              <w:t>Утримання міського пункту охорони громадського порядку по вул.</w:t>
            </w:r>
            <w:r>
              <w:rPr>
                <w:sz w:val="24"/>
              </w:rPr>
              <w:t xml:space="preserve"> </w:t>
            </w:r>
            <w:r w:rsidRPr="00151059">
              <w:rPr>
                <w:sz w:val="24"/>
              </w:rPr>
              <w:t>Ціолковського, 6 (забезпечення фінансування комунальних</w:t>
            </w:r>
            <w:r>
              <w:rPr>
                <w:sz w:val="24"/>
              </w:rPr>
              <w:t xml:space="preserve"> послуг)</w:t>
            </w:r>
          </w:p>
        </w:tc>
        <w:tc>
          <w:tcPr>
            <w:tcW w:w="1416" w:type="dxa"/>
            <w:gridSpan w:val="2"/>
          </w:tcPr>
          <w:p w:rsidR="00B86457" w:rsidRDefault="00B86457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82" w:type="dxa"/>
            <w:gridSpan w:val="2"/>
          </w:tcPr>
          <w:p w:rsidR="00B86457" w:rsidRDefault="00B86457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Виконавчий комітет Глухівської міської ради</w:t>
            </w:r>
          </w:p>
        </w:tc>
        <w:tc>
          <w:tcPr>
            <w:tcW w:w="448" w:type="dxa"/>
            <w:textDirection w:val="btLr"/>
            <w:vAlign w:val="center"/>
          </w:tcPr>
          <w:p w:rsidR="00B86457" w:rsidRDefault="00B86457" w:rsidP="005E0634">
            <w:pPr>
              <w:ind w:left="-70" w:right="-70"/>
              <w:jc w:val="center"/>
            </w:pPr>
            <w:r>
              <w:t>М</w:t>
            </w:r>
            <w:r w:rsidRPr="00E326D5">
              <w:t xml:space="preserve">іський </w:t>
            </w:r>
          </w:p>
          <w:p w:rsidR="00B86457" w:rsidRPr="00E326D5" w:rsidRDefault="00B86457" w:rsidP="005E0634">
            <w:pPr>
              <w:ind w:left="-70" w:right="-70"/>
              <w:jc w:val="center"/>
            </w:pPr>
            <w:r w:rsidRPr="00E326D5">
              <w:t>бюджет</w:t>
            </w:r>
          </w:p>
        </w:tc>
        <w:tc>
          <w:tcPr>
            <w:tcW w:w="850" w:type="dxa"/>
            <w:gridSpan w:val="2"/>
          </w:tcPr>
          <w:p w:rsidR="00B86457" w:rsidRPr="002726E2" w:rsidRDefault="00B86457" w:rsidP="005E0634">
            <w:pPr>
              <w:ind w:right="-1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23,24</w:t>
            </w:r>
          </w:p>
        </w:tc>
        <w:tc>
          <w:tcPr>
            <w:tcW w:w="851" w:type="dxa"/>
            <w:gridSpan w:val="3"/>
          </w:tcPr>
          <w:p w:rsidR="00B86457" w:rsidRPr="00256A00" w:rsidRDefault="00B86457" w:rsidP="005E0634">
            <w:pPr>
              <w:ind w:hanging="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11,24</w:t>
            </w:r>
          </w:p>
        </w:tc>
        <w:tc>
          <w:tcPr>
            <w:tcW w:w="714" w:type="dxa"/>
          </w:tcPr>
          <w:p w:rsidR="00B86457" w:rsidRPr="00256A00" w:rsidRDefault="00B86457" w:rsidP="005E06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30" w:type="dxa"/>
            <w:gridSpan w:val="3"/>
          </w:tcPr>
          <w:p w:rsidR="00B86457" w:rsidRPr="00256A00" w:rsidRDefault="00B86457" w:rsidP="005E0634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gridSpan w:val="3"/>
          </w:tcPr>
          <w:p w:rsidR="00B86457" w:rsidRPr="00256A00" w:rsidRDefault="00B86457" w:rsidP="005E0634">
            <w:pPr>
              <w:rPr>
                <w:sz w:val="24"/>
                <w:szCs w:val="24"/>
              </w:rPr>
            </w:pPr>
          </w:p>
        </w:tc>
        <w:tc>
          <w:tcPr>
            <w:tcW w:w="519" w:type="dxa"/>
            <w:gridSpan w:val="2"/>
          </w:tcPr>
          <w:p w:rsidR="00B86457" w:rsidRPr="00256A00" w:rsidRDefault="00B86457" w:rsidP="005E0634">
            <w:pPr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B86457" w:rsidRPr="000E11B7" w:rsidRDefault="00B86457" w:rsidP="005E0634">
            <w:pPr>
              <w:rPr>
                <w:sz w:val="24"/>
                <w:szCs w:val="24"/>
              </w:rPr>
            </w:pPr>
            <w:r w:rsidRPr="00151059">
              <w:rPr>
                <w:sz w:val="24"/>
              </w:rPr>
              <w:t xml:space="preserve">Покращання </w:t>
            </w:r>
            <w:r>
              <w:rPr>
                <w:sz w:val="24"/>
              </w:rPr>
              <w:t xml:space="preserve">умов </w:t>
            </w:r>
            <w:r w:rsidRPr="00151059">
              <w:rPr>
                <w:sz w:val="24"/>
              </w:rPr>
              <w:t>охорони громадського порядку</w:t>
            </w:r>
          </w:p>
        </w:tc>
      </w:tr>
      <w:tr w:rsidR="00B86457" w:rsidRPr="00256A00" w:rsidTr="005E0634">
        <w:trPr>
          <w:gridAfter w:val="2"/>
          <w:wAfter w:w="60" w:type="dxa"/>
          <w:cantSplit/>
          <w:trHeight w:val="735"/>
          <w:tblHeader/>
        </w:trPr>
        <w:tc>
          <w:tcPr>
            <w:tcW w:w="464" w:type="dxa"/>
          </w:tcPr>
          <w:p w:rsidR="00B86457" w:rsidRDefault="00B86457" w:rsidP="005E0634">
            <w:pPr>
              <w:rPr>
                <w:sz w:val="24"/>
                <w:szCs w:val="24"/>
              </w:rPr>
            </w:pPr>
          </w:p>
        </w:tc>
        <w:tc>
          <w:tcPr>
            <w:tcW w:w="1509" w:type="dxa"/>
            <w:gridSpan w:val="2"/>
          </w:tcPr>
          <w:p w:rsidR="00B86457" w:rsidRDefault="00B86457" w:rsidP="005E0634">
            <w:pPr>
              <w:jc w:val="center"/>
              <w:rPr>
                <w:sz w:val="24"/>
              </w:rPr>
            </w:pPr>
          </w:p>
        </w:tc>
        <w:tc>
          <w:tcPr>
            <w:tcW w:w="4104" w:type="dxa"/>
          </w:tcPr>
          <w:p w:rsidR="00B86457" w:rsidRPr="00151059" w:rsidRDefault="00B86457" w:rsidP="005E0634">
            <w:pPr>
              <w:jc w:val="both"/>
              <w:rPr>
                <w:sz w:val="24"/>
              </w:rPr>
            </w:pPr>
          </w:p>
        </w:tc>
        <w:tc>
          <w:tcPr>
            <w:tcW w:w="1416" w:type="dxa"/>
            <w:gridSpan w:val="2"/>
          </w:tcPr>
          <w:p w:rsidR="00B86457" w:rsidRDefault="00B86457" w:rsidP="005E06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2" w:type="dxa"/>
            <w:gridSpan w:val="2"/>
          </w:tcPr>
          <w:p w:rsidR="00B86457" w:rsidRDefault="00B86457" w:rsidP="005E06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8" w:type="dxa"/>
            <w:textDirection w:val="btLr"/>
            <w:vAlign w:val="center"/>
          </w:tcPr>
          <w:p w:rsidR="00B86457" w:rsidRPr="00E326D5" w:rsidRDefault="00B86457" w:rsidP="005E0634">
            <w:pPr>
              <w:spacing w:after="200" w:line="276" w:lineRule="auto"/>
            </w:pPr>
          </w:p>
        </w:tc>
        <w:tc>
          <w:tcPr>
            <w:tcW w:w="850" w:type="dxa"/>
            <w:gridSpan w:val="2"/>
          </w:tcPr>
          <w:p w:rsidR="00B86457" w:rsidRPr="002726E2" w:rsidRDefault="00B86457" w:rsidP="005E0634">
            <w:pPr>
              <w:ind w:right="-1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51" w:type="dxa"/>
            <w:gridSpan w:val="3"/>
          </w:tcPr>
          <w:p w:rsidR="00B86457" w:rsidRPr="00256A00" w:rsidRDefault="00B86457" w:rsidP="005E0634">
            <w:pPr>
              <w:ind w:hanging="69"/>
              <w:rPr>
                <w:sz w:val="24"/>
                <w:szCs w:val="24"/>
              </w:rPr>
            </w:pPr>
          </w:p>
        </w:tc>
        <w:tc>
          <w:tcPr>
            <w:tcW w:w="714" w:type="dxa"/>
          </w:tcPr>
          <w:p w:rsidR="00B86457" w:rsidRPr="00256A00" w:rsidRDefault="00B86457" w:rsidP="005E0634">
            <w:pPr>
              <w:rPr>
                <w:sz w:val="24"/>
                <w:szCs w:val="24"/>
              </w:rPr>
            </w:pPr>
          </w:p>
        </w:tc>
        <w:tc>
          <w:tcPr>
            <w:tcW w:w="730" w:type="dxa"/>
            <w:gridSpan w:val="3"/>
          </w:tcPr>
          <w:p w:rsidR="00B86457" w:rsidRPr="00256A00" w:rsidRDefault="00B86457" w:rsidP="005E0634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gridSpan w:val="3"/>
          </w:tcPr>
          <w:p w:rsidR="00B86457" w:rsidRPr="00256A00" w:rsidRDefault="00B86457" w:rsidP="005E0634">
            <w:pPr>
              <w:rPr>
                <w:sz w:val="24"/>
                <w:szCs w:val="24"/>
              </w:rPr>
            </w:pPr>
          </w:p>
        </w:tc>
        <w:tc>
          <w:tcPr>
            <w:tcW w:w="519" w:type="dxa"/>
            <w:gridSpan w:val="2"/>
          </w:tcPr>
          <w:p w:rsidR="00B86457" w:rsidRPr="00256A00" w:rsidRDefault="00B86457" w:rsidP="005E0634">
            <w:pPr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B86457" w:rsidRPr="00151059" w:rsidRDefault="00B86457" w:rsidP="005E0634">
            <w:pPr>
              <w:rPr>
                <w:sz w:val="24"/>
              </w:rPr>
            </w:pPr>
          </w:p>
        </w:tc>
      </w:tr>
      <w:tr w:rsidR="00B86457" w:rsidRPr="00256A00" w:rsidTr="005E0634">
        <w:trPr>
          <w:gridAfter w:val="2"/>
          <w:wAfter w:w="60" w:type="dxa"/>
          <w:cantSplit/>
          <w:trHeight w:val="1134"/>
          <w:tblHeader/>
        </w:trPr>
        <w:tc>
          <w:tcPr>
            <w:tcW w:w="9475" w:type="dxa"/>
            <w:gridSpan w:val="8"/>
          </w:tcPr>
          <w:p w:rsidR="00B86457" w:rsidRPr="000E11B7" w:rsidRDefault="00B86457" w:rsidP="005E0634">
            <w:pPr>
              <w:jc w:val="center"/>
              <w:rPr>
                <w:sz w:val="24"/>
                <w:szCs w:val="24"/>
              </w:rPr>
            </w:pPr>
            <w:r w:rsidRPr="009C38B9">
              <w:rPr>
                <w:sz w:val="24"/>
                <w:szCs w:val="24"/>
              </w:rPr>
              <w:t>Усього за напрямком 1.</w:t>
            </w:r>
            <w:r>
              <w:rPr>
                <w:sz w:val="24"/>
                <w:szCs w:val="24"/>
              </w:rPr>
              <w:t>3. Програми</w:t>
            </w:r>
          </w:p>
          <w:p w:rsidR="00B86457" w:rsidRPr="00E326D5" w:rsidRDefault="00B86457" w:rsidP="005E0634">
            <w:pPr>
              <w:ind w:right="-70"/>
            </w:pPr>
          </w:p>
        </w:tc>
        <w:tc>
          <w:tcPr>
            <w:tcW w:w="448" w:type="dxa"/>
            <w:textDirection w:val="btLr"/>
          </w:tcPr>
          <w:p w:rsidR="00B86457" w:rsidRPr="00E326D5" w:rsidRDefault="00B86457" w:rsidP="005E0634">
            <w:pPr>
              <w:ind w:left="-70" w:right="-70"/>
              <w:jc w:val="center"/>
            </w:pPr>
            <w:r w:rsidRPr="00E326D5">
              <w:t>Міський бюджет</w:t>
            </w:r>
          </w:p>
        </w:tc>
        <w:tc>
          <w:tcPr>
            <w:tcW w:w="850" w:type="dxa"/>
            <w:gridSpan w:val="2"/>
          </w:tcPr>
          <w:p w:rsidR="00B86457" w:rsidRPr="00313B03" w:rsidRDefault="00B86457" w:rsidP="005E0634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23,24</w:t>
            </w:r>
          </w:p>
        </w:tc>
        <w:tc>
          <w:tcPr>
            <w:tcW w:w="851" w:type="dxa"/>
            <w:gridSpan w:val="3"/>
          </w:tcPr>
          <w:p w:rsidR="00B86457" w:rsidRPr="00256A00" w:rsidRDefault="00B86457" w:rsidP="005E0634">
            <w:pPr>
              <w:ind w:hanging="69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1,24</w:t>
            </w:r>
          </w:p>
        </w:tc>
        <w:tc>
          <w:tcPr>
            <w:tcW w:w="714" w:type="dxa"/>
          </w:tcPr>
          <w:p w:rsidR="00B86457" w:rsidRDefault="00B86457" w:rsidP="005E06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  <w:p w:rsidR="00B86457" w:rsidRPr="004D0E3A" w:rsidRDefault="00B86457" w:rsidP="005E0634">
            <w:pPr>
              <w:rPr>
                <w:sz w:val="24"/>
                <w:szCs w:val="24"/>
              </w:rPr>
            </w:pPr>
          </w:p>
        </w:tc>
        <w:tc>
          <w:tcPr>
            <w:tcW w:w="730" w:type="dxa"/>
            <w:gridSpan w:val="3"/>
          </w:tcPr>
          <w:p w:rsidR="00B86457" w:rsidRPr="00256A00" w:rsidRDefault="00B86457" w:rsidP="005E0634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gridSpan w:val="3"/>
          </w:tcPr>
          <w:p w:rsidR="00B86457" w:rsidRPr="00256A00" w:rsidRDefault="00B86457" w:rsidP="005E0634">
            <w:pPr>
              <w:rPr>
                <w:sz w:val="24"/>
                <w:szCs w:val="24"/>
              </w:rPr>
            </w:pPr>
          </w:p>
        </w:tc>
        <w:tc>
          <w:tcPr>
            <w:tcW w:w="519" w:type="dxa"/>
            <w:gridSpan w:val="2"/>
          </w:tcPr>
          <w:p w:rsidR="00B86457" w:rsidRPr="00256A00" w:rsidRDefault="00B86457" w:rsidP="005E0634">
            <w:pPr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B86457" w:rsidRPr="00E326D5" w:rsidRDefault="00B86457" w:rsidP="005E0634">
            <w:pPr>
              <w:rPr>
                <w:sz w:val="22"/>
                <w:szCs w:val="22"/>
              </w:rPr>
            </w:pPr>
          </w:p>
        </w:tc>
      </w:tr>
      <w:tr w:rsidR="00B86457" w:rsidRPr="00256A00" w:rsidTr="005E0634">
        <w:trPr>
          <w:gridAfter w:val="2"/>
          <w:wAfter w:w="60" w:type="dxa"/>
          <w:cantSplit/>
          <w:trHeight w:val="829"/>
          <w:tblHeader/>
        </w:trPr>
        <w:tc>
          <w:tcPr>
            <w:tcW w:w="9475" w:type="dxa"/>
            <w:gridSpan w:val="8"/>
          </w:tcPr>
          <w:p w:rsidR="00B86457" w:rsidRDefault="00B86457" w:rsidP="005E0634">
            <w:pPr>
              <w:jc w:val="center"/>
              <w:rPr>
                <w:sz w:val="24"/>
                <w:szCs w:val="24"/>
              </w:rPr>
            </w:pPr>
          </w:p>
          <w:p w:rsidR="00B86457" w:rsidRPr="009C38B9" w:rsidRDefault="00B86457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Усього за напрямком 1</w:t>
            </w:r>
            <w:r w:rsidRPr="009C38B9">
              <w:rPr>
                <w:sz w:val="24"/>
                <w:szCs w:val="24"/>
              </w:rPr>
              <w:t>. Програми</w:t>
            </w:r>
          </w:p>
          <w:p w:rsidR="00B86457" w:rsidRPr="00256A00" w:rsidRDefault="00B86457" w:rsidP="005E0634">
            <w:pPr>
              <w:rPr>
                <w:sz w:val="24"/>
                <w:szCs w:val="24"/>
              </w:rPr>
            </w:pPr>
          </w:p>
        </w:tc>
        <w:tc>
          <w:tcPr>
            <w:tcW w:w="448" w:type="dxa"/>
            <w:textDirection w:val="btLr"/>
            <w:vAlign w:val="center"/>
          </w:tcPr>
          <w:p w:rsidR="00B86457" w:rsidRPr="00E326D5" w:rsidRDefault="00B86457" w:rsidP="005E0634">
            <w:pPr>
              <w:ind w:left="-70" w:right="-70"/>
              <w:jc w:val="center"/>
            </w:pPr>
            <w:r>
              <w:t>Міськ</w:t>
            </w:r>
            <w:r w:rsidRPr="00E326D5">
              <w:t>й бюджет</w:t>
            </w:r>
          </w:p>
        </w:tc>
        <w:tc>
          <w:tcPr>
            <w:tcW w:w="850" w:type="dxa"/>
            <w:gridSpan w:val="2"/>
          </w:tcPr>
          <w:p w:rsidR="00B86457" w:rsidRPr="00313B03" w:rsidRDefault="00B86457" w:rsidP="005E0634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23,24</w:t>
            </w:r>
          </w:p>
        </w:tc>
        <w:tc>
          <w:tcPr>
            <w:tcW w:w="851" w:type="dxa"/>
            <w:gridSpan w:val="3"/>
          </w:tcPr>
          <w:p w:rsidR="00B86457" w:rsidRPr="00256A00" w:rsidRDefault="00B86457" w:rsidP="005E0634">
            <w:pPr>
              <w:ind w:hanging="69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1,24</w:t>
            </w:r>
          </w:p>
        </w:tc>
        <w:tc>
          <w:tcPr>
            <w:tcW w:w="714" w:type="dxa"/>
          </w:tcPr>
          <w:p w:rsidR="00B86457" w:rsidRPr="00256A00" w:rsidRDefault="00B86457" w:rsidP="005E06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30" w:type="dxa"/>
            <w:gridSpan w:val="3"/>
          </w:tcPr>
          <w:p w:rsidR="00B86457" w:rsidRPr="00256A00" w:rsidRDefault="00B86457" w:rsidP="005E0634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gridSpan w:val="3"/>
          </w:tcPr>
          <w:p w:rsidR="00B86457" w:rsidRPr="00256A00" w:rsidRDefault="00B86457" w:rsidP="005E0634">
            <w:pPr>
              <w:rPr>
                <w:sz w:val="24"/>
                <w:szCs w:val="24"/>
              </w:rPr>
            </w:pPr>
          </w:p>
        </w:tc>
        <w:tc>
          <w:tcPr>
            <w:tcW w:w="519" w:type="dxa"/>
            <w:gridSpan w:val="2"/>
          </w:tcPr>
          <w:p w:rsidR="00B86457" w:rsidRPr="00256A00" w:rsidRDefault="00B86457" w:rsidP="005E0634">
            <w:pPr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B86457" w:rsidRPr="00256A00" w:rsidRDefault="00B86457" w:rsidP="005E0634">
            <w:pPr>
              <w:rPr>
                <w:sz w:val="24"/>
                <w:szCs w:val="24"/>
              </w:rPr>
            </w:pPr>
          </w:p>
        </w:tc>
      </w:tr>
      <w:tr w:rsidR="00B86457" w:rsidRPr="00F65221" w:rsidTr="005E0634">
        <w:trPr>
          <w:gridAfter w:val="2"/>
          <w:wAfter w:w="60" w:type="dxa"/>
          <w:trHeight w:val="71"/>
          <w:tblHeader/>
        </w:trPr>
        <w:tc>
          <w:tcPr>
            <w:tcW w:w="15710" w:type="dxa"/>
            <w:gridSpan w:val="24"/>
          </w:tcPr>
          <w:p w:rsidR="00B86457" w:rsidRPr="00F65221" w:rsidRDefault="00B86457" w:rsidP="005E0634">
            <w:pPr>
              <w:jc w:val="center"/>
              <w:rPr>
                <w:b/>
                <w:sz w:val="24"/>
                <w:szCs w:val="24"/>
              </w:rPr>
            </w:pPr>
            <w:r w:rsidRPr="00F65221">
              <w:rPr>
                <w:b/>
                <w:sz w:val="24"/>
                <w:szCs w:val="24"/>
              </w:rPr>
              <w:t>2. Антитерористичні заходи</w:t>
            </w:r>
          </w:p>
        </w:tc>
      </w:tr>
      <w:tr w:rsidR="00B86457" w:rsidRPr="00256A00" w:rsidTr="005E0634">
        <w:trPr>
          <w:trHeight w:val="2221"/>
          <w:tblHeader/>
        </w:trPr>
        <w:tc>
          <w:tcPr>
            <w:tcW w:w="555" w:type="dxa"/>
            <w:gridSpan w:val="2"/>
            <w:vMerge w:val="restart"/>
          </w:tcPr>
          <w:p w:rsidR="00B86457" w:rsidRPr="00256A00" w:rsidRDefault="00B86457" w:rsidP="005E06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1418" w:type="dxa"/>
            <w:vMerge w:val="restart"/>
          </w:tcPr>
          <w:p w:rsidR="00B86457" w:rsidRPr="00256A00" w:rsidRDefault="00B86457" w:rsidP="005E0634">
            <w:pPr>
              <w:ind w:left="-70" w:right="-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Організаційні заходи</w:t>
            </w:r>
          </w:p>
        </w:tc>
        <w:tc>
          <w:tcPr>
            <w:tcW w:w="4117" w:type="dxa"/>
            <w:gridSpan w:val="2"/>
          </w:tcPr>
          <w:p w:rsidR="00B86457" w:rsidRDefault="00B86457" w:rsidP="005E06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Проведення комплексу заходів, направлених на виявлення осіб, причетних до екстремістських та терористичних організацій, які на законних підставах прибувають (прибули) на територію міста, області чи України</w:t>
            </w:r>
          </w:p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21" w:type="dxa"/>
            <w:gridSpan w:val="2"/>
          </w:tcPr>
          <w:p w:rsidR="00B86457" w:rsidRPr="00256A00" w:rsidRDefault="00B86457" w:rsidP="005E06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64" w:type="dxa"/>
          </w:tcPr>
          <w:p w:rsidR="00B86457" w:rsidRPr="001515EF" w:rsidRDefault="00B86457" w:rsidP="005E0634">
            <w:pPr>
              <w:jc w:val="center"/>
              <w:rPr>
                <w:sz w:val="24"/>
                <w:szCs w:val="24"/>
              </w:rPr>
            </w:pPr>
            <w:r w:rsidRPr="001515EF">
              <w:rPr>
                <w:sz w:val="24"/>
                <w:shd w:val="clear" w:color="auto" w:fill="FFFFFF"/>
              </w:rPr>
              <w:t>Глухівський міський відділ УСБУ в Сумській області</w:t>
            </w:r>
          </w:p>
        </w:tc>
        <w:tc>
          <w:tcPr>
            <w:tcW w:w="708" w:type="dxa"/>
            <w:gridSpan w:val="2"/>
            <w:vMerge w:val="restart"/>
          </w:tcPr>
          <w:p w:rsidR="00B86457" w:rsidRPr="00256A00" w:rsidRDefault="00B86457" w:rsidP="005E0634">
            <w:pPr>
              <w:rPr>
                <w:sz w:val="24"/>
                <w:szCs w:val="24"/>
              </w:rPr>
            </w:pPr>
          </w:p>
        </w:tc>
        <w:tc>
          <w:tcPr>
            <w:tcW w:w="727" w:type="dxa"/>
            <w:gridSpan w:val="2"/>
          </w:tcPr>
          <w:p w:rsidR="00B86457" w:rsidRPr="00256A00" w:rsidRDefault="00B86457" w:rsidP="005E0634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387" w:type="dxa"/>
          </w:tcPr>
          <w:p w:rsidR="00B86457" w:rsidRPr="00256A00" w:rsidRDefault="00B86457" w:rsidP="005E0634">
            <w:pPr>
              <w:ind w:hanging="69"/>
              <w:rPr>
                <w:sz w:val="24"/>
                <w:szCs w:val="24"/>
              </w:rPr>
            </w:pPr>
          </w:p>
        </w:tc>
        <w:tc>
          <w:tcPr>
            <w:tcW w:w="1093" w:type="dxa"/>
            <w:gridSpan w:val="3"/>
          </w:tcPr>
          <w:p w:rsidR="00B86457" w:rsidRPr="00256A00" w:rsidRDefault="00B86457" w:rsidP="005E0634">
            <w:pPr>
              <w:rPr>
                <w:sz w:val="24"/>
                <w:szCs w:val="24"/>
              </w:rPr>
            </w:pPr>
          </w:p>
        </w:tc>
        <w:tc>
          <w:tcPr>
            <w:tcW w:w="730" w:type="dxa"/>
            <w:gridSpan w:val="3"/>
          </w:tcPr>
          <w:p w:rsidR="00B86457" w:rsidRPr="00256A00" w:rsidRDefault="00B86457" w:rsidP="005E0634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</w:tcPr>
          <w:p w:rsidR="00B86457" w:rsidRPr="00256A00" w:rsidRDefault="00B86457" w:rsidP="005E0634">
            <w:pPr>
              <w:rPr>
                <w:sz w:val="24"/>
                <w:szCs w:val="24"/>
              </w:rPr>
            </w:pPr>
          </w:p>
        </w:tc>
        <w:tc>
          <w:tcPr>
            <w:tcW w:w="429" w:type="dxa"/>
          </w:tcPr>
          <w:p w:rsidR="00B86457" w:rsidRPr="00256A00" w:rsidRDefault="00B86457" w:rsidP="005E0634">
            <w:pPr>
              <w:rPr>
                <w:sz w:val="24"/>
                <w:szCs w:val="24"/>
              </w:rPr>
            </w:pPr>
          </w:p>
        </w:tc>
        <w:tc>
          <w:tcPr>
            <w:tcW w:w="1573" w:type="dxa"/>
            <w:gridSpan w:val="4"/>
            <w:vMerge w:val="restart"/>
          </w:tcPr>
          <w:p w:rsidR="00B86457" w:rsidRPr="00256A00" w:rsidRDefault="00B86457" w:rsidP="005E0634">
            <w:pPr>
              <w:ind w:left="-70" w:right="-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Недопущен-ня на тери-торію Глухівської міської ради осіб, які ма-ють зв’язки з терористичними організа-ціями</w:t>
            </w:r>
          </w:p>
        </w:tc>
      </w:tr>
      <w:tr w:rsidR="00B86457" w:rsidRPr="00256A00" w:rsidTr="005E0634">
        <w:trPr>
          <w:trHeight w:val="1964"/>
          <w:tblHeader/>
        </w:trPr>
        <w:tc>
          <w:tcPr>
            <w:tcW w:w="555" w:type="dxa"/>
            <w:gridSpan w:val="2"/>
            <w:vMerge/>
          </w:tcPr>
          <w:p w:rsidR="00B86457" w:rsidRPr="00256A00" w:rsidRDefault="00B86457" w:rsidP="005E0634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B86457" w:rsidRPr="00256A00" w:rsidRDefault="00B86457" w:rsidP="005E0634">
            <w:pPr>
              <w:rPr>
                <w:sz w:val="24"/>
                <w:szCs w:val="24"/>
              </w:rPr>
            </w:pPr>
          </w:p>
        </w:tc>
        <w:tc>
          <w:tcPr>
            <w:tcW w:w="4117" w:type="dxa"/>
            <w:gridSpan w:val="2"/>
          </w:tcPr>
          <w:p w:rsidR="00B86457" w:rsidRDefault="00B86457" w:rsidP="005E06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Забезпечення моніторингу за порядком в’їзду - виїзду і перебування на території Глухівської міської ради представників організацій та центрів, які підозрюються у терористичній діяльності</w:t>
            </w:r>
          </w:p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21" w:type="dxa"/>
            <w:gridSpan w:val="2"/>
          </w:tcPr>
          <w:p w:rsidR="00B86457" w:rsidRPr="00256A00" w:rsidRDefault="00B86457" w:rsidP="005E06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64" w:type="dxa"/>
          </w:tcPr>
          <w:p w:rsidR="00B86457" w:rsidRPr="00256A00" w:rsidRDefault="00B86457" w:rsidP="005E0634">
            <w:pPr>
              <w:jc w:val="center"/>
              <w:rPr>
                <w:sz w:val="24"/>
                <w:szCs w:val="24"/>
              </w:rPr>
            </w:pPr>
            <w:r w:rsidRPr="001515EF">
              <w:rPr>
                <w:sz w:val="24"/>
                <w:shd w:val="clear" w:color="auto" w:fill="FFFFFF"/>
              </w:rPr>
              <w:t>Глухівський міський відділ УСБУ в Сумській області</w:t>
            </w:r>
          </w:p>
        </w:tc>
        <w:tc>
          <w:tcPr>
            <w:tcW w:w="708" w:type="dxa"/>
            <w:gridSpan w:val="2"/>
            <w:vMerge/>
          </w:tcPr>
          <w:p w:rsidR="00B86457" w:rsidRPr="00256A00" w:rsidRDefault="00B86457" w:rsidP="005E0634">
            <w:pPr>
              <w:rPr>
                <w:sz w:val="24"/>
                <w:szCs w:val="24"/>
              </w:rPr>
            </w:pPr>
          </w:p>
        </w:tc>
        <w:tc>
          <w:tcPr>
            <w:tcW w:w="727" w:type="dxa"/>
            <w:gridSpan w:val="2"/>
          </w:tcPr>
          <w:p w:rsidR="00B86457" w:rsidRPr="00256A00" w:rsidRDefault="00B86457" w:rsidP="005E0634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387" w:type="dxa"/>
          </w:tcPr>
          <w:p w:rsidR="00B86457" w:rsidRPr="00256A00" w:rsidRDefault="00B86457" w:rsidP="005E0634">
            <w:pPr>
              <w:ind w:hanging="69"/>
              <w:rPr>
                <w:sz w:val="24"/>
                <w:szCs w:val="24"/>
              </w:rPr>
            </w:pPr>
          </w:p>
        </w:tc>
        <w:tc>
          <w:tcPr>
            <w:tcW w:w="1093" w:type="dxa"/>
            <w:gridSpan w:val="3"/>
          </w:tcPr>
          <w:p w:rsidR="00B86457" w:rsidRPr="00256A00" w:rsidRDefault="00B86457" w:rsidP="005E0634">
            <w:pPr>
              <w:rPr>
                <w:sz w:val="24"/>
                <w:szCs w:val="24"/>
              </w:rPr>
            </w:pPr>
          </w:p>
        </w:tc>
        <w:tc>
          <w:tcPr>
            <w:tcW w:w="730" w:type="dxa"/>
            <w:gridSpan w:val="3"/>
          </w:tcPr>
          <w:p w:rsidR="00B86457" w:rsidRPr="00256A00" w:rsidRDefault="00B86457" w:rsidP="005E0634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</w:tcPr>
          <w:p w:rsidR="00B86457" w:rsidRPr="00256A00" w:rsidRDefault="00B86457" w:rsidP="005E0634">
            <w:pPr>
              <w:rPr>
                <w:sz w:val="24"/>
                <w:szCs w:val="24"/>
              </w:rPr>
            </w:pPr>
          </w:p>
        </w:tc>
        <w:tc>
          <w:tcPr>
            <w:tcW w:w="429" w:type="dxa"/>
          </w:tcPr>
          <w:p w:rsidR="00B86457" w:rsidRPr="00256A00" w:rsidRDefault="00B86457" w:rsidP="005E0634">
            <w:pPr>
              <w:rPr>
                <w:sz w:val="24"/>
                <w:szCs w:val="24"/>
              </w:rPr>
            </w:pPr>
          </w:p>
        </w:tc>
        <w:tc>
          <w:tcPr>
            <w:tcW w:w="1573" w:type="dxa"/>
            <w:gridSpan w:val="4"/>
            <w:vMerge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</w:p>
        </w:tc>
      </w:tr>
      <w:tr w:rsidR="00B86457" w:rsidRPr="00256A00" w:rsidTr="005E0634">
        <w:trPr>
          <w:gridAfter w:val="1"/>
          <w:wAfter w:w="8" w:type="dxa"/>
          <w:trHeight w:val="1803"/>
          <w:tblHeader/>
        </w:trPr>
        <w:tc>
          <w:tcPr>
            <w:tcW w:w="555" w:type="dxa"/>
            <w:gridSpan w:val="2"/>
            <w:vMerge w:val="restart"/>
          </w:tcPr>
          <w:p w:rsidR="00B86457" w:rsidRPr="00256A00" w:rsidRDefault="00B86457" w:rsidP="005E0634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B86457" w:rsidRPr="00256A00" w:rsidRDefault="00B86457" w:rsidP="005E0634">
            <w:pPr>
              <w:rPr>
                <w:sz w:val="24"/>
                <w:szCs w:val="24"/>
              </w:rPr>
            </w:pPr>
          </w:p>
        </w:tc>
        <w:tc>
          <w:tcPr>
            <w:tcW w:w="4104" w:type="dxa"/>
          </w:tcPr>
          <w:p w:rsidR="00B86457" w:rsidRDefault="00B86457" w:rsidP="005E06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Залучення населення до виявлення місць концентрації (перебування) нелегальних мігрантів, місць тренувальних зборів організацій, які мають ознаки воєнізованих формувань</w:t>
            </w:r>
          </w:p>
        </w:tc>
        <w:tc>
          <w:tcPr>
            <w:tcW w:w="1416" w:type="dxa"/>
            <w:gridSpan w:val="2"/>
          </w:tcPr>
          <w:p w:rsidR="00B86457" w:rsidRDefault="00B86457" w:rsidP="005E06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82" w:type="dxa"/>
            <w:gridSpan w:val="2"/>
          </w:tcPr>
          <w:p w:rsidR="00B86457" w:rsidRDefault="00B86457" w:rsidP="005E0634">
            <w:pPr>
              <w:jc w:val="center"/>
              <w:rPr>
                <w:sz w:val="24"/>
                <w:szCs w:val="24"/>
              </w:rPr>
            </w:pPr>
            <w:r w:rsidRPr="001515EF">
              <w:rPr>
                <w:sz w:val="24"/>
                <w:shd w:val="clear" w:color="auto" w:fill="FFFFFF"/>
              </w:rPr>
              <w:t>Глухівський міський відділ УСБУ в Сумській області</w:t>
            </w:r>
            <w:r>
              <w:rPr>
                <w:sz w:val="24"/>
                <w:szCs w:val="24"/>
              </w:rPr>
              <w:t xml:space="preserve">, Глухівський відділ поліції </w:t>
            </w:r>
          </w:p>
          <w:p w:rsidR="00B86457" w:rsidRPr="004529A7" w:rsidRDefault="00B86457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 НП в Сумській області</w:t>
            </w:r>
          </w:p>
        </w:tc>
        <w:tc>
          <w:tcPr>
            <w:tcW w:w="708" w:type="dxa"/>
            <w:gridSpan w:val="2"/>
          </w:tcPr>
          <w:p w:rsidR="00B86457" w:rsidRPr="00256A00" w:rsidRDefault="00B86457" w:rsidP="005E0634">
            <w:pPr>
              <w:rPr>
                <w:sz w:val="24"/>
                <w:szCs w:val="24"/>
              </w:rPr>
            </w:pPr>
          </w:p>
        </w:tc>
        <w:tc>
          <w:tcPr>
            <w:tcW w:w="727" w:type="dxa"/>
            <w:gridSpan w:val="2"/>
          </w:tcPr>
          <w:p w:rsidR="00B86457" w:rsidRPr="00256A00" w:rsidRDefault="00B86457" w:rsidP="005E0634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387" w:type="dxa"/>
          </w:tcPr>
          <w:p w:rsidR="00B86457" w:rsidRPr="00256A00" w:rsidRDefault="00B86457" w:rsidP="005E0634">
            <w:pPr>
              <w:ind w:hanging="69"/>
              <w:rPr>
                <w:sz w:val="24"/>
                <w:szCs w:val="24"/>
              </w:rPr>
            </w:pPr>
          </w:p>
        </w:tc>
        <w:tc>
          <w:tcPr>
            <w:tcW w:w="1133" w:type="dxa"/>
            <w:gridSpan w:val="4"/>
          </w:tcPr>
          <w:p w:rsidR="00B86457" w:rsidRPr="00256A00" w:rsidRDefault="00B86457" w:rsidP="005E0634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3"/>
          </w:tcPr>
          <w:p w:rsidR="00B86457" w:rsidRPr="00256A00" w:rsidRDefault="00B86457" w:rsidP="005E0634">
            <w:pPr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B86457" w:rsidRPr="00256A00" w:rsidRDefault="00B86457" w:rsidP="005E0634">
            <w:pPr>
              <w:rPr>
                <w:sz w:val="24"/>
                <w:szCs w:val="24"/>
              </w:rPr>
            </w:pPr>
          </w:p>
        </w:tc>
        <w:tc>
          <w:tcPr>
            <w:tcW w:w="429" w:type="dxa"/>
          </w:tcPr>
          <w:p w:rsidR="00B86457" w:rsidRPr="00256A00" w:rsidRDefault="00B86457" w:rsidP="005E0634">
            <w:pPr>
              <w:rPr>
                <w:sz w:val="24"/>
                <w:szCs w:val="24"/>
              </w:rPr>
            </w:pPr>
          </w:p>
        </w:tc>
        <w:tc>
          <w:tcPr>
            <w:tcW w:w="1565" w:type="dxa"/>
            <w:gridSpan w:val="3"/>
          </w:tcPr>
          <w:p w:rsidR="00B86457" w:rsidRDefault="00B86457" w:rsidP="005E06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Недопущення викорис-тання тери-торії Глухівської міської ради для діяль-ності неза-конних воєнних формувань</w:t>
            </w:r>
          </w:p>
        </w:tc>
      </w:tr>
      <w:tr w:rsidR="00B86457" w:rsidRPr="00256A00" w:rsidTr="005E0634">
        <w:trPr>
          <w:gridAfter w:val="1"/>
          <w:wAfter w:w="8" w:type="dxa"/>
          <w:tblHeader/>
        </w:trPr>
        <w:tc>
          <w:tcPr>
            <w:tcW w:w="555" w:type="dxa"/>
            <w:gridSpan w:val="2"/>
            <w:vMerge/>
          </w:tcPr>
          <w:p w:rsidR="00B86457" w:rsidRPr="00256A00" w:rsidRDefault="00B86457" w:rsidP="005E0634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B86457" w:rsidRPr="00256A00" w:rsidRDefault="00B86457" w:rsidP="005E0634">
            <w:pPr>
              <w:rPr>
                <w:sz w:val="24"/>
                <w:szCs w:val="24"/>
              </w:rPr>
            </w:pPr>
          </w:p>
        </w:tc>
        <w:tc>
          <w:tcPr>
            <w:tcW w:w="4104" w:type="dxa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Організація та проведення спільних антитерористичних тренувань і тактико спеціальних навчань із </w:t>
            </w:r>
            <w:r w:rsidRPr="001515EF">
              <w:rPr>
                <w:sz w:val="24"/>
                <w:shd w:val="clear" w:color="auto" w:fill="FFFFFF"/>
              </w:rPr>
              <w:t>Г</w:t>
            </w:r>
            <w:r>
              <w:rPr>
                <w:sz w:val="24"/>
                <w:shd w:val="clear" w:color="auto" w:fill="FFFFFF"/>
              </w:rPr>
              <w:t>лухівським міським</w:t>
            </w:r>
            <w:r w:rsidRPr="001515EF">
              <w:rPr>
                <w:sz w:val="24"/>
                <w:shd w:val="clear" w:color="auto" w:fill="FFFFFF"/>
              </w:rPr>
              <w:t xml:space="preserve"> відділ</w:t>
            </w:r>
            <w:r>
              <w:rPr>
                <w:sz w:val="24"/>
                <w:shd w:val="clear" w:color="auto" w:fill="FFFFFF"/>
              </w:rPr>
              <w:t>ом</w:t>
            </w:r>
            <w:r w:rsidRPr="001515EF">
              <w:rPr>
                <w:sz w:val="24"/>
                <w:shd w:val="clear" w:color="auto" w:fill="FFFFFF"/>
              </w:rPr>
              <w:t xml:space="preserve"> УСБУ в Сумській області</w:t>
            </w:r>
            <w:r>
              <w:rPr>
                <w:sz w:val="24"/>
                <w:szCs w:val="24"/>
              </w:rPr>
              <w:t xml:space="preserve">, Глухівський відділ поліції </w:t>
            </w:r>
            <w:r w:rsidRPr="000E11B7">
              <w:rPr>
                <w:sz w:val="24"/>
                <w:szCs w:val="24"/>
              </w:rPr>
              <w:t>ГУ НП в Сумській області</w:t>
            </w:r>
          </w:p>
        </w:tc>
        <w:tc>
          <w:tcPr>
            <w:tcW w:w="1416" w:type="dxa"/>
            <w:gridSpan w:val="2"/>
          </w:tcPr>
          <w:p w:rsidR="00B86457" w:rsidRPr="00256A00" w:rsidRDefault="00B86457" w:rsidP="005E06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82" w:type="dxa"/>
            <w:gridSpan w:val="2"/>
          </w:tcPr>
          <w:p w:rsidR="00B86457" w:rsidRDefault="00B86457" w:rsidP="005E0634">
            <w:pPr>
              <w:jc w:val="center"/>
              <w:rPr>
                <w:sz w:val="24"/>
                <w:szCs w:val="24"/>
              </w:rPr>
            </w:pPr>
            <w:r w:rsidRPr="001515EF">
              <w:rPr>
                <w:sz w:val="24"/>
                <w:shd w:val="clear" w:color="auto" w:fill="FFFFFF"/>
              </w:rPr>
              <w:t>Глухівський міський відділ УСБУ в Сумській області</w:t>
            </w:r>
            <w:r>
              <w:rPr>
                <w:sz w:val="24"/>
                <w:szCs w:val="24"/>
              </w:rPr>
              <w:t xml:space="preserve">, Глухівський відділ поліції </w:t>
            </w:r>
          </w:p>
          <w:p w:rsidR="00B86457" w:rsidRPr="00256A00" w:rsidRDefault="00B86457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 НП в Сумській області</w:t>
            </w:r>
          </w:p>
        </w:tc>
        <w:tc>
          <w:tcPr>
            <w:tcW w:w="708" w:type="dxa"/>
            <w:gridSpan w:val="2"/>
          </w:tcPr>
          <w:p w:rsidR="00B86457" w:rsidRPr="00256A00" w:rsidRDefault="00B86457" w:rsidP="005E0634">
            <w:pPr>
              <w:rPr>
                <w:sz w:val="24"/>
                <w:szCs w:val="24"/>
              </w:rPr>
            </w:pPr>
          </w:p>
        </w:tc>
        <w:tc>
          <w:tcPr>
            <w:tcW w:w="727" w:type="dxa"/>
            <w:gridSpan w:val="2"/>
          </w:tcPr>
          <w:p w:rsidR="00B86457" w:rsidRPr="00256A00" w:rsidRDefault="00B86457" w:rsidP="005E0634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387" w:type="dxa"/>
          </w:tcPr>
          <w:p w:rsidR="00B86457" w:rsidRPr="00256A00" w:rsidRDefault="00B86457" w:rsidP="005E0634">
            <w:pPr>
              <w:ind w:hanging="69"/>
              <w:rPr>
                <w:sz w:val="24"/>
                <w:szCs w:val="24"/>
              </w:rPr>
            </w:pPr>
          </w:p>
        </w:tc>
        <w:tc>
          <w:tcPr>
            <w:tcW w:w="1133" w:type="dxa"/>
            <w:gridSpan w:val="4"/>
          </w:tcPr>
          <w:p w:rsidR="00B86457" w:rsidRPr="00256A00" w:rsidRDefault="00B86457" w:rsidP="005E0634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3"/>
          </w:tcPr>
          <w:p w:rsidR="00B86457" w:rsidRPr="00256A00" w:rsidRDefault="00B86457" w:rsidP="005E0634">
            <w:pPr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B86457" w:rsidRPr="00256A00" w:rsidRDefault="00B86457" w:rsidP="005E0634">
            <w:pPr>
              <w:rPr>
                <w:sz w:val="24"/>
                <w:szCs w:val="24"/>
              </w:rPr>
            </w:pPr>
          </w:p>
        </w:tc>
        <w:tc>
          <w:tcPr>
            <w:tcW w:w="429" w:type="dxa"/>
          </w:tcPr>
          <w:p w:rsidR="00B86457" w:rsidRPr="00256A00" w:rsidRDefault="00B86457" w:rsidP="005E0634">
            <w:pPr>
              <w:rPr>
                <w:sz w:val="24"/>
                <w:szCs w:val="24"/>
              </w:rPr>
            </w:pPr>
          </w:p>
        </w:tc>
        <w:tc>
          <w:tcPr>
            <w:tcW w:w="1565" w:type="dxa"/>
            <w:gridSpan w:val="3"/>
          </w:tcPr>
          <w:p w:rsidR="00B86457" w:rsidRPr="00256A00" w:rsidRDefault="00B86457" w:rsidP="005E0634">
            <w:pPr>
              <w:ind w:left="-70" w:right="-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Вдосконален-ня кордина-ційних меха-нізмів між УСБУ та підрозділами Нацполіції</w:t>
            </w:r>
          </w:p>
        </w:tc>
      </w:tr>
      <w:tr w:rsidR="00B86457" w:rsidRPr="00256A00" w:rsidTr="005E0634">
        <w:trPr>
          <w:gridAfter w:val="1"/>
          <w:wAfter w:w="8" w:type="dxa"/>
          <w:tblHeader/>
        </w:trPr>
        <w:tc>
          <w:tcPr>
            <w:tcW w:w="555" w:type="dxa"/>
            <w:gridSpan w:val="2"/>
            <w:vMerge/>
          </w:tcPr>
          <w:p w:rsidR="00B86457" w:rsidRPr="00256A00" w:rsidRDefault="00B86457" w:rsidP="005E0634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B86457" w:rsidRPr="00256A00" w:rsidRDefault="00B86457" w:rsidP="005E0634">
            <w:pPr>
              <w:rPr>
                <w:sz w:val="24"/>
                <w:szCs w:val="24"/>
              </w:rPr>
            </w:pPr>
          </w:p>
        </w:tc>
        <w:tc>
          <w:tcPr>
            <w:tcW w:w="4104" w:type="dxa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Організація та проведення командно-штабних і тактико-спеціальних навчань та тренувань з протидії можливим терористичним проявам на об’єктах державної власності, важливих народногосподарських об’єктах, місцях масового скупчення людей</w:t>
            </w:r>
          </w:p>
        </w:tc>
        <w:tc>
          <w:tcPr>
            <w:tcW w:w="1416" w:type="dxa"/>
            <w:gridSpan w:val="2"/>
          </w:tcPr>
          <w:p w:rsidR="00B86457" w:rsidRPr="00256A00" w:rsidRDefault="00B86457" w:rsidP="005E0634">
            <w:pPr>
              <w:rPr>
                <w:sz w:val="24"/>
                <w:szCs w:val="24"/>
              </w:rPr>
            </w:pPr>
            <w:r>
              <w:rPr>
                <w:noProof/>
                <w:lang w:val="ru-RU"/>
              </w:rPr>
              <w:pict>
                <v:shape id="Поле 21" o:spid="_x0000_s1035" type="#_x0000_t202" style="position:absolute;margin-left:39.1pt;margin-top:134.35pt;width:8.25pt;height:9pt;z-index:251657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" stroked="f">
                  <v:textbox>
                    <w:txbxContent>
                      <w:p w:rsidR="00B86457" w:rsidRPr="0051547A" w:rsidRDefault="00B86457" w:rsidP="005E0634">
                        <w:pPr>
                          <w:rPr>
                            <w:sz w:val="24"/>
                            <w:szCs w:val="24"/>
                            <w:lang w:val="en-US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82" w:type="dxa"/>
            <w:gridSpan w:val="2"/>
          </w:tcPr>
          <w:p w:rsidR="00B86457" w:rsidRDefault="00B86457" w:rsidP="005E0634">
            <w:pPr>
              <w:jc w:val="center"/>
              <w:rPr>
                <w:sz w:val="24"/>
                <w:szCs w:val="24"/>
              </w:rPr>
            </w:pPr>
            <w:r w:rsidRPr="001515EF">
              <w:rPr>
                <w:sz w:val="24"/>
                <w:shd w:val="clear" w:color="auto" w:fill="FFFFFF"/>
              </w:rPr>
              <w:t>Глухівський міський відділ УСБУ в Сумській області</w:t>
            </w:r>
            <w:r>
              <w:rPr>
                <w:sz w:val="24"/>
                <w:szCs w:val="24"/>
              </w:rPr>
              <w:t xml:space="preserve">, Глухівський відділ поліції </w:t>
            </w:r>
          </w:p>
          <w:p w:rsidR="00B86457" w:rsidRPr="00256A00" w:rsidRDefault="00B86457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 НП в Сумській області</w:t>
            </w:r>
          </w:p>
        </w:tc>
        <w:tc>
          <w:tcPr>
            <w:tcW w:w="708" w:type="dxa"/>
            <w:gridSpan w:val="2"/>
          </w:tcPr>
          <w:p w:rsidR="00B86457" w:rsidRPr="00256A00" w:rsidRDefault="00B86457" w:rsidP="005E0634">
            <w:pPr>
              <w:rPr>
                <w:sz w:val="24"/>
                <w:szCs w:val="24"/>
              </w:rPr>
            </w:pPr>
          </w:p>
        </w:tc>
        <w:tc>
          <w:tcPr>
            <w:tcW w:w="727" w:type="dxa"/>
            <w:gridSpan w:val="2"/>
          </w:tcPr>
          <w:p w:rsidR="00B86457" w:rsidRPr="00256A00" w:rsidRDefault="00B86457" w:rsidP="005E0634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387" w:type="dxa"/>
          </w:tcPr>
          <w:p w:rsidR="00B86457" w:rsidRPr="00256A00" w:rsidRDefault="00B86457" w:rsidP="005E0634">
            <w:pPr>
              <w:ind w:hanging="69"/>
              <w:rPr>
                <w:sz w:val="24"/>
                <w:szCs w:val="24"/>
              </w:rPr>
            </w:pPr>
          </w:p>
        </w:tc>
        <w:tc>
          <w:tcPr>
            <w:tcW w:w="1133" w:type="dxa"/>
            <w:gridSpan w:val="4"/>
          </w:tcPr>
          <w:p w:rsidR="00B86457" w:rsidRPr="00256A00" w:rsidRDefault="00B86457" w:rsidP="005E0634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3"/>
          </w:tcPr>
          <w:p w:rsidR="00B86457" w:rsidRPr="00256A00" w:rsidRDefault="00B86457" w:rsidP="005E0634">
            <w:pPr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B86457" w:rsidRPr="00256A00" w:rsidRDefault="00B86457" w:rsidP="005E0634">
            <w:pPr>
              <w:rPr>
                <w:sz w:val="24"/>
                <w:szCs w:val="24"/>
              </w:rPr>
            </w:pPr>
          </w:p>
        </w:tc>
        <w:tc>
          <w:tcPr>
            <w:tcW w:w="429" w:type="dxa"/>
          </w:tcPr>
          <w:p w:rsidR="00B86457" w:rsidRPr="00256A00" w:rsidRDefault="00B86457" w:rsidP="005E0634">
            <w:pPr>
              <w:rPr>
                <w:sz w:val="24"/>
                <w:szCs w:val="24"/>
              </w:rPr>
            </w:pPr>
          </w:p>
        </w:tc>
        <w:tc>
          <w:tcPr>
            <w:tcW w:w="1565" w:type="dxa"/>
            <w:gridSpan w:val="3"/>
          </w:tcPr>
          <w:p w:rsidR="00B86457" w:rsidRDefault="00B86457" w:rsidP="005E0634">
            <w:pPr>
              <w:ind w:left="-70" w:right="-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Забезпечен-ня безпеки населення, цілісності майнових комплексів</w:t>
            </w:r>
          </w:p>
        </w:tc>
      </w:tr>
      <w:tr w:rsidR="00B86457" w:rsidRPr="00256A00" w:rsidTr="005E0634">
        <w:trPr>
          <w:gridAfter w:val="1"/>
          <w:wAfter w:w="8" w:type="dxa"/>
          <w:tblHeader/>
        </w:trPr>
        <w:tc>
          <w:tcPr>
            <w:tcW w:w="555" w:type="dxa"/>
            <w:gridSpan w:val="2"/>
            <w:vMerge w:val="restart"/>
          </w:tcPr>
          <w:p w:rsidR="00B86457" w:rsidRPr="00256A00" w:rsidRDefault="00B86457" w:rsidP="005E0634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B86457" w:rsidRPr="00256A00" w:rsidRDefault="00B86457" w:rsidP="005E0634">
            <w:pPr>
              <w:rPr>
                <w:sz w:val="24"/>
                <w:szCs w:val="24"/>
              </w:rPr>
            </w:pPr>
          </w:p>
        </w:tc>
        <w:tc>
          <w:tcPr>
            <w:tcW w:w="4104" w:type="dxa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Проведення занять у органах виконавчої влади, навчальних закладах, лікарнях (із залученням працівників Глухівського міського відділу УСБУ в Сумській області) щодо  тактики дій персоналу в умовах вчинення терористичного акту</w:t>
            </w:r>
          </w:p>
        </w:tc>
        <w:tc>
          <w:tcPr>
            <w:tcW w:w="1416" w:type="dxa"/>
            <w:gridSpan w:val="2"/>
          </w:tcPr>
          <w:p w:rsidR="00B86457" w:rsidRPr="00256A00" w:rsidRDefault="00B86457" w:rsidP="005E06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82" w:type="dxa"/>
            <w:gridSpan w:val="2"/>
          </w:tcPr>
          <w:p w:rsidR="00B86457" w:rsidRPr="00256A00" w:rsidRDefault="00B86457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Структурні під-розділи виконавчого комітету Глухівської міської ради, Глухівський міський відділ У</w:t>
            </w:r>
            <w:r w:rsidRPr="00E125EA">
              <w:rPr>
                <w:sz w:val="24"/>
                <w:szCs w:val="24"/>
              </w:rPr>
              <w:t>СБУ в Сумській області</w:t>
            </w:r>
          </w:p>
        </w:tc>
        <w:tc>
          <w:tcPr>
            <w:tcW w:w="708" w:type="dxa"/>
            <w:gridSpan w:val="2"/>
          </w:tcPr>
          <w:p w:rsidR="00B86457" w:rsidRPr="00256A00" w:rsidRDefault="00B86457" w:rsidP="005E0634">
            <w:pPr>
              <w:rPr>
                <w:sz w:val="24"/>
                <w:szCs w:val="24"/>
              </w:rPr>
            </w:pPr>
          </w:p>
        </w:tc>
        <w:tc>
          <w:tcPr>
            <w:tcW w:w="727" w:type="dxa"/>
            <w:gridSpan w:val="2"/>
          </w:tcPr>
          <w:p w:rsidR="00B86457" w:rsidRPr="00256A00" w:rsidRDefault="00B86457" w:rsidP="005E0634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387" w:type="dxa"/>
          </w:tcPr>
          <w:p w:rsidR="00B86457" w:rsidRPr="00256A00" w:rsidRDefault="00B86457" w:rsidP="005E0634">
            <w:pPr>
              <w:ind w:hanging="69"/>
              <w:rPr>
                <w:sz w:val="24"/>
                <w:szCs w:val="24"/>
              </w:rPr>
            </w:pPr>
          </w:p>
        </w:tc>
        <w:tc>
          <w:tcPr>
            <w:tcW w:w="1133" w:type="dxa"/>
            <w:gridSpan w:val="4"/>
          </w:tcPr>
          <w:p w:rsidR="00B86457" w:rsidRPr="00256A00" w:rsidRDefault="00B86457" w:rsidP="005E0634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3"/>
          </w:tcPr>
          <w:p w:rsidR="00B86457" w:rsidRPr="00256A00" w:rsidRDefault="00B86457" w:rsidP="005E0634">
            <w:pPr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B86457" w:rsidRPr="00256A00" w:rsidRDefault="00B86457" w:rsidP="005E0634">
            <w:pPr>
              <w:rPr>
                <w:sz w:val="24"/>
                <w:szCs w:val="24"/>
              </w:rPr>
            </w:pPr>
          </w:p>
        </w:tc>
        <w:tc>
          <w:tcPr>
            <w:tcW w:w="429" w:type="dxa"/>
          </w:tcPr>
          <w:p w:rsidR="00B86457" w:rsidRPr="00256A00" w:rsidRDefault="00B86457" w:rsidP="005E0634">
            <w:pPr>
              <w:rPr>
                <w:sz w:val="24"/>
                <w:szCs w:val="24"/>
              </w:rPr>
            </w:pPr>
          </w:p>
        </w:tc>
        <w:tc>
          <w:tcPr>
            <w:tcW w:w="1565" w:type="dxa"/>
            <w:gridSpan w:val="3"/>
            <w:vMerge w:val="restart"/>
          </w:tcPr>
          <w:p w:rsidR="00B86457" w:rsidRPr="00256A00" w:rsidRDefault="00B86457" w:rsidP="005E06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Забезпечен-ня безпеки населення та ціліснос-ті майнових комплексів</w:t>
            </w:r>
          </w:p>
        </w:tc>
      </w:tr>
      <w:tr w:rsidR="00B86457" w:rsidRPr="00256A00" w:rsidTr="005E0634">
        <w:trPr>
          <w:gridAfter w:val="1"/>
          <w:wAfter w:w="8" w:type="dxa"/>
          <w:tblHeader/>
        </w:trPr>
        <w:tc>
          <w:tcPr>
            <w:tcW w:w="555" w:type="dxa"/>
            <w:gridSpan w:val="2"/>
            <w:vMerge/>
          </w:tcPr>
          <w:p w:rsidR="00B86457" w:rsidRPr="00256A00" w:rsidRDefault="00B86457" w:rsidP="005E0634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B86457" w:rsidRPr="00256A00" w:rsidRDefault="00B86457" w:rsidP="005E0634">
            <w:pPr>
              <w:rPr>
                <w:sz w:val="24"/>
                <w:szCs w:val="24"/>
              </w:rPr>
            </w:pPr>
          </w:p>
        </w:tc>
        <w:tc>
          <w:tcPr>
            <w:tcW w:w="4104" w:type="dxa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Проведення, із залученням засобів масової інформації, інформаційно-роз’яснювальної роботи з метою недопущення випадків скоєння злочинів з ознаками терористичного характеру</w:t>
            </w:r>
          </w:p>
        </w:tc>
        <w:tc>
          <w:tcPr>
            <w:tcW w:w="1416" w:type="dxa"/>
            <w:gridSpan w:val="2"/>
          </w:tcPr>
          <w:p w:rsidR="00B86457" w:rsidRPr="00256A00" w:rsidRDefault="00B86457" w:rsidP="005E06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82" w:type="dxa"/>
            <w:gridSpan w:val="2"/>
          </w:tcPr>
          <w:p w:rsidR="00B86457" w:rsidRPr="00256A00" w:rsidRDefault="00B86457" w:rsidP="005E06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Глухівський міський відділ У</w:t>
            </w:r>
            <w:r w:rsidRPr="00E125EA">
              <w:rPr>
                <w:sz w:val="24"/>
                <w:szCs w:val="24"/>
              </w:rPr>
              <w:t>СБУ в Сумській області</w:t>
            </w:r>
          </w:p>
        </w:tc>
        <w:tc>
          <w:tcPr>
            <w:tcW w:w="708" w:type="dxa"/>
            <w:gridSpan w:val="2"/>
          </w:tcPr>
          <w:p w:rsidR="00B86457" w:rsidRPr="00256A00" w:rsidRDefault="00B86457" w:rsidP="005E0634">
            <w:pPr>
              <w:rPr>
                <w:sz w:val="24"/>
                <w:szCs w:val="24"/>
              </w:rPr>
            </w:pPr>
          </w:p>
        </w:tc>
        <w:tc>
          <w:tcPr>
            <w:tcW w:w="727" w:type="dxa"/>
            <w:gridSpan w:val="2"/>
          </w:tcPr>
          <w:p w:rsidR="00B86457" w:rsidRPr="00256A00" w:rsidRDefault="00B86457" w:rsidP="005E0634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387" w:type="dxa"/>
          </w:tcPr>
          <w:p w:rsidR="00B86457" w:rsidRPr="00256A00" w:rsidRDefault="00B86457" w:rsidP="005E0634">
            <w:pPr>
              <w:ind w:hanging="69"/>
              <w:rPr>
                <w:sz w:val="24"/>
                <w:szCs w:val="24"/>
              </w:rPr>
            </w:pPr>
          </w:p>
        </w:tc>
        <w:tc>
          <w:tcPr>
            <w:tcW w:w="1133" w:type="dxa"/>
            <w:gridSpan w:val="4"/>
          </w:tcPr>
          <w:p w:rsidR="00B86457" w:rsidRPr="00256A00" w:rsidRDefault="00B86457" w:rsidP="005E0634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3"/>
          </w:tcPr>
          <w:p w:rsidR="00B86457" w:rsidRPr="00256A00" w:rsidRDefault="00B86457" w:rsidP="005E0634">
            <w:pPr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B86457" w:rsidRPr="00256A00" w:rsidRDefault="00B86457" w:rsidP="005E0634">
            <w:pPr>
              <w:rPr>
                <w:sz w:val="24"/>
                <w:szCs w:val="24"/>
              </w:rPr>
            </w:pPr>
          </w:p>
        </w:tc>
        <w:tc>
          <w:tcPr>
            <w:tcW w:w="429" w:type="dxa"/>
          </w:tcPr>
          <w:p w:rsidR="00B86457" w:rsidRPr="00256A00" w:rsidRDefault="00B86457" w:rsidP="005E0634">
            <w:pPr>
              <w:rPr>
                <w:sz w:val="24"/>
                <w:szCs w:val="24"/>
              </w:rPr>
            </w:pPr>
          </w:p>
        </w:tc>
        <w:tc>
          <w:tcPr>
            <w:tcW w:w="1565" w:type="dxa"/>
            <w:gridSpan w:val="3"/>
            <w:vMerge/>
          </w:tcPr>
          <w:p w:rsidR="00B86457" w:rsidRPr="00256A00" w:rsidRDefault="00B86457" w:rsidP="005E0634">
            <w:pPr>
              <w:rPr>
                <w:sz w:val="24"/>
                <w:szCs w:val="24"/>
              </w:rPr>
            </w:pPr>
          </w:p>
        </w:tc>
      </w:tr>
    </w:tbl>
    <w:p w:rsidR="00B86457" w:rsidRDefault="00B86457" w:rsidP="005E0634">
      <w:pPr>
        <w:ind w:left="11766"/>
      </w:pPr>
    </w:p>
    <w:p w:rsidR="00B86457" w:rsidRDefault="00B86457" w:rsidP="005E0634">
      <w:pPr>
        <w:ind w:left="11766"/>
      </w:pPr>
      <w:r>
        <w:br w:type="page"/>
      </w:r>
    </w:p>
    <w:p w:rsidR="00B86457" w:rsidRPr="000676BD" w:rsidRDefault="00B86457" w:rsidP="005E0634">
      <w:pPr>
        <w:ind w:left="11766"/>
        <w:rPr>
          <w:sz w:val="24"/>
          <w:szCs w:val="24"/>
        </w:rPr>
      </w:pPr>
      <w:r>
        <w:rPr>
          <w:noProof/>
          <w:lang w:val="ru-RU"/>
        </w:rPr>
        <w:pict>
          <v:shape id="Поле 20" o:spid="_x0000_s1036" type="#_x0000_t202" style="position:absolute;left:0;text-align:left;margin-left:381.45pt;margin-top:-32pt;width:36.6pt;height:21.7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" stroked="f">
            <v:textbox>
              <w:txbxContent>
                <w:p w:rsidR="00B86457" w:rsidRPr="00027A8B" w:rsidRDefault="00B86457" w:rsidP="005E0634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Pr="000676BD">
        <w:rPr>
          <w:sz w:val="24"/>
          <w:szCs w:val="24"/>
        </w:rPr>
        <w:t>Продовження додатку</w:t>
      </w:r>
    </w:p>
    <w:tbl>
      <w:tblPr>
        <w:tblW w:w="15735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1418"/>
        <w:gridCol w:w="4111"/>
        <w:gridCol w:w="1417"/>
        <w:gridCol w:w="1985"/>
        <w:gridCol w:w="567"/>
        <w:gridCol w:w="708"/>
        <w:gridCol w:w="709"/>
        <w:gridCol w:w="709"/>
        <w:gridCol w:w="727"/>
        <w:gridCol w:w="690"/>
        <w:gridCol w:w="709"/>
        <w:gridCol w:w="1418"/>
      </w:tblGrid>
      <w:tr w:rsidR="00B86457" w:rsidRPr="0019237A" w:rsidTr="005E0634">
        <w:trPr>
          <w:tblHeader/>
        </w:trPr>
        <w:tc>
          <w:tcPr>
            <w:tcW w:w="567" w:type="dxa"/>
          </w:tcPr>
          <w:p w:rsidR="00B86457" w:rsidRPr="0019237A" w:rsidRDefault="00B86457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86457" w:rsidRPr="0019237A" w:rsidRDefault="00B86457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B86457" w:rsidRPr="0019237A" w:rsidRDefault="00B86457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B86457" w:rsidRPr="0019237A" w:rsidRDefault="00B86457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B86457" w:rsidRPr="0019237A" w:rsidRDefault="00B86457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B86457" w:rsidRPr="0019237A" w:rsidRDefault="00B86457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:rsidR="00B86457" w:rsidRPr="0019237A" w:rsidRDefault="00B86457" w:rsidP="005E0634">
            <w:pPr>
              <w:ind w:right="-1"/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B86457" w:rsidRPr="0019237A" w:rsidRDefault="00B86457" w:rsidP="005E0634">
            <w:pPr>
              <w:ind w:hanging="69"/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B86457" w:rsidRPr="0019237A" w:rsidRDefault="00B86457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727" w:type="dxa"/>
          </w:tcPr>
          <w:p w:rsidR="00B86457" w:rsidRPr="0019237A" w:rsidRDefault="00B86457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690" w:type="dxa"/>
          </w:tcPr>
          <w:p w:rsidR="00B86457" w:rsidRPr="0019237A" w:rsidRDefault="00B86457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:rsidR="00B86457" w:rsidRPr="0019237A" w:rsidRDefault="00B86457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418" w:type="dxa"/>
          </w:tcPr>
          <w:p w:rsidR="00B86457" w:rsidRPr="0019237A" w:rsidRDefault="00B86457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13</w:t>
            </w:r>
          </w:p>
        </w:tc>
      </w:tr>
      <w:tr w:rsidR="00B86457" w:rsidRPr="00256A00" w:rsidTr="005E0634">
        <w:trPr>
          <w:tblHeader/>
        </w:trPr>
        <w:tc>
          <w:tcPr>
            <w:tcW w:w="567" w:type="dxa"/>
          </w:tcPr>
          <w:p w:rsidR="00B86457" w:rsidRPr="00256A00" w:rsidRDefault="00B86457" w:rsidP="005E0634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86457" w:rsidRPr="00256A00" w:rsidRDefault="00B86457" w:rsidP="005E0634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Організація постійного інформування населення про результати діяльності Глухівського міського УСБУ в Сумській області по розкриттю особливо тяжких злочинів, що набули значного резонансу населення</w:t>
            </w:r>
          </w:p>
        </w:tc>
        <w:tc>
          <w:tcPr>
            <w:tcW w:w="1417" w:type="dxa"/>
          </w:tcPr>
          <w:p w:rsidR="00B86457" w:rsidRPr="00256A00" w:rsidRDefault="00B86457" w:rsidP="005E06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85" w:type="dxa"/>
          </w:tcPr>
          <w:p w:rsidR="00B86457" w:rsidRPr="00256A00" w:rsidRDefault="00B86457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Глухівський міський відділ</w:t>
            </w:r>
            <w:r w:rsidRPr="000676B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</w:t>
            </w:r>
            <w:r w:rsidRPr="000676BD">
              <w:rPr>
                <w:sz w:val="24"/>
                <w:szCs w:val="24"/>
              </w:rPr>
              <w:t>СБУ в Сумській області</w:t>
            </w:r>
          </w:p>
        </w:tc>
        <w:tc>
          <w:tcPr>
            <w:tcW w:w="567" w:type="dxa"/>
          </w:tcPr>
          <w:p w:rsidR="00B86457" w:rsidRPr="00256A00" w:rsidRDefault="00B86457" w:rsidP="005E0634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B86457" w:rsidRPr="00256A00" w:rsidRDefault="00B86457" w:rsidP="005E0634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B86457" w:rsidRPr="00256A00" w:rsidRDefault="00B86457" w:rsidP="005E0634">
            <w:pPr>
              <w:ind w:hanging="69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B86457" w:rsidRPr="00256A00" w:rsidRDefault="00B86457" w:rsidP="005E0634">
            <w:pPr>
              <w:rPr>
                <w:sz w:val="24"/>
                <w:szCs w:val="24"/>
              </w:rPr>
            </w:pPr>
          </w:p>
        </w:tc>
        <w:tc>
          <w:tcPr>
            <w:tcW w:w="727" w:type="dxa"/>
          </w:tcPr>
          <w:p w:rsidR="00B86457" w:rsidRPr="00256A00" w:rsidRDefault="00B86457" w:rsidP="005E0634">
            <w:pPr>
              <w:rPr>
                <w:sz w:val="24"/>
                <w:szCs w:val="24"/>
              </w:rPr>
            </w:pPr>
          </w:p>
        </w:tc>
        <w:tc>
          <w:tcPr>
            <w:tcW w:w="690" w:type="dxa"/>
          </w:tcPr>
          <w:p w:rsidR="00B86457" w:rsidRPr="00256A00" w:rsidRDefault="00B86457" w:rsidP="005E063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B86457" w:rsidRPr="00256A00" w:rsidRDefault="00B86457" w:rsidP="005E0634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86457" w:rsidRPr="00256A00" w:rsidRDefault="00B86457" w:rsidP="005E06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Забезпечен-ня безпеки населення</w:t>
            </w:r>
          </w:p>
        </w:tc>
      </w:tr>
      <w:tr w:rsidR="00B86457" w:rsidRPr="00256A00" w:rsidTr="005E0634">
        <w:trPr>
          <w:cantSplit/>
          <w:trHeight w:val="511"/>
          <w:tblHeader/>
        </w:trPr>
        <w:tc>
          <w:tcPr>
            <w:tcW w:w="9498" w:type="dxa"/>
            <w:gridSpan w:val="5"/>
          </w:tcPr>
          <w:p w:rsidR="00B86457" w:rsidRDefault="00B86457" w:rsidP="005E0634">
            <w:pPr>
              <w:jc w:val="center"/>
              <w:rPr>
                <w:sz w:val="24"/>
                <w:szCs w:val="24"/>
              </w:rPr>
            </w:pPr>
          </w:p>
          <w:p w:rsidR="00B86457" w:rsidRDefault="00B86457" w:rsidP="005E0634">
            <w:pPr>
              <w:jc w:val="center"/>
              <w:rPr>
                <w:sz w:val="24"/>
                <w:szCs w:val="24"/>
              </w:rPr>
            </w:pPr>
            <w:r w:rsidRPr="000676BD">
              <w:rPr>
                <w:sz w:val="24"/>
                <w:szCs w:val="24"/>
              </w:rPr>
              <w:t xml:space="preserve">Усього за напрямком </w:t>
            </w:r>
            <w:r>
              <w:rPr>
                <w:sz w:val="24"/>
                <w:szCs w:val="24"/>
              </w:rPr>
              <w:t>2</w:t>
            </w:r>
            <w:r w:rsidRPr="000676BD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</w:t>
            </w:r>
            <w:r w:rsidRPr="000676BD">
              <w:rPr>
                <w:sz w:val="24"/>
                <w:szCs w:val="24"/>
              </w:rPr>
              <w:t>. Програми</w:t>
            </w:r>
          </w:p>
          <w:p w:rsidR="00B86457" w:rsidRPr="00256A00" w:rsidRDefault="00B86457" w:rsidP="005E0634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B86457" w:rsidRPr="00256A00" w:rsidRDefault="00B86457" w:rsidP="005E0634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B86457" w:rsidRPr="00256A00" w:rsidRDefault="00B86457" w:rsidP="005E0634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B86457" w:rsidRPr="00256A00" w:rsidRDefault="00B86457" w:rsidP="005E0634">
            <w:pPr>
              <w:ind w:hanging="69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B86457" w:rsidRPr="00256A00" w:rsidRDefault="00B86457" w:rsidP="005E0634">
            <w:pPr>
              <w:rPr>
                <w:sz w:val="24"/>
                <w:szCs w:val="24"/>
              </w:rPr>
            </w:pPr>
          </w:p>
        </w:tc>
        <w:tc>
          <w:tcPr>
            <w:tcW w:w="727" w:type="dxa"/>
          </w:tcPr>
          <w:p w:rsidR="00B86457" w:rsidRPr="00256A00" w:rsidRDefault="00B86457" w:rsidP="005E0634">
            <w:pPr>
              <w:rPr>
                <w:sz w:val="24"/>
                <w:szCs w:val="24"/>
              </w:rPr>
            </w:pPr>
          </w:p>
        </w:tc>
        <w:tc>
          <w:tcPr>
            <w:tcW w:w="690" w:type="dxa"/>
          </w:tcPr>
          <w:p w:rsidR="00B86457" w:rsidRPr="00256A00" w:rsidRDefault="00B86457" w:rsidP="005E063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B86457" w:rsidRPr="00256A00" w:rsidRDefault="00B86457" w:rsidP="005E0634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86457" w:rsidRPr="00256A00" w:rsidRDefault="00B86457" w:rsidP="005E0634">
            <w:pPr>
              <w:rPr>
                <w:sz w:val="24"/>
                <w:szCs w:val="24"/>
              </w:rPr>
            </w:pPr>
          </w:p>
        </w:tc>
      </w:tr>
      <w:tr w:rsidR="00B86457" w:rsidRPr="00256A00" w:rsidTr="005E0634">
        <w:trPr>
          <w:tblHeader/>
        </w:trPr>
        <w:tc>
          <w:tcPr>
            <w:tcW w:w="567" w:type="dxa"/>
          </w:tcPr>
          <w:p w:rsidR="00B86457" w:rsidRPr="00256A00" w:rsidRDefault="00B86457" w:rsidP="005E06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1418" w:type="dxa"/>
          </w:tcPr>
          <w:p w:rsidR="00B86457" w:rsidRPr="00256A00" w:rsidRDefault="00B86457" w:rsidP="005E0634">
            <w:pPr>
              <w:ind w:left="-70" w:right="-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Правоохо-ронні заходи</w:t>
            </w:r>
          </w:p>
        </w:tc>
        <w:tc>
          <w:tcPr>
            <w:tcW w:w="4111" w:type="dxa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Посилення контролю за прибуттям, місцеперебуванням і переміщенням територією міста, області осіб із регіонів та держав, де набули поширення прояви міжнародного екстремізму та тероризму</w:t>
            </w:r>
          </w:p>
        </w:tc>
        <w:tc>
          <w:tcPr>
            <w:tcW w:w="1417" w:type="dxa"/>
          </w:tcPr>
          <w:p w:rsidR="00B86457" w:rsidRPr="002726E2" w:rsidRDefault="00B86457" w:rsidP="005E06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85" w:type="dxa"/>
          </w:tcPr>
          <w:p w:rsidR="00B86457" w:rsidRDefault="00B86457" w:rsidP="005E0634">
            <w:pPr>
              <w:jc w:val="center"/>
              <w:rPr>
                <w:sz w:val="24"/>
                <w:szCs w:val="24"/>
              </w:rPr>
            </w:pPr>
            <w:r w:rsidRPr="001515EF">
              <w:rPr>
                <w:sz w:val="24"/>
                <w:shd w:val="clear" w:color="auto" w:fill="FFFFFF"/>
              </w:rPr>
              <w:t>Глухівський міський відділ УСБУ в Сумській області</w:t>
            </w:r>
            <w:r>
              <w:rPr>
                <w:sz w:val="24"/>
                <w:szCs w:val="24"/>
              </w:rPr>
              <w:t xml:space="preserve">, Глухівський відділ поліції </w:t>
            </w:r>
          </w:p>
          <w:p w:rsidR="00B86457" w:rsidRPr="00256A00" w:rsidRDefault="00B86457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 НП в Сумській області</w:t>
            </w:r>
          </w:p>
        </w:tc>
        <w:tc>
          <w:tcPr>
            <w:tcW w:w="567" w:type="dxa"/>
          </w:tcPr>
          <w:p w:rsidR="00B86457" w:rsidRPr="00256A00" w:rsidRDefault="00B86457" w:rsidP="005E0634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B86457" w:rsidRPr="00256A00" w:rsidRDefault="00B86457" w:rsidP="005E0634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B86457" w:rsidRPr="00256A00" w:rsidRDefault="00B86457" w:rsidP="005E0634">
            <w:pPr>
              <w:ind w:hanging="69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B86457" w:rsidRPr="00256A00" w:rsidRDefault="00B86457" w:rsidP="005E0634">
            <w:pPr>
              <w:rPr>
                <w:sz w:val="24"/>
                <w:szCs w:val="24"/>
              </w:rPr>
            </w:pPr>
          </w:p>
        </w:tc>
        <w:tc>
          <w:tcPr>
            <w:tcW w:w="727" w:type="dxa"/>
          </w:tcPr>
          <w:p w:rsidR="00B86457" w:rsidRPr="00256A00" w:rsidRDefault="00B86457" w:rsidP="005E0634">
            <w:pPr>
              <w:rPr>
                <w:sz w:val="24"/>
                <w:szCs w:val="24"/>
              </w:rPr>
            </w:pPr>
          </w:p>
        </w:tc>
        <w:tc>
          <w:tcPr>
            <w:tcW w:w="690" w:type="dxa"/>
          </w:tcPr>
          <w:p w:rsidR="00B86457" w:rsidRPr="00256A00" w:rsidRDefault="00B86457" w:rsidP="005E063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B86457" w:rsidRPr="00256A00" w:rsidRDefault="00B86457" w:rsidP="005E0634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86457" w:rsidRPr="00256A00" w:rsidRDefault="00B86457" w:rsidP="005E0634">
            <w:pPr>
              <w:ind w:left="-70" w:right="-7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Попереджен-ня можливих терористичних актів, неле-гальної міг-рації, кон-трабандного переміщення товарів,зброї, нар-котиків, радіоактивних матеріалів через тери-торію об-ласті</w:t>
            </w:r>
          </w:p>
        </w:tc>
      </w:tr>
    </w:tbl>
    <w:p w:rsidR="00B86457" w:rsidRDefault="00B86457" w:rsidP="005E0634">
      <w:pPr>
        <w:ind w:left="11766"/>
      </w:pPr>
      <w:r w:rsidRPr="00CB7BB7">
        <w:br w:type="page"/>
      </w:r>
    </w:p>
    <w:p w:rsidR="00B86457" w:rsidRPr="004A6BC6" w:rsidRDefault="00B86457" w:rsidP="005E0634">
      <w:pPr>
        <w:ind w:left="11766"/>
        <w:rPr>
          <w:sz w:val="24"/>
          <w:szCs w:val="24"/>
        </w:rPr>
      </w:pPr>
      <w:r>
        <w:rPr>
          <w:noProof/>
          <w:lang w:val="ru-RU"/>
        </w:rPr>
        <w:pict>
          <v:shape id="Поле 18" o:spid="_x0000_s1037" type="#_x0000_t202" style="position:absolute;left:0;text-align:left;margin-left:383.35pt;margin-top:-28.25pt;width:36.6pt;height:21.7pt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" stroked="f">
            <v:textbox>
              <w:txbxContent>
                <w:p w:rsidR="00B86457" w:rsidRPr="00027A8B" w:rsidRDefault="00B86457" w:rsidP="005E0634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Pr="004A6BC6">
        <w:rPr>
          <w:sz w:val="24"/>
          <w:szCs w:val="24"/>
        </w:rPr>
        <w:t>Продовження додатку</w:t>
      </w:r>
    </w:p>
    <w:tbl>
      <w:tblPr>
        <w:tblW w:w="15808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4"/>
        <w:gridCol w:w="135"/>
        <w:gridCol w:w="1280"/>
        <w:gridCol w:w="7"/>
        <w:gridCol w:w="4106"/>
        <w:gridCol w:w="1416"/>
        <w:gridCol w:w="23"/>
        <w:gridCol w:w="1961"/>
        <w:gridCol w:w="713"/>
        <w:gridCol w:w="919"/>
        <w:gridCol w:w="635"/>
        <w:gridCol w:w="74"/>
        <w:gridCol w:w="494"/>
        <w:gridCol w:w="146"/>
        <w:gridCol w:w="581"/>
        <w:gridCol w:w="146"/>
        <w:gridCol w:w="544"/>
        <w:gridCol w:w="146"/>
        <w:gridCol w:w="500"/>
        <w:gridCol w:w="138"/>
        <w:gridCol w:w="1280"/>
      </w:tblGrid>
      <w:tr w:rsidR="00B86457" w:rsidRPr="0019237A" w:rsidTr="005E0634">
        <w:trPr>
          <w:tblHeader/>
        </w:trPr>
        <w:tc>
          <w:tcPr>
            <w:tcW w:w="565" w:type="dxa"/>
          </w:tcPr>
          <w:p w:rsidR="00B86457" w:rsidRPr="0019237A" w:rsidRDefault="00B86457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15" w:type="dxa"/>
            <w:gridSpan w:val="2"/>
          </w:tcPr>
          <w:p w:rsidR="00B86457" w:rsidRPr="0019237A" w:rsidRDefault="00B86457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113" w:type="dxa"/>
            <w:gridSpan w:val="2"/>
          </w:tcPr>
          <w:p w:rsidR="00B86457" w:rsidRPr="0019237A" w:rsidRDefault="00B86457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416" w:type="dxa"/>
          </w:tcPr>
          <w:p w:rsidR="00B86457" w:rsidRPr="0019237A" w:rsidRDefault="00B86457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84" w:type="dxa"/>
            <w:gridSpan w:val="2"/>
          </w:tcPr>
          <w:p w:rsidR="00B86457" w:rsidRPr="0019237A" w:rsidRDefault="00B86457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712" w:type="dxa"/>
          </w:tcPr>
          <w:p w:rsidR="00B86457" w:rsidRPr="0019237A" w:rsidRDefault="00B86457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919" w:type="dxa"/>
          </w:tcPr>
          <w:p w:rsidR="00B86457" w:rsidRPr="0019237A" w:rsidRDefault="00B86457" w:rsidP="005E0634">
            <w:pPr>
              <w:ind w:right="-1"/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709" w:type="dxa"/>
            <w:gridSpan w:val="2"/>
          </w:tcPr>
          <w:p w:rsidR="00B86457" w:rsidRPr="0019237A" w:rsidRDefault="00B86457" w:rsidP="005E0634">
            <w:pPr>
              <w:ind w:hanging="69"/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494" w:type="dxa"/>
          </w:tcPr>
          <w:p w:rsidR="00B86457" w:rsidRPr="0019237A" w:rsidRDefault="00B86457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727" w:type="dxa"/>
            <w:gridSpan w:val="2"/>
          </w:tcPr>
          <w:p w:rsidR="00B86457" w:rsidRPr="0019237A" w:rsidRDefault="00B86457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690" w:type="dxa"/>
            <w:gridSpan w:val="2"/>
          </w:tcPr>
          <w:p w:rsidR="00B86457" w:rsidRPr="0019237A" w:rsidRDefault="00B86457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784" w:type="dxa"/>
            <w:gridSpan w:val="3"/>
          </w:tcPr>
          <w:p w:rsidR="00B86457" w:rsidRPr="0019237A" w:rsidRDefault="00B86457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280" w:type="dxa"/>
          </w:tcPr>
          <w:p w:rsidR="00B86457" w:rsidRPr="0019237A" w:rsidRDefault="00B86457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13</w:t>
            </w:r>
          </w:p>
        </w:tc>
      </w:tr>
      <w:tr w:rsidR="00B86457" w:rsidRPr="00256A00" w:rsidTr="005E0634">
        <w:trPr>
          <w:tblHeader/>
        </w:trPr>
        <w:tc>
          <w:tcPr>
            <w:tcW w:w="565" w:type="dxa"/>
          </w:tcPr>
          <w:p w:rsidR="00B86457" w:rsidRDefault="00B86457" w:rsidP="005E0634">
            <w:pPr>
              <w:rPr>
                <w:sz w:val="24"/>
                <w:szCs w:val="24"/>
              </w:rPr>
            </w:pPr>
          </w:p>
        </w:tc>
        <w:tc>
          <w:tcPr>
            <w:tcW w:w="1415" w:type="dxa"/>
            <w:gridSpan w:val="2"/>
          </w:tcPr>
          <w:p w:rsidR="00B86457" w:rsidRDefault="00B86457" w:rsidP="005E0634">
            <w:pPr>
              <w:rPr>
                <w:sz w:val="24"/>
                <w:szCs w:val="24"/>
              </w:rPr>
            </w:pPr>
          </w:p>
        </w:tc>
        <w:tc>
          <w:tcPr>
            <w:tcW w:w="4113" w:type="dxa"/>
            <w:gridSpan w:val="2"/>
          </w:tcPr>
          <w:p w:rsidR="00B86457" w:rsidRPr="00256A00" w:rsidRDefault="00B86457" w:rsidP="005E06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Визначення місць зберігання та захоронення отруйних, хімічних речовин, які можуть бути використані для здійснення терористичного акту</w:t>
            </w:r>
          </w:p>
        </w:tc>
        <w:tc>
          <w:tcPr>
            <w:tcW w:w="1416" w:type="dxa"/>
          </w:tcPr>
          <w:p w:rsidR="00B86457" w:rsidRPr="002726E2" w:rsidRDefault="00B86457" w:rsidP="005E06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84" w:type="dxa"/>
            <w:gridSpan w:val="2"/>
          </w:tcPr>
          <w:p w:rsidR="00B86457" w:rsidRPr="00256A00" w:rsidRDefault="00B86457" w:rsidP="005E0634">
            <w:pPr>
              <w:jc w:val="center"/>
              <w:rPr>
                <w:sz w:val="24"/>
                <w:szCs w:val="24"/>
              </w:rPr>
            </w:pPr>
            <w:r w:rsidRPr="001515EF">
              <w:rPr>
                <w:sz w:val="24"/>
                <w:shd w:val="clear" w:color="auto" w:fill="FFFFFF"/>
              </w:rPr>
              <w:t>Глухівський міський відділ УСБУ в Сумській області</w:t>
            </w:r>
          </w:p>
        </w:tc>
        <w:tc>
          <w:tcPr>
            <w:tcW w:w="712" w:type="dxa"/>
          </w:tcPr>
          <w:p w:rsidR="00B86457" w:rsidRPr="00256A00" w:rsidRDefault="00B86457" w:rsidP="005E0634">
            <w:pPr>
              <w:rPr>
                <w:sz w:val="24"/>
                <w:szCs w:val="24"/>
              </w:rPr>
            </w:pPr>
          </w:p>
        </w:tc>
        <w:tc>
          <w:tcPr>
            <w:tcW w:w="919" w:type="dxa"/>
          </w:tcPr>
          <w:p w:rsidR="00B86457" w:rsidRPr="00256A00" w:rsidRDefault="00B86457" w:rsidP="005E0634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B86457" w:rsidRPr="00256A00" w:rsidRDefault="00B86457" w:rsidP="005E0634">
            <w:pPr>
              <w:ind w:hanging="69"/>
              <w:rPr>
                <w:sz w:val="24"/>
                <w:szCs w:val="24"/>
              </w:rPr>
            </w:pPr>
          </w:p>
        </w:tc>
        <w:tc>
          <w:tcPr>
            <w:tcW w:w="494" w:type="dxa"/>
          </w:tcPr>
          <w:p w:rsidR="00B86457" w:rsidRPr="00256A00" w:rsidRDefault="00B86457" w:rsidP="005E0634">
            <w:pPr>
              <w:rPr>
                <w:sz w:val="24"/>
                <w:szCs w:val="24"/>
              </w:rPr>
            </w:pPr>
          </w:p>
        </w:tc>
        <w:tc>
          <w:tcPr>
            <w:tcW w:w="727" w:type="dxa"/>
            <w:gridSpan w:val="2"/>
          </w:tcPr>
          <w:p w:rsidR="00B86457" w:rsidRPr="00256A00" w:rsidRDefault="00B86457" w:rsidP="005E0634">
            <w:pPr>
              <w:rPr>
                <w:sz w:val="24"/>
                <w:szCs w:val="24"/>
              </w:rPr>
            </w:pPr>
          </w:p>
        </w:tc>
        <w:tc>
          <w:tcPr>
            <w:tcW w:w="690" w:type="dxa"/>
            <w:gridSpan w:val="2"/>
          </w:tcPr>
          <w:p w:rsidR="00B86457" w:rsidRPr="00256A00" w:rsidRDefault="00B86457" w:rsidP="005E0634">
            <w:pPr>
              <w:rPr>
                <w:sz w:val="24"/>
                <w:szCs w:val="24"/>
              </w:rPr>
            </w:pPr>
          </w:p>
        </w:tc>
        <w:tc>
          <w:tcPr>
            <w:tcW w:w="784" w:type="dxa"/>
            <w:gridSpan w:val="3"/>
          </w:tcPr>
          <w:p w:rsidR="00B86457" w:rsidRPr="00256A00" w:rsidRDefault="00B86457" w:rsidP="005E063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B86457" w:rsidRPr="00256A00" w:rsidRDefault="00B86457" w:rsidP="005E0634">
            <w:pPr>
              <w:ind w:left="-70" w:right="-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Створення переліку потенційно небезпечних об’єктів </w:t>
            </w:r>
          </w:p>
        </w:tc>
      </w:tr>
      <w:tr w:rsidR="00B86457" w:rsidRPr="00256A00" w:rsidTr="005E0634">
        <w:trPr>
          <w:cantSplit/>
          <w:trHeight w:val="507"/>
          <w:tblHeader/>
        </w:trPr>
        <w:tc>
          <w:tcPr>
            <w:tcW w:w="9493" w:type="dxa"/>
            <w:gridSpan w:val="8"/>
          </w:tcPr>
          <w:p w:rsidR="00B86457" w:rsidRPr="00BC5E9D" w:rsidRDefault="00B86457" w:rsidP="005E0634">
            <w:pPr>
              <w:jc w:val="center"/>
              <w:rPr>
                <w:sz w:val="24"/>
                <w:szCs w:val="24"/>
              </w:rPr>
            </w:pPr>
            <w:r w:rsidRPr="00A35BCF">
              <w:rPr>
                <w:sz w:val="24"/>
                <w:szCs w:val="24"/>
              </w:rPr>
              <w:t>Усього за напрямком 2.</w:t>
            </w:r>
            <w:r>
              <w:rPr>
                <w:sz w:val="24"/>
                <w:szCs w:val="24"/>
              </w:rPr>
              <w:t>2. Програми</w:t>
            </w:r>
          </w:p>
        </w:tc>
        <w:tc>
          <w:tcPr>
            <w:tcW w:w="712" w:type="dxa"/>
            <w:textDirection w:val="btLr"/>
            <w:vAlign w:val="center"/>
          </w:tcPr>
          <w:p w:rsidR="00B86457" w:rsidRPr="00256A00" w:rsidRDefault="00B86457" w:rsidP="005E0634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919" w:type="dxa"/>
          </w:tcPr>
          <w:p w:rsidR="00B86457" w:rsidRPr="00256A00" w:rsidRDefault="00B86457" w:rsidP="005E0634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B86457" w:rsidRPr="00256A00" w:rsidRDefault="00B86457" w:rsidP="005E0634">
            <w:pPr>
              <w:ind w:hanging="69"/>
              <w:rPr>
                <w:sz w:val="24"/>
                <w:szCs w:val="24"/>
              </w:rPr>
            </w:pPr>
          </w:p>
        </w:tc>
        <w:tc>
          <w:tcPr>
            <w:tcW w:w="494" w:type="dxa"/>
          </w:tcPr>
          <w:p w:rsidR="00B86457" w:rsidRPr="00256A00" w:rsidRDefault="00B86457" w:rsidP="005E0634">
            <w:pPr>
              <w:rPr>
                <w:sz w:val="24"/>
                <w:szCs w:val="24"/>
              </w:rPr>
            </w:pPr>
          </w:p>
        </w:tc>
        <w:tc>
          <w:tcPr>
            <w:tcW w:w="727" w:type="dxa"/>
            <w:gridSpan w:val="2"/>
          </w:tcPr>
          <w:p w:rsidR="00B86457" w:rsidRPr="00256A00" w:rsidRDefault="00B86457" w:rsidP="005E0634">
            <w:pPr>
              <w:rPr>
                <w:sz w:val="24"/>
                <w:szCs w:val="24"/>
              </w:rPr>
            </w:pPr>
          </w:p>
        </w:tc>
        <w:tc>
          <w:tcPr>
            <w:tcW w:w="690" w:type="dxa"/>
            <w:gridSpan w:val="2"/>
          </w:tcPr>
          <w:p w:rsidR="00B86457" w:rsidRPr="00256A00" w:rsidRDefault="00B86457" w:rsidP="005E0634">
            <w:pPr>
              <w:rPr>
                <w:sz w:val="24"/>
                <w:szCs w:val="24"/>
              </w:rPr>
            </w:pPr>
          </w:p>
        </w:tc>
        <w:tc>
          <w:tcPr>
            <w:tcW w:w="784" w:type="dxa"/>
            <w:gridSpan w:val="3"/>
          </w:tcPr>
          <w:p w:rsidR="00B86457" w:rsidRPr="00256A00" w:rsidRDefault="00B86457" w:rsidP="005E063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B86457" w:rsidRDefault="00B86457" w:rsidP="005E0634">
            <w:pPr>
              <w:rPr>
                <w:sz w:val="24"/>
                <w:szCs w:val="24"/>
              </w:rPr>
            </w:pPr>
          </w:p>
        </w:tc>
      </w:tr>
      <w:tr w:rsidR="00B86457" w:rsidRPr="00256A00" w:rsidTr="005E0634">
        <w:trPr>
          <w:cantSplit/>
          <w:trHeight w:val="557"/>
          <w:tblHeader/>
        </w:trPr>
        <w:tc>
          <w:tcPr>
            <w:tcW w:w="9493" w:type="dxa"/>
            <w:gridSpan w:val="8"/>
          </w:tcPr>
          <w:p w:rsidR="00B86457" w:rsidRDefault="00B86457" w:rsidP="005E0634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lang w:val="ru-RU"/>
              </w:rPr>
              <w:pict>
                <v:shape id="Поле 7" o:spid="_x0000_s1038" type="#_x0000_t202" style="position:absolute;left:0;text-align:left;margin-left:343.5pt;margin-top:1.45pt;width:36.6pt;height:21.7pt;z-index:25166182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" stroked="f">
                  <v:textbox>
                    <w:txbxContent>
                      <w:p w:rsidR="00B86457" w:rsidRPr="00027A8B" w:rsidRDefault="00B86457" w:rsidP="005E0634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</w:pict>
            </w:r>
            <w:r w:rsidRPr="00650FFC">
              <w:rPr>
                <w:sz w:val="24"/>
                <w:szCs w:val="24"/>
              </w:rPr>
              <w:t xml:space="preserve">Усього за напрямком </w:t>
            </w:r>
            <w:r>
              <w:rPr>
                <w:sz w:val="24"/>
                <w:szCs w:val="24"/>
              </w:rPr>
              <w:t>2</w:t>
            </w:r>
            <w:r w:rsidRPr="00650FFC">
              <w:rPr>
                <w:sz w:val="24"/>
                <w:szCs w:val="24"/>
              </w:rPr>
              <w:t xml:space="preserve"> Програми</w:t>
            </w:r>
          </w:p>
          <w:p w:rsidR="00B86457" w:rsidRPr="00BC5E9D" w:rsidRDefault="00B86457" w:rsidP="005E06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2" w:type="dxa"/>
            <w:textDirection w:val="btLr"/>
          </w:tcPr>
          <w:p w:rsidR="00B86457" w:rsidRPr="004A6BC6" w:rsidRDefault="00B86457" w:rsidP="005E0634">
            <w:pPr>
              <w:ind w:left="113" w:right="113"/>
            </w:pPr>
          </w:p>
        </w:tc>
        <w:tc>
          <w:tcPr>
            <w:tcW w:w="919" w:type="dxa"/>
          </w:tcPr>
          <w:p w:rsidR="00B86457" w:rsidRPr="00256A00" w:rsidRDefault="00B86457" w:rsidP="005E0634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B86457" w:rsidRPr="00256A00" w:rsidRDefault="00B86457" w:rsidP="005E0634">
            <w:pPr>
              <w:ind w:hanging="69"/>
              <w:jc w:val="center"/>
              <w:rPr>
                <w:sz w:val="24"/>
                <w:szCs w:val="24"/>
              </w:rPr>
            </w:pPr>
          </w:p>
        </w:tc>
        <w:tc>
          <w:tcPr>
            <w:tcW w:w="494" w:type="dxa"/>
          </w:tcPr>
          <w:p w:rsidR="00B86457" w:rsidRPr="00256A00" w:rsidRDefault="00B86457" w:rsidP="005E06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7" w:type="dxa"/>
            <w:gridSpan w:val="2"/>
          </w:tcPr>
          <w:p w:rsidR="00B86457" w:rsidRPr="00256A00" w:rsidRDefault="00B86457" w:rsidP="005E06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0" w:type="dxa"/>
            <w:gridSpan w:val="2"/>
          </w:tcPr>
          <w:p w:rsidR="00B86457" w:rsidRPr="00256A00" w:rsidRDefault="00B86457" w:rsidP="005E06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4" w:type="dxa"/>
            <w:gridSpan w:val="3"/>
          </w:tcPr>
          <w:p w:rsidR="00B86457" w:rsidRPr="00256A00" w:rsidRDefault="00B86457" w:rsidP="005E06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B86457" w:rsidRDefault="00B86457" w:rsidP="005E0634">
            <w:pPr>
              <w:rPr>
                <w:sz w:val="24"/>
                <w:szCs w:val="24"/>
              </w:rPr>
            </w:pPr>
          </w:p>
        </w:tc>
      </w:tr>
      <w:tr w:rsidR="00B86457" w:rsidRPr="00401B8F" w:rsidTr="005E0634">
        <w:trPr>
          <w:trHeight w:val="70"/>
          <w:tblHeader/>
        </w:trPr>
        <w:tc>
          <w:tcPr>
            <w:tcW w:w="15808" w:type="dxa"/>
            <w:gridSpan w:val="21"/>
          </w:tcPr>
          <w:p w:rsidR="00B86457" w:rsidRPr="00401B8F" w:rsidRDefault="00B86457" w:rsidP="005E063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Pr="00401B8F">
              <w:rPr>
                <w:b/>
                <w:sz w:val="24"/>
                <w:szCs w:val="24"/>
              </w:rPr>
              <w:t xml:space="preserve">. </w:t>
            </w:r>
            <w:r>
              <w:rPr>
                <w:b/>
                <w:sz w:val="24"/>
                <w:szCs w:val="24"/>
              </w:rPr>
              <w:t>Захист державного суверенітету та територіальної цілісності держави</w:t>
            </w:r>
          </w:p>
        </w:tc>
      </w:tr>
      <w:tr w:rsidR="00B86457" w:rsidRPr="00401B8F" w:rsidTr="00875C8D">
        <w:trPr>
          <w:trHeight w:val="1241"/>
          <w:tblHeader/>
        </w:trPr>
        <w:tc>
          <w:tcPr>
            <w:tcW w:w="565" w:type="dxa"/>
            <w:vMerge w:val="restart"/>
          </w:tcPr>
          <w:p w:rsidR="00B86457" w:rsidRPr="00401B8F" w:rsidRDefault="00B86457" w:rsidP="005E06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401B8F">
              <w:rPr>
                <w:sz w:val="24"/>
                <w:szCs w:val="24"/>
              </w:rPr>
              <w:t>.1</w:t>
            </w:r>
          </w:p>
        </w:tc>
        <w:tc>
          <w:tcPr>
            <w:tcW w:w="1415" w:type="dxa"/>
            <w:gridSpan w:val="2"/>
            <w:vMerge w:val="restart"/>
          </w:tcPr>
          <w:p w:rsidR="00B86457" w:rsidRPr="00401B8F" w:rsidRDefault="00B86457" w:rsidP="005E0634">
            <w:pPr>
              <w:ind w:left="-70" w:right="-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Матеріально-технічне забезпечення</w:t>
            </w:r>
          </w:p>
        </w:tc>
        <w:tc>
          <w:tcPr>
            <w:tcW w:w="4113" w:type="dxa"/>
            <w:gridSpan w:val="2"/>
          </w:tcPr>
          <w:p w:rsidR="00B86457" w:rsidRDefault="00B86457" w:rsidP="005E06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Надання допомоги військовій частині А 4590</w:t>
            </w:r>
          </w:p>
          <w:p w:rsidR="00B86457" w:rsidRPr="0002771A" w:rsidRDefault="00B86457" w:rsidP="005E0634">
            <w:pPr>
              <w:rPr>
                <w:sz w:val="24"/>
                <w:szCs w:val="24"/>
              </w:rPr>
            </w:pPr>
          </w:p>
          <w:p w:rsidR="00B86457" w:rsidRPr="0002771A" w:rsidRDefault="00B86457" w:rsidP="005E0634">
            <w:pPr>
              <w:tabs>
                <w:tab w:val="left" w:pos="121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</w:p>
          <w:p w:rsidR="00B86457" w:rsidRPr="0002771A" w:rsidRDefault="00B86457" w:rsidP="005E0634">
            <w:pPr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B86457" w:rsidRDefault="00B86457" w:rsidP="005E06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  <w:p w:rsidR="00B86457" w:rsidRPr="002726E2" w:rsidRDefault="00B86457" w:rsidP="005E0634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B86457" w:rsidRDefault="00B86457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Фінансове управління міської ради,</w:t>
            </w:r>
          </w:p>
          <w:p w:rsidR="00B86457" w:rsidRPr="00401B8F" w:rsidRDefault="00B86457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E45CF9">
              <w:rPr>
                <w:sz w:val="24"/>
                <w:szCs w:val="24"/>
              </w:rPr>
              <w:t>ико</w:t>
            </w:r>
            <w:r>
              <w:rPr>
                <w:sz w:val="24"/>
                <w:szCs w:val="24"/>
              </w:rPr>
              <w:t>навчий комітет Глухівської міськ</w:t>
            </w:r>
            <w:r w:rsidRPr="00E45CF9">
              <w:rPr>
                <w:sz w:val="24"/>
                <w:szCs w:val="24"/>
              </w:rPr>
              <w:t>ої ради</w:t>
            </w:r>
          </w:p>
        </w:tc>
        <w:tc>
          <w:tcPr>
            <w:tcW w:w="713" w:type="dxa"/>
            <w:textDirection w:val="btLr"/>
          </w:tcPr>
          <w:p w:rsidR="00B86457" w:rsidRPr="005A4F6B" w:rsidRDefault="00B86457" w:rsidP="005E063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Міський </w:t>
            </w:r>
            <w:r w:rsidRPr="005A4F6B">
              <w:rPr>
                <w:sz w:val="22"/>
                <w:szCs w:val="22"/>
              </w:rPr>
              <w:t>бюджет</w:t>
            </w:r>
          </w:p>
        </w:tc>
        <w:tc>
          <w:tcPr>
            <w:tcW w:w="918" w:type="dxa"/>
          </w:tcPr>
          <w:p w:rsidR="00B86457" w:rsidRPr="00401B8F" w:rsidRDefault="00B86457" w:rsidP="005E0634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635" w:type="dxa"/>
          </w:tcPr>
          <w:p w:rsidR="00B86457" w:rsidRPr="00401B8F" w:rsidRDefault="00B86457" w:rsidP="005E0634">
            <w:pPr>
              <w:ind w:hanging="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714" w:type="dxa"/>
            <w:gridSpan w:val="3"/>
          </w:tcPr>
          <w:p w:rsidR="00B86457" w:rsidRPr="00401B8F" w:rsidRDefault="00B86457" w:rsidP="005E06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727" w:type="dxa"/>
            <w:gridSpan w:val="2"/>
          </w:tcPr>
          <w:p w:rsidR="00B86457" w:rsidRPr="00401B8F" w:rsidRDefault="00B86457" w:rsidP="005E0634">
            <w:pPr>
              <w:rPr>
                <w:sz w:val="24"/>
                <w:szCs w:val="24"/>
              </w:rPr>
            </w:pPr>
          </w:p>
        </w:tc>
        <w:tc>
          <w:tcPr>
            <w:tcW w:w="690" w:type="dxa"/>
            <w:gridSpan w:val="2"/>
          </w:tcPr>
          <w:p w:rsidR="00B86457" w:rsidRPr="00401B8F" w:rsidRDefault="00B86457" w:rsidP="005E0634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</w:tcPr>
          <w:p w:rsidR="00B86457" w:rsidRPr="00401B8F" w:rsidRDefault="00B86457" w:rsidP="005E0634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B86457" w:rsidRPr="0002771A" w:rsidRDefault="00B86457" w:rsidP="005E0634">
            <w:pPr>
              <w:ind w:left="-70" w:right="-70"/>
              <w:jc w:val="both"/>
              <w:rPr>
                <w:sz w:val="22"/>
                <w:szCs w:val="22"/>
              </w:rPr>
            </w:pPr>
            <w:r w:rsidRPr="0002771A">
              <w:rPr>
                <w:sz w:val="22"/>
                <w:szCs w:val="22"/>
              </w:rPr>
              <w:t>Забезпечення матеріально-технічної бази військових частин</w:t>
            </w:r>
          </w:p>
        </w:tc>
      </w:tr>
      <w:tr w:rsidR="00B86457" w:rsidRPr="00401B8F" w:rsidTr="00875C8D">
        <w:trPr>
          <w:trHeight w:val="695"/>
          <w:tblHeader/>
        </w:trPr>
        <w:tc>
          <w:tcPr>
            <w:tcW w:w="565" w:type="dxa"/>
            <w:vMerge/>
          </w:tcPr>
          <w:p w:rsidR="00B86457" w:rsidRDefault="00B86457" w:rsidP="005E0634">
            <w:pPr>
              <w:rPr>
                <w:sz w:val="24"/>
                <w:szCs w:val="24"/>
              </w:rPr>
            </w:pPr>
          </w:p>
        </w:tc>
        <w:tc>
          <w:tcPr>
            <w:tcW w:w="1415" w:type="dxa"/>
            <w:gridSpan w:val="2"/>
            <w:vMerge/>
          </w:tcPr>
          <w:p w:rsidR="00B86457" w:rsidRDefault="00B86457" w:rsidP="005E0634">
            <w:pPr>
              <w:ind w:left="-70" w:right="-70"/>
              <w:rPr>
                <w:sz w:val="24"/>
                <w:szCs w:val="24"/>
              </w:rPr>
            </w:pPr>
          </w:p>
        </w:tc>
        <w:tc>
          <w:tcPr>
            <w:tcW w:w="4113" w:type="dxa"/>
            <w:gridSpan w:val="2"/>
          </w:tcPr>
          <w:p w:rsidR="00B86457" w:rsidRPr="00C2671C" w:rsidRDefault="00B86457" w:rsidP="005E0634">
            <w:pPr>
              <w:jc w:val="both"/>
              <w:rPr>
                <w:b/>
                <w:sz w:val="24"/>
                <w:szCs w:val="24"/>
              </w:rPr>
            </w:pPr>
            <w:r w:rsidRPr="00E90F19">
              <w:rPr>
                <w:sz w:val="24"/>
                <w:szCs w:val="24"/>
              </w:rPr>
              <w:t xml:space="preserve">Заходи </w:t>
            </w:r>
            <w:r>
              <w:rPr>
                <w:sz w:val="24"/>
                <w:szCs w:val="24"/>
              </w:rPr>
              <w:t xml:space="preserve">для забезпечення </w:t>
            </w:r>
            <w:r w:rsidRPr="00E90F19">
              <w:rPr>
                <w:sz w:val="24"/>
                <w:szCs w:val="24"/>
              </w:rPr>
              <w:t xml:space="preserve"> призову громадян України на строкову військову службу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1416" w:type="dxa"/>
          </w:tcPr>
          <w:p w:rsidR="00B86457" w:rsidRDefault="00B86457" w:rsidP="005E06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84" w:type="dxa"/>
            <w:gridSpan w:val="2"/>
          </w:tcPr>
          <w:p w:rsidR="00B86457" w:rsidRPr="00E45CF9" w:rsidRDefault="00B86457" w:rsidP="005E0634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lang w:val="ru-RU"/>
              </w:rPr>
              <w:pict>
                <v:shape id="Поле 17" o:spid="_x0000_s1039" type="#_x0000_t202" style="position:absolute;left:0;text-align:left;margin-left:37.55pt;margin-top:2.05pt;width:3.6pt;height:32pt;flip:y;z-index:25166080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" stroked="f">
                  <v:textbox>
                    <w:txbxContent>
                      <w:p w:rsidR="00B86457" w:rsidRPr="00027A8B" w:rsidRDefault="00B86457" w:rsidP="005E0634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713" w:type="dxa"/>
            <w:textDirection w:val="btLr"/>
          </w:tcPr>
          <w:p w:rsidR="00B86457" w:rsidRPr="00E45CF9" w:rsidRDefault="00B86457" w:rsidP="005E0634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918" w:type="dxa"/>
          </w:tcPr>
          <w:p w:rsidR="00B86457" w:rsidRDefault="00B86457" w:rsidP="005E0634">
            <w:pPr>
              <w:ind w:right="-1"/>
              <w:jc w:val="center"/>
              <w:rPr>
                <w:sz w:val="24"/>
                <w:szCs w:val="24"/>
              </w:rPr>
            </w:pPr>
          </w:p>
          <w:p w:rsidR="00B86457" w:rsidRPr="0002771A" w:rsidRDefault="00B86457" w:rsidP="005E0634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35" w:type="dxa"/>
          </w:tcPr>
          <w:p w:rsidR="00B86457" w:rsidRPr="00401B8F" w:rsidRDefault="00B86457" w:rsidP="005E0634">
            <w:pPr>
              <w:ind w:hanging="69"/>
              <w:rPr>
                <w:sz w:val="24"/>
                <w:szCs w:val="24"/>
              </w:rPr>
            </w:pPr>
          </w:p>
        </w:tc>
        <w:tc>
          <w:tcPr>
            <w:tcW w:w="714" w:type="dxa"/>
            <w:gridSpan w:val="3"/>
          </w:tcPr>
          <w:p w:rsidR="00B86457" w:rsidRPr="00401B8F" w:rsidRDefault="00B86457" w:rsidP="005E0634">
            <w:pPr>
              <w:rPr>
                <w:sz w:val="24"/>
                <w:szCs w:val="24"/>
              </w:rPr>
            </w:pPr>
          </w:p>
        </w:tc>
        <w:tc>
          <w:tcPr>
            <w:tcW w:w="727" w:type="dxa"/>
            <w:gridSpan w:val="2"/>
          </w:tcPr>
          <w:p w:rsidR="00B86457" w:rsidRPr="00401B8F" w:rsidRDefault="00B86457" w:rsidP="005E0634">
            <w:pPr>
              <w:rPr>
                <w:sz w:val="24"/>
                <w:szCs w:val="24"/>
              </w:rPr>
            </w:pPr>
          </w:p>
        </w:tc>
        <w:tc>
          <w:tcPr>
            <w:tcW w:w="690" w:type="dxa"/>
            <w:gridSpan w:val="2"/>
          </w:tcPr>
          <w:p w:rsidR="00B86457" w:rsidRPr="00401B8F" w:rsidRDefault="00B86457" w:rsidP="005E0634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</w:tcPr>
          <w:p w:rsidR="00B86457" w:rsidRPr="00401B8F" w:rsidRDefault="00B86457" w:rsidP="005E0634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B86457" w:rsidRDefault="00B86457" w:rsidP="005E0634">
            <w:pPr>
              <w:ind w:left="-70" w:right="-70"/>
              <w:jc w:val="center"/>
              <w:rPr>
                <w:sz w:val="24"/>
                <w:szCs w:val="24"/>
              </w:rPr>
            </w:pPr>
          </w:p>
        </w:tc>
      </w:tr>
      <w:tr w:rsidR="00B86457" w:rsidRPr="00401B8F" w:rsidTr="00875C8D">
        <w:trPr>
          <w:trHeight w:val="2985"/>
          <w:tblHeader/>
        </w:trPr>
        <w:tc>
          <w:tcPr>
            <w:tcW w:w="565" w:type="dxa"/>
            <w:vMerge/>
          </w:tcPr>
          <w:p w:rsidR="00B86457" w:rsidRDefault="00B86457" w:rsidP="005E0634">
            <w:pPr>
              <w:rPr>
                <w:sz w:val="24"/>
                <w:szCs w:val="24"/>
              </w:rPr>
            </w:pPr>
          </w:p>
        </w:tc>
        <w:tc>
          <w:tcPr>
            <w:tcW w:w="1415" w:type="dxa"/>
            <w:gridSpan w:val="2"/>
            <w:vMerge/>
          </w:tcPr>
          <w:p w:rsidR="00B86457" w:rsidRDefault="00B86457" w:rsidP="005E0634">
            <w:pPr>
              <w:ind w:left="-70" w:right="-70"/>
              <w:rPr>
                <w:sz w:val="24"/>
                <w:szCs w:val="24"/>
              </w:rPr>
            </w:pPr>
          </w:p>
        </w:tc>
        <w:tc>
          <w:tcPr>
            <w:tcW w:w="4113" w:type="dxa"/>
            <w:gridSpan w:val="2"/>
          </w:tcPr>
          <w:p w:rsidR="00B86457" w:rsidRPr="006B2162" w:rsidRDefault="00B86457" w:rsidP="005E06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Проведення інформаційно-розяснювальної роботи серед місцевого населення щодо мети, важливості проведення заходів призову на строкову військову службу через засоби масової інформації</w:t>
            </w:r>
          </w:p>
        </w:tc>
        <w:tc>
          <w:tcPr>
            <w:tcW w:w="1416" w:type="dxa"/>
          </w:tcPr>
          <w:p w:rsidR="00B86457" w:rsidRDefault="00B86457" w:rsidP="005E06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84" w:type="dxa"/>
            <w:gridSpan w:val="2"/>
          </w:tcPr>
          <w:p w:rsidR="00B86457" w:rsidRDefault="00B86457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Відділ з правової та внутрішньої політики Глухівської міської ради,</w:t>
            </w:r>
          </w:p>
          <w:p w:rsidR="00B86457" w:rsidRDefault="00B86457" w:rsidP="005E0634">
            <w:pPr>
              <w:jc w:val="center"/>
              <w:rPr>
                <w:sz w:val="24"/>
                <w:szCs w:val="24"/>
              </w:rPr>
            </w:pPr>
            <w:r w:rsidRPr="00E90F19">
              <w:rPr>
                <w:sz w:val="24"/>
                <w:szCs w:val="24"/>
              </w:rPr>
              <w:t>Глухівський об’єднани</w:t>
            </w:r>
            <w:r>
              <w:rPr>
                <w:sz w:val="24"/>
                <w:szCs w:val="24"/>
              </w:rPr>
              <w:t>й міський військовий комісаріат</w:t>
            </w:r>
          </w:p>
          <w:p w:rsidR="00B86457" w:rsidRPr="00E45CF9" w:rsidRDefault="00B86457" w:rsidP="005E06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3" w:type="dxa"/>
            <w:textDirection w:val="btLr"/>
          </w:tcPr>
          <w:p w:rsidR="00B86457" w:rsidRPr="00E45CF9" w:rsidRDefault="00B86457" w:rsidP="005E0634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918" w:type="dxa"/>
          </w:tcPr>
          <w:p w:rsidR="00B86457" w:rsidRDefault="00B86457" w:rsidP="005E0634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635" w:type="dxa"/>
          </w:tcPr>
          <w:p w:rsidR="00B86457" w:rsidRPr="00401B8F" w:rsidRDefault="00B86457" w:rsidP="005E0634">
            <w:pPr>
              <w:rPr>
                <w:sz w:val="24"/>
                <w:szCs w:val="24"/>
              </w:rPr>
            </w:pPr>
          </w:p>
        </w:tc>
        <w:tc>
          <w:tcPr>
            <w:tcW w:w="714" w:type="dxa"/>
            <w:gridSpan w:val="3"/>
          </w:tcPr>
          <w:p w:rsidR="00B86457" w:rsidRPr="00401B8F" w:rsidRDefault="00B86457" w:rsidP="005E0634">
            <w:pPr>
              <w:rPr>
                <w:sz w:val="24"/>
                <w:szCs w:val="24"/>
              </w:rPr>
            </w:pPr>
          </w:p>
        </w:tc>
        <w:tc>
          <w:tcPr>
            <w:tcW w:w="727" w:type="dxa"/>
            <w:gridSpan w:val="2"/>
          </w:tcPr>
          <w:p w:rsidR="00B86457" w:rsidRPr="00401B8F" w:rsidRDefault="00B86457" w:rsidP="005E0634">
            <w:pPr>
              <w:rPr>
                <w:sz w:val="24"/>
                <w:szCs w:val="24"/>
              </w:rPr>
            </w:pPr>
          </w:p>
        </w:tc>
        <w:tc>
          <w:tcPr>
            <w:tcW w:w="690" w:type="dxa"/>
            <w:gridSpan w:val="2"/>
          </w:tcPr>
          <w:p w:rsidR="00B86457" w:rsidRPr="00401B8F" w:rsidRDefault="00B86457" w:rsidP="005E0634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</w:tcPr>
          <w:p w:rsidR="00B86457" w:rsidRPr="00401B8F" w:rsidRDefault="00B86457" w:rsidP="005E0634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B86457" w:rsidRDefault="00B86457" w:rsidP="005E0634">
            <w:pPr>
              <w:ind w:left="-70" w:right="-7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Врегулюван-ня питань щодо забезпечення правового і соціального захисту військовослужбовців та членів їх сімей</w:t>
            </w:r>
          </w:p>
        </w:tc>
      </w:tr>
      <w:tr w:rsidR="00B86457" w:rsidRPr="00401B8F" w:rsidTr="00875C8D">
        <w:trPr>
          <w:trHeight w:val="2880"/>
          <w:tblHeader/>
        </w:trPr>
        <w:tc>
          <w:tcPr>
            <w:tcW w:w="565" w:type="dxa"/>
            <w:vMerge/>
          </w:tcPr>
          <w:p w:rsidR="00B86457" w:rsidRDefault="00B86457" w:rsidP="005E0634">
            <w:pPr>
              <w:rPr>
                <w:sz w:val="24"/>
                <w:szCs w:val="24"/>
              </w:rPr>
            </w:pPr>
          </w:p>
        </w:tc>
        <w:tc>
          <w:tcPr>
            <w:tcW w:w="1415" w:type="dxa"/>
            <w:gridSpan w:val="2"/>
            <w:vMerge/>
          </w:tcPr>
          <w:p w:rsidR="00B86457" w:rsidRDefault="00B86457" w:rsidP="005E0634">
            <w:pPr>
              <w:ind w:left="-70" w:right="-70"/>
              <w:rPr>
                <w:sz w:val="24"/>
                <w:szCs w:val="24"/>
              </w:rPr>
            </w:pPr>
          </w:p>
        </w:tc>
        <w:tc>
          <w:tcPr>
            <w:tcW w:w="4113" w:type="dxa"/>
            <w:gridSpan w:val="2"/>
          </w:tcPr>
          <w:p w:rsidR="00B86457" w:rsidRDefault="00B86457" w:rsidP="005E06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Проведення інформаційних днів щодо основних питань призову громадян на строкову військову службу у 2017 році серед керівників підприємств, установ та організацій</w:t>
            </w:r>
          </w:p>
        </w:tc>
        <w:tc>
          <w:tcPr>
            <w:tcW w:w="1416" w:type="dxa"/>
          </w:tcPr>
          <w:p w:rsidR="00B86457" w:rsidRDefault="00B86457" w:rsidP="005E06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84" w:type="dxa"/>
            <w:gridSpan w:val="2"/>
          </w:tcPr>
          <w:p w:rsidR="00B86457" w:rsidRDefault="00B86457" w:rsidP="005E0634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Відділ з правової та внутрішньої політики Глухівської міської ради,</w:t>
            </w:r>
          </w:p>
          <w:p w:rsidR="00B86457" w:rsidRDefault="00B86457" w:rsidP="005E0634">
            <w:pPr>
              <w:jc w:val="center"/>
              <w:rPr>
                <w:sz w:val="24"/>
                <w:szCs w:val="24"/>
              </w:rPr>
            </w:pPr>
            <w:r w:rsidRPr="00E90F19">
              <w:rPr>
                <w:sz w:val="24"/>
                <w:szCs w:val="24"/>
              </w:rPr>
              <w:t>Глухівський об’єднаний міський військовий комісаріат</w:t>
            </w:r>
          </w:p>
          <w:p w:rsidR="00B86457" w:rsidRPr="00E90F19" w:rsidRDefault="00B86457" w:rsidP="005E06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3" w:type="dxa"/>
            <w:textDirection w:val="btLr"/>
          </w:tcPr>
          <w:p w:rsidR="00B86457" w:rsidRPr="00E45CF9" w:rsidRDefault="00B86457" w:rsidP="005E0634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918" w:type="dxa"/>
          </w:tcPr>
          <w:p w:rsidR="00B86457" w:rsidRDefault="00B86457" w:rsidP="005E0634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635" w:type="dxa"/>
          </w:tcPr>
          <w:p w:rsidR="00B86457" w:rsidRPr="00401B8F" w:rsidRDefault="00B86457" w:rsidP="005E0634">
            <w:pPr>
              <w:rPr>
                <w:sz w:val="24"/>
                <w:szCs w:val="24"/>
              </w:rPr>
            </w:pPr>
          </w:p>
        </w:tc>
        <w:tc>
          <w:tcPr>
            <w:tcW w:w="714" w:type="dxa"/>
            <w:gridSpan w:val="3"/>
          </w:tcPr>
          <w:p w:rsidR="00B86457" w:rsidRPr="00401B8F" w:rsidRDefault="00B86457" w:rsidP="005E0634">
            <w:pPr>
              <w:rPr>
                <w:sz w:val="24"/>
                <w:szCs w:val="24"/>
              </w:rPr>
            </w:pPr>
          </w:p>
        </w:tc>
        <w:tc>
          <w:tcPr>
            <w:tcW w:w="727" w:type="dxa"/>
            <w:gridSpan w:val="2"/>
          </w:tcPr>
          <w:p w:rsidR="00B86457" w:rsidRPr="00401B8F" w:rsidRDefault="00B86457" w:rsidP="005E0634">
            <w:pPr>
              <w:rPr>
                <w:sz w:val="24"/>
                <w:szCs w:val="24"/>
              </w:rPr>
            </w:pPr>
          </w:p>
        </w:tc>
        <w:tc>
          <w:tcPr>
            <w:tcW w:w="690" w:type="dxa"/>
            <w:gridSpan w:val="2"/>
          </w:tcPr>
          <w:p w:rsidR="00B86457" w:rsidRPr="00401B8F" w:rsidRDefault="00B86457" w:rsidP="005E0634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</w:tcPr>
          <w:p w:rsidR="00B86457" w:rsidRPr="00401B8F" w:rsidRDefault="00B86457" w:rsidP="005E0634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B86457" w:rsidRDefault="00B86457" w:rsidP="005E0634">
            <w:pPr>
              <w:ind w:left="-70" w:right="-7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Підвищення відповідаль-ності за порушення законодавства про оборону, мобілізацій-ну  підготовку та мобілізацію</w:t>
            </w:r>
          </w:p>
        </w:tc>
      </w:tr>
      <w:tr w:rsidR="00B86457" w:rsidRPr="00401B8F" w:rsidTr="00875C8D">
        <w:trPr>
          <w:trHeight w:val="2505"/>
          <w:tblHeader/>
        </w:trPr>
        <w:tc>
          <w:tcPr>
            <w:tcW w:w="565" w:type="dxa"/>
            <w:vMerge/>
          </w:tcPr>
          <w:p w:rsidR="00B86457" w:rsidRDefault="00B86457" w:rsidP="005E0634">
            <w:pPr>
              <w:rPr>
                <w:sz w:val="24"/>
                <w:szCs w:val="24"/>
              </w:rPr>
            </w:pPr>
          </w:p>
        </w:tc>
        <w:tc>
          <w:tcPr>
            <w:tcW w:w="1415" w:type="dxa"/>
            <w:gridSpan w:val="2"/>
            <w:vMerge/>
          </w:tcPr>
          <w:p w:rsidR="00B86457" w:rsidRDefault="00B86457" w:rsidP="005E0634">
            <w:pPr>
              <w:ind w:left="-70" w:right="-70"/>
              <w:rPr>
                <w:sz w:val="24"/>
                <w:szCs w:val="24"/>
              </w:rPr>
            </w:pPr>
          </w:p>
        </w:tc>
        <w:tc>
          <w:tcPr>
            <w:tcW w:w="4113" w:type="dxa"/>
            <w:gridSpan w:val="2"/>
          </w:tcPr>
          <w:p w:rsidR="00B86457" w:rsidRDefault="00B86457" w:rsidP="005E06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Перевезення призовників до обласного збірного пункту </w:t>
            </w:r>
          </w:p>
          <w:p w:rsidR="00B86457" w:rsidRPr="0002771A" w:rsidRDefault="00B86457" w:rsidP="005E0634">
            <w:pPr>
              <w:rPr>
                <w:sz w:val="24"/>
                <w:szCs w:val="24"/>
              </w:rPr>
            </w:pPr>
          </w:p>
          <w:p w:rsidR="00B86457" w:rsidRPr="0002771A" w:rsidRDefault="00B86457" w:rsidP="005E0634">
            <w:pPr>
              <w:rPr>
                <w:sz w:val="24"/>
                <w:szCs w:val="24"/>
              </w:rPr>
            </w:pPr>
          </w:p>
          <w:p w:rsidR="00B86457" w:rsidRDefault="00B86457" w:rsidP="005E0634">
            <w:pPr>
              <w:rPr>
                <w:sz w:val="24"/>
                <w:szCs w:val="24"/>
              </w:rPr>
            </w:pPr>
          </w:p>
          <w:p w:rsidR="00B86457" w:rsidRDefault="00B86457" w:rsidP="005E0634">
            <w:pPr>
              <w:rPr>
                <w:sz w:val="24"/>
                <w:szCs w:val="24"/>
              </w:rPr>
            </w:pPr>
          </w:p>
          <w:p w:rsidR="00B86457" w:rsidRDefault="00B86457" w:rsidP="005E0634">
            <w:pPr>
              <w:rPr>
                <w:sz w:val="24"/>
                <w:szCs w:val="24"/>
              </w:rPr>
            </w:pPr>
          </w:p>
          <w:p w:rsidR="00B86457" w:rsidRDefault="00B86457" w:rsidP="005E0634">
            <w:pPr>
              <w:rPr>
                <w:sz w:val="24"/>
                <w:szCs w:val="24"/>
              </w:rPr>
            </w:pPr>
          </w:p>
          <w:p w:rsidR="00B86457" w:rsidRPr="00C2671C" w:rsidRDefault="00B86457" w:rsidP="005E0634">
            <w:pPr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B86457" w:rsidRDefault="00B86457" w:rsidP="005E06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84" w:type="dxa"/>
            <w:gridSpan w:val="2"/>
          </w:tcPr>
          <w:p w:rsidR="00B86457" w:rsidRPr="00E90F19" w:rsidRDefault="00B86457" w:rsidP="005E0634">
            <w:pPr>
              <w:jc w:val="center"/>
              <w:rPr>
                <w:sz w:val="24"/>
                <w:szCs w:val="24"/>
              </w:rPr>
            </w:pPr>
            <w:r w:rsidRPr="00E90F19">
              <w:rPr>
                <w:sz w:val="24"/>
                <w:szCs w:val="24"/>
              </w:rPr>
              <w:t>Виконавчий к</w:t>
            </w:r>
            <w:r>
              <w:rPr>
                <w:sz w:val="24"/>
                <w:szCs w:val="24"/>
              </w:rPr>
              <w:t>омітет Глухівської міської ради,</w:t>
            </w:r>
          </w:p>
          <w:p w:rsidR="00B86457" w:rsidRPr="00C2671C" w:rsidRDefault="00B86457" w:rsidP="005E0634">
            <w:pPr>
              <w:jc w:val="center"/>
              <w:rPr>
                <w:sz w:val="22"/>
                <w:szCs w:val="22"/>
              </w:rPr>
            </w:pPr>
            <w:r w:rsidRPr="00E90F19">
              <w:rPr>
                <w:sz w:val="24"/>
                <w:szCs w:val="24"/>
              </w:rPr>
              <w:t>Глухівський об’єднаний міський військовий комісаріат</w:t>
            </w:r>
          </w:p>
        </w:tc>
        <w:tc>
          <w:tcPr>
            <w:tcW w:w="713" w:type="dxa"/>
            <w:textDirection w:val="btLr"/>
          </w:tcPr>
          <w:p w:rsidR="00B86457" w:rsidRDefault="00B86457" w:rsidP="005E0634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Міський бюджет</w:t>
            </w:r>
          </w:p>
        </w:tc>
        <w:tc>
          <w:tcPr>
            <w:tcW w:w="918" w:type="dxa"/>
          </w:tcPr>
          <w:p w:rsidR="00B86457" w:rsidRPr="00175992" w:rsidRDefault="00B86457" w:rsidP="005E0634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635" w:type="dxa"/>
          </w:tcPr>
          <w:p w:rsidR="00B86457" w:rsidRPr="00401B8F" w:rsidRDefault="00B86457" w:rsidP="005E0634">
            <w:pPr>
              <w:ind w:hanging="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14" w:type="dxa"/>
            <w:gridSpan w:val="3"/>
          </w:tcPr>
          <w:p w:rsidR="00B86457" w:rsidRPr="00401B8F" w:rsidRDefault="00B86457" w:rsidP="005E06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27" w:type="dxa"/>
            <w:gridSpan w:val="2"/>
          </w:tcPr>
          <w:p w:rsidR="00B86457" w:rsidRPr="00401B8F" w:rsidRDefault="00B86457" w:rsidP="005E0634">
            <w:pPr>
              <w:rPr>
                <w:sz w:val="24"/>
                <w:szCs w:val="24"/>
              </w:rPr>
            </w:pPr>
          </w:p>
        </w:tc>
        <w:tc>
          <w:tcPr>
            <w:tcW w:w="690" w:type="dxa"/>
            <w:gridSpan w:val="2"/>
          </w:tcPr>
          <w:p w:rsidR="00B86457" w:rsidRPr="00401B8F" w:rsidRDefault="00B86457" w:rsidP="005E0634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</w:tcPr>
          <w:p w:rsidR="00B86457" w:rsidRPr="00401B8F" w:rsidRDefault="00B86457" w:rsidP="005E0634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B86457" w:rsidRDefault="00B86457" w:rsidP="005E0634">
            <w:pPr>
              <w:ind w:left="-70" w:right="-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Укомплектування збройних сил України</w:t>
            </w:r>
          </w:p>
        </w:tc>
      </w:tr>
      <w:tr w:rsidR="00B86457" w:rsidRPr="00401B8F" w:rsidTr="00875C8D">
        <w:trPr>
          <w:trHeight w:val="792"/>
          <w:tblHeader/>
        </w:trPr>
        <w:tc>
          <w:tcPr>
            <w:tcW w:w="565" w:type="dxa"/>
          </w:tcPr>
          <w:p w:rsidR="00B86457" w:rsidRDefault="00B86457" w:rsidP="005E0634">
            <w:pPr>
              <w:rPr>
                <w:sz w:val="24"/>
                <w:szCs w:val="24"/>
              </w:rPr>
            </w:pPr>
          </w:p>
        </w:tc>
        <w:tc>
          <w:tcPr>
            <w:tcW w:w="1415" w:type="dxa"/>
            <w:gridSpan w:val="2"/>
          </w:tcPr>
          <w:p w:rsidR="00B86457" w:rsidRDefault="00B86457" w:rsidP="005E0634">
            <w:pPr>
              <w:ind w:left="-70" w:right="-70"/>
              <w:rPr>
                <w:sz w:val="24"/>
                <w:szCs w:val="24"/>
              </w:rPr>
            </w:pPr>
          </w:p>
        </w:tc>
        <w:tc>
          <w:tcPr>
            <w:tcW w:w="4113" w:type="dxa"/>
            <w:gridSpan w:val="2"/>
          </w:tcPr>
          <w:p w:rsidR="00B86457" w:rsidRDefault="00B86457" w:rsidP="005E06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Перевезення призовників до обласної призовної дільниці для проходження медичної комісії</w:t>
            </w:r>
          </w:p>
          <w:p w:rsidR="00B86457" w:rsidRDefault="00B86457" w:rsidP="005E0634">
            <w:pPr>
              <w:rPr>
                <w:sz w:val="24"/>
                <w:szCs w:val="24"/>
              </w:rPr>
            </w:pPr>
          </w:p>
          <w:p w:rsidR="00B86457" w:rsidRDefault="00B86457" w:rsidP="005E0634">
            <w:pPr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B86457" w:rsidRDefault="00B86457" w:rsidP="005E06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84" w:type="dxa"/>
            <w:gridSpan w:val="2"/>
          </w:tcPr>
          <w:p w:rsidR="00B86457" w:rsidRPr="00E90F19" w:rsidRDefault="00B86457" w:rsidP="005E0634">
            <w:pPr>
              <w:jc w:val="center"/>
              <w:rPr>
                <w:sz w:val="24"/>
                <w:szCs w:val="24"/>
              </w:rPr>
            </w:pPr>
            <w:r w:rsidRPr="00E90F19">
              <w:rPr>
                <w:sz w:val="24"/>
                <w:szCs w:val="24"/>
              </w:rPr>
              <w:t>Виконавчий к</w:t>
            </w:r>
            <w:r>
              <w:rPr>
                <w:sz w:val="24"/>
                <w:szCs w:val="24"/>
              </w:rPr>
              <w:t>омітет Глухівської міської ради,</w:t>
            </w:r>
          </w:p>
          <w:p w:rsidR="00B86457" w:rsidRPr="00E90F19" w:rsidRDefault="00B86457" w:rsidP="005E0634">
            <w:pPr>
              <w:jc w:val="center"/>
              <w:rPr>
                <w:sz w:val="24"/>
                <w:szCs w:val="24"/>
              </w:rPr>
            </w:pPr>
            <w:r w:rsidRPr="00E90F19">
              <w:rPr>
                <w:sz w:val="24"/>
                <w:szCs w:val="24"/>
              </w:rPr>
              <w:t>Глухівський об’єднаний міський військовий комісаріат</w:t>
            </w:r>
          </w:p>
        </w:tc>
        <w:tc>
          <w:tcPr>
            <w:tcW w:w="713" w:type="dxa"/>
            <w:textDirection w:val="btLr"/>
          </w:tcPr>
          <w:p w:rsidR="00B86457" w:rsidRDefault="00B86457" w:rsidP="005E0634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Міський бюджет</w:t>
            </w:r>
          </w:p>
        </w:tc>
        <w:tc>
          <w:tcPr>
            <w:tcW w:w="918" w:type="dxa"/>
          </w:tcPr>
          <w:p w:rsidR="00B86457" w:rsidRPr="00175992" w:rsidRDefault="00B86457" w:rsidP="005E0634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635" w:type="dxa"/>
          </w:tcPr>
          <w:p w:rsidR="00B86457" w:rsidRPr="00401B8F" w:rsidRDefault="00B86457" w:rsidP="005E0634">
            <w:pPr>
              <w:ind w:hanging="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14" w:type="dxa"/>
            <w:gridSpan w:val="3"/>
          </w:tcPr>
          <w:p w:rsidR="00B86457" w:rsidRPr="00401B8F" w:rsidRDefault="00B86457" w:rsidP="005E06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27" w:type="dxa"/>
            <w:gridSpan w:val="2"/>
          </w:tcPr>
          <w:p w:rsidR="00B86457" w:rsidRPr="00401B8F" w:rsidRDefault="00B86457" w:rsidP="005E0634">
            <w:pPr>
              <w:rPr>
                <w:sz w:val="24"/>
                <w:szCs w:val="24"/>
              </w:rPr>
            </w:pPr>
          </w:p>
        </w:tc>
        <w:tc>
          <w:tcPr>
            <w:tcW w:w="690" w:type="dxa"/>
            <w:gridSpan w:val="2"/>
          </w:tcPr>
          <w:p w:rsidR="00B86457" w:rsidRPr="00401B8F" w:rsidRDefault="00B86457" w:rsidP="005E0634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</w:tcPr>
          <w:p w:rsidR="00B86457" w:rsidRPr="00401B8F" w:rsidRDefault="00B86457" w:rsidP="005E0634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B86457" w:rsidRDefault="00B86457" w:rsidP="005E0634">
            <w:pPr>
              <w:ind w:left="-70" w:right="-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Укомплектування збройних сил України</w:t>
            </w:r>
          </w:p>
        </w:tc>
      </w:tr>
      <w:tr w:rsidR="00B86457" w:rsidRPr="00E45CF9" w:rsidTr="00875C8D">
        <w:trPr>
          <w:cantSplit/>
          <w:trHeight w:val="974"/>
          <w:tblHeader/>
        </w:trPr>
        <w:tc>
          <w:tcPr>
            <w:tcW w:w="9493" w:type="dxa"/>
            <w:gridSpan w:val="8"/>
          </w:tcPr>
          <w:p w:rsidR="00B86457" w:rsidRPr="00E45CF9" w:rsidRDefault="00B86457" w:rsidP="005E0634">
            <w:pPr>
              <w:jc w:val="center"/>
              <w:rPr>
                <w:sz w:val="24"/>
                <w:szCs w:val="24"/>
              </w:rPr>
            </w:pPr>
          </w:p>
          <w:p w:rsidR="00B86457" w:rsidRDefault="00B86457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Усього за напрямком 3.1. Програми</w:t>
            </w:r>
          </w:p>
          <w:p w:rsidR="00B86457" w:rsidRPr="0002771A" w:rsidRDefault="00B86457" w:rsidP="005E0634">
            <w:pPr>
              <w:tabs>
                <w:tab w:val="left" w:pos="6555"/>
              </w:tabs>
              <w:rPr>
                <w:sz w:val="24"/>
                <w:szCs w:val="24"/>
              </w:rPr>
            </w:pPr>
          </w:p>
        </w:tc>
        <w:tc>
          <w:tcPr>
            <w:tcW w:w="713" w:type="dxa"/>
            <w:textDirection w:val="btLr"/>
            <w:vAlign w:val="center"/>
          </w:tcPr>
          <w:p w:rsidR="00B86457" w:rsidRPr="00141511" w:rsidRDefault="00B86457" w:rsidP="005E0634">
            <w:pPr>
              <w:ind w:right="113"/>
              <w:jc w:val="right"/>
            </w:pPr>
            <w:r w:rsidRPr="00141511">
              <w:t>Міський бюджет</w:t>
            </w:r>
          </w:p>
        </w:tc>
        <w:tc>
          <w:tcPr>
            <w:tcW w:w="918" w:type="dxa"/>
          </w:tcPr>
          <w:p w:rsidR="00B86457" w:rsidRPr="00141511" w:rsidRDefault="00B86457" w:rsidP="005E0634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  <w:tc>
          <w:tcPr>
            <w:tcW w:w="635" w:type="dxa"/>
          </w:tcPr>
          <w:p w:rsidR="00B86457" w:rsidRPr="00E45CF9" w:rsidRDefault="00B86457" w:rsidP="005E0634">
            <w:pPr>
              <w:ind w:hanging="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714" w:type="dxa"/>
            <w:gridSpan w:val="3"/>
          </w:tcPr>
          <w:p w:rsidR="00B86457" w:rsidRPr="00E45CF9" w:rsidRDefault="00B86457" w:rsidP="005E06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727" w:type="dxa"/>
            <w:gridSpan w:val="2"/>
          </w:tcPr>
          <w:p w:rsidR="00B86457" w:rsidRPr="00E45CF9" w:rsidRDefault="00B86457" w:rsidP="005E0634">
            <w:pPr>
              <w:rPr>
                <w:sz w:val="24"/>
                <w:szCs w:val="24"/>
              </w:rPr>
            </w:pPr>
          </w:p>
        </w:tc>
        <w:tc>
          <w:tcPr>
            <w:tcW w:w="690" w:type="dxa"/>
            <w:gridSpan w:val="2"/>
          </w:tcPr>
          <w:p w:rsidR="00B86457" w:rsidRPr="00E45CF9" w:rsidRDefault="00B86457" w:rsidP="005E0634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</w:tcPr>
          <w:p w:rsidR="00B86457" w:rsidRPr="00E45CF9" w:rsidRDefault="00B86457" w:rsidP="005E0634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B86457" w:rsidRPr="00E45CF9" w:rsidRDefault="00B86457" w:rsidP="005E0634">
            <w:pPr>
              <w:rPr>
                <w:sz w:val="24"/>
                <w:szCs w:val="24"/>
              </w:rPr>
            </w:pPr>
          </w:p>
        </w:tc>
      </w:tr>
      <w:tr w:rsidR="00B86457" w:rsidRPr="00E45CF9" w:rsidTr="00875C8D">
        <w:trPr>
          <w:cantSplit/>
          <w:trHeight w:val="2395"/>
          <w:tblHeader/>
        </w:trPr>
        <w:tc>
          <w:tcPr>
            <w:tcW w:w="700" w:type="dxa"/>
            <w:gridSpan w:val="2"/>
          </w:tcPr>
          <w:p w:rsidR="00B86457" w:rsidRDefault="00B86457" w:rsidP="005E0634">
            <w:pPr>
              <w:tabs>
                <w:tab w:val="left" w:pos="65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</w:t>
            </w:r>
          </w:p>
          <w:p w:rsidR="00B86457" w:rsidRDefault="00B86457" w:rsidP="005E0634">
            <w:pPr>
              <w:tabs>
                <w:tab w:val="left" w:pos="6555"/>
              </w:tabs>
              <w:rPr>
                <w:sz w:val="24"/>
                <w:szCs w:val="24"/>
              </w:rPr>
            </w:pPr>
          </w:p>
          <w:p w:rsidR="00B86457" w:rsidRDefault="00B86457" w:rsidP="005E0634">
            <w:pPr>
              <w:tabs>
                <w:tab w:val="left" w:pos="6555"/>
              </w:tabs>
              <w:rPr>
                <w:sz w:val="24"/>
                <w:szCs w:val="24"/>
              </w:rPr>
            </w:pPr>
          </w:p>
          <w:p w:rsidR="00B86457" w:rsidRPr="00E45CF9" w:rsidRDefault="00B86457" w:rsidP="005E0634">
            <w:pPr>
              <w:tabs>
                <w:tab w:val="left" w:pos="6555"/>
              </w:tabs>
              <w:rPr>
                <w:sz w:val="24"/>
                <w:szCs w:val="24"/>
              </w:rPr>
            </w:pPr>
          </w:p>
        </w:tc>
        <w:tc>
          <w:tcPr>
            <w:tcW w:w="1287" w:type="dxa"/>
            <w:gridSpan w:val="2"/>
          </w:tcPr>
          <w:p w:rsidR="00B86457" w:rsidRDefault="00B86457" w:rsidP="005E0634">
            <w:pPr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</w:p>
          <w:p w:rsidR="00B86457" w:rsidRDefault="00B86457" w:rsidP="005E0634">
            <w:pPr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</w:p>
          <w:p w:rsidR="00B86457" w:rsidRDefault="00B86457" w:rsidP="005E0634">
            <w:pPr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</w:p>
          <w:p w:rsidR="00B86457" w:rsidRPr="00E45CF9" w:rsidRDefault="00B86457" w:rsidP="005E0634">
            <w:pPr>
              <w:tabs>
                <w:tab w:val="left" w:pos="6555"/>
              </w:tabs>
              <w:rPr>
                <w:sz w:val="24"/>
                <w:szCs w:val="24"/>
              </w:rPr>
            </w:pPr>
          </w:p>
        </w:tc>
        <w:tc>
          <w:tcPr>
            <w:tcW w:w="4106" w:type="dxa"/>
          </w:tcPr>
          <w:p w:rsidR="00B86457" w:rsidRDefault="00B86457" w:rsidP="005E0634">
            <w:pPr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Забезпечення діяльності загонів територіальної оборони (харчування, перевезення, вирішення соціально-побутових проблем)</w:t>
            </w:r>
          </w:p>
          <w:p w:rsidR="00B86457" w:rsidRPr="00E45CF9" w:rsidRDefault="00B86457" w:rsidP="005E0634">
            <w:pPr>
              <w:tabs>
                <w:tab w:val="left" w:pos="6555"/>
              </w:tabs>
              <w:rPr>
                <w:sz w:val="24"/>
                <w:szCs w:val="24"/>
              </w:rPr>
            </w:pPr>
          </w:p>
        </w:tc>
        <w:tc>
          <w:tcPr>
            <w:tcW w:w="1439" w:type="dxa"/>
            <w:gridSpan w:val="2"/>
          </w:tcPr>
          <w:p w:rsidR="00B86457" w:rsidRDefault="00B86457" w:rsidP="005E0634">
            <w:pPr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  <w:p w:rsidR="00B86457" w:rsidRDefault="00B86457" w:rsidP="005E0634">
            <w:pPr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</w:p>
          <w:p w:rsidR="00B86457" w:rsidRDefault="00B86457" w:rsidP="005E0634">
            <w:pPr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</w:p>
          <w:p w:rsidR="00B86457" w:rsidRPr="00E45CF9" w:rsidRDefault="00B86457" w:rsidP="005E0634">
            <w:pPr>
              <w:tabs>
                <w:tab w:val="left" w:pos="6555"/>
              </w:tabs>
              <w:rPr>
                <w:sz w:val="24"/>
                <w:szCs w:val="24"/>
              </w:rPr>
            </w:pPr>
          </w:p>
        </w:tc>
        <w:tc>
          <w:tcPr>
            <w:tcW w:w="1961" w:type="dxa"/>
          </w:tcPr>
          <w:p w:rsidR="00B86457" w:rsidRDefault="00B86457" w:rsidP="005E0634">
            <w:pPr>
              <w:jc w:val="center"/>
              <w:rPr>
                <w:sz w:val="22"/>
                <w:szCs w:val="22"/>
              </w:rPr>
            </w:pPr>
            <w:r w:rsidRPr="0002771A">
              <w:rPr>
                <w:sz w:val="22"/>
                <w:szCs w:val="22"/>
              </w:rPr>
              <w:t>Виконавчий к</w:t>
            </w:r>
            <w:r>
              <w:rPr>
                <w:sz w:val="22"/>
                <w:szCs w:val="22"/>
              </w:rPr>
              <w:t>омітет Глухівської міської ради;</w:t>
            </w:r>
          </w:p>
          <w:p w:rsidR="00B86457" w:rsidRPr="00437B36" w:rsidRDefault="00B86457" w:rsidP="005E0634">
            <w:pPr>
              <w:jc w:val="center"/>
              <w:rPr>
                <w:sz w:val="22"/>
                <w:szCs w:val="22"/>
              </w:rPr>
            </w:pPr>
            <w:r w:rsidRPr="0002771A">
              <w:rPr>
                <w:sz w:val="22"/>
                <w:szCs w:val="22"/>
              </w:rPr>
              <w:t>Глухівський об’єднаний міський військовий комісаріат</w:t>
            </w:r>
          </w:p>
        </w:tc>
        <w:tc>
          <w:tcPr>
            <w:tcW w:w="713" w:type="dxa"/>
            <w:textDirection w:val="btLr"/>
            <w:vAlign w:val="center"/>
          </w:tcPr>
          <w:p w:rsidR="00B86457" w:rsidRPr="00175992" w:rsidRDefault="00B86457" w:rsidP="005E0634">
            <w:pPr>
              <w:spacing w:after="200" w:line="276" w:lineRule="auto"/>
              <w:jc w:val="center"/>
            </w:pPr>
            <w:r w:rsidRPr="00175992">
              <w:t>Міський бюджет</w:t>
            </w:r>
          </w:p>
        </w:tc>
        <w:tc>
          <w:tcPr>
            <w:tcW w:w="918" w:type="dxa"/>
          </w:tcPr>
          <w:p w:rsidR="00B86457" w:rsidRPr="00175992" w:rsidRDefault="00B86457" w:rsidP="005E0634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31</w:t>
            </w:r>
          </w:p>
        </w:tc>
        <w:tc>
          <w:tcPr>
            <w:tcW w:w="635" w:type="dxa"/>
          </w:tcPr>
          <w:p w:rsidR="00B86457" w:rsidRPr="00E45CF9" w:rsidRDefault="00B86457" w:rsidP="005E0634">
            <w:pPr>
              <w:ind w:hanging="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14" w:type="dxa"/>
            <w:gridSpan w:val="3"/>
          </w:tcPr>
          <w:p w:rsidR="00B86457" w:rsidRPr="00E45CF9" w:rsidRDefault="00B86457" w:rsidP="005E06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727" w:type="dxa"/>
            <w:gridSpan w:val="2"/>
          </w:tcPr>
          <w:p w:rsidR="00B86457" w:rsidRPr="00E45CF9" w:rsidRDefault="00B86457" w:rsidP="005E0634">
            <w:pPr>
              <w:rPr>
                <w:sz w:val="24"/>
                <w:szCs w:val="24"/>
              </w:rPr>
            </w:pPr>
          </w:p>
        </w:tc>
        <w:tc>
          <w:tcPr>
            <w:tcW w:w="690" w:type="dxa"/>
            <w:gridSpan w:val="2"/>
          </w:tcPr>
          <w:p w:rsidR="00B86457" w:rsidRPr="00E45CF9" w:rsidRDefault="00B86457" w:rsidP="005E0634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</w:tcPr>
          <w:p w:rsidR="00B86457" w:rsidRPr="00E45CF9" w:rsidRDefault="00B86457" w:rsidP="005E0634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B86457" w:rsidRPr="00E45CF9" w:rsidRDefault="00B86457" w:rsidP="005E06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Забезпечен-ня боєготовно-сті підрозділів територіа-льної оборони</w:t>
            </w:r>
          </w:p>
        </w:tc>
      </w:tr>
      <w:tr w:rsidR="00B86457" w:rsidRPr="00E45CF9" w:rsidTr="00875C8D">
        <w:trPr>
          <w:cantSplit/>
          <w:trHeight w:val="1316"/>
          <w:tblHeader/>
        </w:trPr>
        <w:tc>
          <w:tcPr>
            <w:tcW w:w="9493" w:type="dxa"/>
            <w:gridSpan w:val="8"/>
          </w:tcPr>
          <w:p w:rsidR="00B86457" w:rsidRDefault="00B86457" w:rsidP="005E0634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lang w:val="ru-RU"/>
              </w:rPr>
              <w:pict>
                <v:shape id="Поле 8" o:spid="_x0000_s1040" type="#_x0000_t202" style="position:absolute;left:0;text-align:left;margin-left:335.15pt;margin-top:12.25pt;width:36.6pt;height:21.7pt;z-index:25166284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" stroked="f">
                  <v:textbox>
                    <w:txbxContent>
                      <w:p w:rsidR="00B86457" w:rsidRPr="00027A8B" w:rsidRDefault="00B86457" w:rsidP="005E0634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sz w:val="24"/>
                <w:szCs w:val="24"/>
              </w:rPr>
              <w:t>У</w:t>
            </w:r>
            <w:r w:rsidRPr="00E45CF9">
              <w:rPr>
                <w:sz w:val="24"/>
                <w:szCs w:val="24"/>
              </w:rPr>
              <w:t xml:space="preserve">сього за напрямком </w:t>
            </w:r>
            <w:r>
              <w:rPr>
                <w:sz w:val="24"/>
                <w:szCs w:val="24"/>
              </w:rPr>
              <w:t>3.2. Програми</w:t>
            </w:r>
          </w:p>
          <w:p w:rsidR="00B86457" w:rsidRPr="00E90F19" w:rsidRDefault="00B86457" w:rsidP="005E0634">
            <w:pPr>
              <w:rPr>
                <w:sz w:val="24"/>
                <w:szCs w:val="24"/>
              </w:rPr>
            </w:pPr>
          </w:p>
          <w:p w:rsidR="00B86457" w:rsidRPr="00E90F19" w:rsidRDefault="00B86457" w:rsidP="005E0634">
            <w:pPr>
              <w:tabs>
                <w:tab w:val="left" w:pos="4089"/>
              </w:tabs>
              <w:rPr>
                <w:sz w:val="24"/>
                <w:szCs w:val="24"/>
              </w:rPr>
            </w:pPr>
          </w:p>
        </w:tc>
        <w:tc>
          <w:tcPr>
            <w:tcW w:w="713" w:type="dxa"/>
            <w:textDirection w:val="btLr"/>
          </w:tcPr>
          <w:p w:rsidR="00B86457" w:rsidRDefault="00B86457" w:rsidP="005E0634">
            <w:pPr>
              <w:ind w:left="113" w:right="113"/>
              <w:jc w:val="right"/>
            </w:pPr>
            <w:r>
              <w:t xml:space="preserve">Міський </w:t>
            </w:r>
          </w:p>
          <w:p w:rsidR="00B86457" w:rsidRPr="0002771A" w:rsidRDefault="00B86457" w:rsidP="005E0634">
            <w:pPr>
              <w:ind w:left="113" w:right="113"/>
              <w:jc w:val="right"/>
            </w:pPr>
            <w:r w:rsidRPr="0002771A">
              <w:t>бюджет</w:t>
            </w:r>
          </w:p>
        </w:tc>
        <w:tc>
          <w:tcPr>
            <w:tcW w:w="918" w:type="dxa"/>
          </w:tcPr>
          <w:p w:rsidR="00B86457" w:rsidRPr="00313B03" w:rsidRDefault="00B86457" w:rsidP="005E0634">
            <w:pPr>
              <w:ind w:right="-1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635" w:type="dxa"/>
          </w:tcPr>
          <w:p w:rsidR="00B86457" w:rsidRPr="001875B4" w:rsidRDefault="00B86457" w:rsidP="005E06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  <w:p w:rsidR="00B86457" w:rsidRPr="001875B4" w:rsidRDefault="00B86457" w:rsidP="005E0634">
            <w:pPr>
              <w:rPr>
                <w:sz w:val="24"/>
                <w:szCs w:val="24"/>
              </w:rPr>
            </w:pPr>
          </w:p>
          <w:p w:rsidR="00B86457" w:rsidRPr="001875B4" w:rsidRDefault="00B86457" w:rsidP="005E0634">
            <w:pPr>
              <w:rPr>
                <w:sz w:val="24"/>
                <w:szCs w:val="24"/>
              </w:rPr>
            </w:pPr>
          </w:p>
          <w:p w:rsidR="00B86457" w:rsidRPr="001875B4" w:rsidRDefault="00B86457" w:rsidP="005E0634">
            <w:pPr>
              <w:rPr>
                <w:sz w:val="24"/>
                <w:szCs w:val="24"/>
              </w:rPr>
            </w:pPr>
          </w:p>
          <w:p w:rsidR="00B86457" w:rsidRPr="001875B4" w:rsidRDefault="00B86457" w:rsidP="005E0634">
            <w:pPr>
              <w:rPr>
                <w:sz w:val="24"/>
                <w:szCs w:val="24"/>
              </w:rPr>
            </w:pPr>
          </w:p>
        </w:tc>
        <w:tc>
          <w:tcPr>
            <w:tcW w:w="714" w:type="dxa"/>
            <w:gridSpan w:val="3"/>
          </w:tcPr>
          <w:p w:rsidR="00B86457" w:rsidRPr="00E45CF9" w:rsidRDefault="00B86457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727" w:type="dxa"/>
            <w:gridSpan w:val="2"/>
          </w:tcPr>
          <w:p w:rsidR="00B86457" w:rsidRPr="00E45CF9" w:rsidRDefault="00B86457" w:rsidP="005E06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0" w:type="dxa"/>
            <w:gridSpan w:val="2"/>
          </w:tcPr>
          <w:p w:rsidR="00B86457" w:rsidRPr="00E45CF9" w:rsidRDefault="00B86457" w:rsidP="005E06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0" w:type="dxa"/>
          </w:tcPr>
          <w:p w:rsidR="00B86457" w:rsidRPr="00E45CF9" w:rsidRDefault="00B86457" w:rsidP="005E06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B86457" w:rsidRPr="00E45CF9" w:rsidRDefault="00B86457" w:rsidP="005E0634">
            <w:pPr>
              <w:rPr>
                <w:sz w:val="24"/>
                <w:szCs w:val="24"/>
              </w:rPr>
            </w:pPr>
          </w:p>
        </w:tc>
      </w:tr>
      <w:tr w:rsidR="00B86457" w:rsidRPr="00E45CF9" w:rsidTr="00875C8D">
        <w:trPr>
          <w:cantSplit/>
          <w:trHeight w:val="1173"/>
          <w:tblHeader/>
        </w:trPr>
        <w:tc>
          <w:tcPr>
            <w:tcW w:w="9493" w:type="dxa"/>
            <w:gridSpan w:val="8"/>
          </w:tcPr>
          <w:p w:rsidR="00B86457" w:rsidRDefault="00B86457" w:rsidP="005E0634">
            <w:pPr>
              <w:jc w:val="center"/>
              <w:rPr>
                <w:noProof/>
                <w:sz w:val="24"/>
                <w:szCs w:val="24"/>
                <w:lang w:val="ru-RU"/>
              </w:rPr>
            </w:pPr>
            <w:r w:rsidRPr="00437B36">
              <w:rPr>
                <w:noProof/>
                <w:sz w:val="24"/>
                <w:szCs w:val="24"/>
                <w:lang w:val="ru-RU"/>
              </w:rPr>
              <w:t>Усього за напрямком 3 Програми</w:t>
            </w:r>
          </w:p>
          <w:p w:rsidR="00B86457" w:rsidRDefault="00B86457" w:rsidP="005E0634">
            <w:pPr>
              <w:rPr>
                <w:sz w:val="24"/>
                <w:szCs w:val="24"/>
                <w:lang w:val="ru-RU"/>
              </w:rPr>
            </w:pPr>
          </w:p>
          <w:p w:rsidR="00B86457" w:rsidRPr="00C2671C" w:rsidRDefault="00B86457" w:rsidP="005E0634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713" w:type="dxa"/>
            <w:textDirection w:val="btLr"/>
          </w:tcPr>
          <w:p w:rsidR="00B86457" w:rsidRDefault="00B86457" w:rsidP="005E0634">
            <w:pPr>
              <w:ind w:left="113" w:right="113"/>
              <w:jc w:val="center"/>
            </w:pPr>
            <w:r>
              <w:t>Міський</w:t>
            </w:r>
          </w:p>
          <w:p w:rsidR="00B86457" w:rsidRPr="0002771A" w:rsidRDefault="00B86457" w:rsidP="005E0634">
            <w:pPr>
              <w:ind w:left="113" w:right="113"/>
              <w:jc w:val="center"/>
            </w:pPr>
            <w:r>
              <w:t>бюджет</w:t>
            </w:r>
          </w:p>
        </w:tc>
        <w:tc>
          <w:tcPr>
            <w:tcW w:w="918" w:type="dxa"/>
          </w:tcPr>
          <w:p w:rsidR="00B86457" w:rsidRPr="00313B03" w:rsidRDefault="00B86457" w:rsidP="005E0634">
            <w:pPr>
              <w:ind w:left="-70" w:right="-7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113</w:t>
            </w:r>
          </w:p>
        </w:tc>
        <w:tc>
          <w:tcPr>
            <w:tcW w:w="635" w:type="dxa"/>
          </w:tcPr>
          <w:p w:rsidR="00B86457" w:rsidRPr="00E45CF9" w:rsidRDefault="00B86457" w:rsidP="005E0634">
            <w:pPr>
              <w:ind w:hanging="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714" w:type="dxa"/>
            <w:gridSpan w:val="3"/>
          </w:tcPr>
          <w:p w:rsidR="00B86457" w:rsidRPr="00E45CF9" w:rsidRDefault="00B86457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727" w:type="dxa"/>
            <w:gridSpan w:val="2"/>
          </w:tcPr>
          <w:p w:rsidR="00B86457" w:rsidRPr="00E45CF9" w:rsidRDefault="00B86457" w:rsidP="005E06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0" w:type="dxa"/>
            <w:gridSpan w:val="2"/>
          </w:tcPr>
          <w:p w:rsidR="00B86457" w:rsidRPr="00E45CF9" w:rsidRDefault="00B86457" w:rsidP="005E06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0" w:type="dxa"/>
          </w:tcPr>
          <w:p w:rsidR="00B86457" w:rsidRPr="00E45CF9" w:rsidRDefault="00B86457" w:rsidP="005E06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B86457" w:rsidRPr="00E45CF9" w:rsidRDefault="00B86457" w:rsidP="005E0634">
            <w:pPr>
              <w:rPr>
                <w:sz w:val="24"/>
                <w:szCs w:val="24"/>
              </w:rPr>
            </w:pPr>
          </w:p>
        </w:tc>
      </w:tr>
      <w:tr w:rsidR="00B86457" w:rsidRPr="00E45CF9" w:rsidTr="00875C8D">
        <w:trPr>
          <w:cantSplit/>
          <w:trHeight w:val="1190"/>
          <w:tblHeader/>
        </w:trPr>
        <w:tc>
          <w:tcPr>
            <w:tcW w:w="9493" w:type="dxa"/>
            <w:gridSpan w:val="8"/>
            <w:vMerge w:val="restart"/>
          </w:tcPr>
          <w:p w:rsidR="00B86457" w:rsidRPr="00E45CF9" w:rsidRDefault="00B86457" w:rsidP="005E0634">
            <w:pPr>
              <w:rPr>
                <w:b/>
                <w:sz w:val="24"/>
                <w:szCs w:val="24"/>
              </w:rPr>
            </w:pPr>
          </w:p>
          <w:p w:rsidR="00B86457" w:rsidRPr="00E45CF9" w:rsidRDefault="00B86457" w:rsidP="005E0634">
            <w:pPr>
              <w:jc w:val="center"/>
              <w:rPr>
                <w:b/>
                <w:sz w:val="24"/>
                <w:szCs w:val="24"/>
              </w:rPr>
            </w:pPr>
            <w:r w:rsidRPr="00E45CF9">
              <w:rPr>
                <w:b/>
                <w:sz w:val="24"/>
                <w:szCs w:val="24"/>
              </w:rPr>
              <w:t>Загальна сума по заходах Програми</w:t>
            </w:r>
          </w:p>
          <w:p w:rsidR="00B86457" w:rsidRPr="00E45CF9" w:rsidRDefault="00B86457" w:rsidP="005E06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3" w:type="dxa"/>
            <w:textDirection w:val="btLr"/>
            <w:vAlign w:val="center"/>
          </w:tcPr>
          <w:p w:rsidR="00B86457" w:rsidRPr="00875C8D" w:rsidRDefault="00B86457" w:rsidP="00875C8D">
            <w:pPr>
              <w:ind w:left="113" w:right="113"/>
              <w:jc w:val="center"/>
            </w:pPr>
            <w:r w:rsidRPr="00875C8D">
              <w:t>Обласний бюджет</w:t>
            </w:r>
          </w:p>
        </w:tc>
        <w:tc>
          <w:tcPr>
            <w:tcW w:w="918" w:type="dxa"/>
            <w:vAlign w:val="center"/>
          </w:tcPr>
          <w:p w:rsidR="00B86457" w:rsidRPr="00313B03" w:rsidRDefault="00B86457" w:rsidP="005E0634">
            <w:pPr>
              <w:ind w:left="-70" w:right="-70"/>
              <w:jc w:val="center"/>
              <w:rPr>
                <w:b/>
                <w:szCs w:val="28"/>
                <w:highlight w:val="yellow"/>
              </w:rPr>
            </w:pPr>
          </w:p>
        </w:tc>
        <w:tc>
          <w:tcPr>
            <w:tcW w:w="635" w:type="dxa"/>
            <w:vAlign w:val="center"/>
          </w:tcPr>
          <w:p w:rsidR="00B86457" w:rsidRPr="00E45CF9" w:rsidRDefault="00B86457" w:rsidP="005E0634">
            <w:pPr>
              <w:ind w:right="-70" w:hanging="69"/>
              <w:rPr>
                <w:b/>
                <w:szCs w:val="28"/>
              </w:rPr>
            </w:pPr>
          </w:p>
        </w:tc>
        <w:tc>
          <w:tcPr>
            <w:tcW w:w="714" w:type="dxa"/>
            <w:gridSpan w:val="3"/>
            <w:vAlign w:val="center"/>
          </w:tcPr>
          <w:p w:rsidR="00B86457" w:rsidRPr="00E45CF9" w:rsidRDefault="00B86457" w:rsidP="005E0634">
            <w:pPr>
              <w:rPr>
                <w:b/>
                <w:szCs w:val="28"/>
              </w:rPr>
            </w:pPr>
          </w:p>
        </w:tc>
        <w:tc>
          <w:tcPr>
            <w:tcW w:w="727" w:type="dxa"/>
            <w:gridSpan w:val="2"/>
            <w:vAlign w:val="center"/>
          </w:tcPr>
          <w:p w:rsidR="00B86457" w:rsidRPr="00E45CF9" w:rsidRDefault="00B86457" w:rsidP="005E0634">
            <w:pPr>
              <w:jc w:val="center"/>
              <w:rPr>
                <w:b/>
                <w:szCs w:val="28"/>
              </w:rPr>
            </w:pPr>
          </w:p>
        </w:tc>
        <w:tc>
          <w:tcPr>
            <w:tcW w:w="690" w:type="dxa"/>
            <w:gridSpan w:val="2"/>
            <w:vAlign w:val="center"/>
          </w:tcPr>
          <w:p w:rsidR="00B86457" w:rsidRPr="00E45CF9" w:rsidRDefault="00B86457" w:rsidP="005E0634">
            <w:pPr>
              <w:jc w:val="center"/>
              <w:rPr>
                <w:b/>
                <w:szCs w:val="28"/>
              </w:rPr>
            </w:pPr>
          </w:p>
        </w:tc>
        <w:tc>
          <w:tcPr>
            <w:tcW w:w="500" w:type="dxa"/>
            <w:vAlign w:val="center"/>
          </w:tcPr>
          <w:p w:rsidR="00B86457" w:rsidRPr="00E45CF9" w:rsidRDefault="00B86457" w:rsidP="005E0634">
            <w:pPr>
              <w:jc w:val="center"/>
              <w:rPr>
                <w:b/>
                <w:szCs w:val="28"/>
              </w:rPr>
            </w:pPr>
          </w:p>
        </w:tc>
        <w:tc>
          <w:tcPr>
            <w:tcW w:w="1418" w:type="dxa"/>
            <w:gridSpan w:val="2"/>
          </w:tcPr>
          <w:p w:rsidR="00B86457" w:rsidRPr="00E45CF9" w:rsidRDefault="00B86457" w:rsidP="005E0634">
            <w:pPr>
              <w:rPr>
                <w:sz w:val="24"/>
                <w:szCs w:val="24"/>
              </w:rPr>
            </w:pPr>
          </w:p>
        </w:tc>
      </w:tr>
      <w:tr w:rsidR="00B86457" w:rsidRPr="00E45CF9" w:rsidTr="00875C8D">
        <w:trPr>
          <w:cantSplit/>
          <w:trHeight w:val="1328"/>
          <w:tblHeader/>
        </w:trPr>
        <w:tc>
          <w:tcPr>
            <w:tcW w:w="9493" w:type="dxa"/>
            <w:gridSpan w:val="8"/>
            <w:vMerge/>
          </w:tcPr>
          <w:p w:rsidR="00B86457" w:rsidRPr="00E45CF9" w:rsidRDefault="00B86457" w:rsidP="005E063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13" w:type="dxa"/>
            <w:textDirection w:val="btLr"/>
            <w:vAlign w:val="center"/>
          </w:tcPr>
          <w:p w:rsidR="00B86457" w:rsidRPr="00875C8D" w:rsidRDefault="00B86457" w:rsidP="00875C8D">
            <w:pPr>
              <w:ind w:right="113"/>
              <w:jc w:val="center"/>
            </w:pPr>
            <w:r w:rsidRPr="00875C8D">
              <w:t>Міський</w:t>
            </w:r>
          </w:p>
          <w:p w:rsidR="00B86457" w:rsidRPr="00875C8D" w:rsidRDefault="00B86457" w:rsidP="00875C8D">
            <w:pPr>
              <w:ind w:right="113"/>
              <w:jc w:val="center"/>
            </w:pPr>
            <w:r w:rsidRPr="00875C8D">
              <w:t>бюджет</w:t>
            </w:r>
          </w:p>
        </w:tc>
        <w:tc>
          <w:tcPr>
            <w:tcW w:w="918" w:type="dxa"/>
            <w:vAlign w:val="center"/>
          </w:tcPr>
          <w:p w:rsidR="00B86457" w:rsidRPr="00354523" w:rsidRDefault="00B86457" w:rsidP="005E0634">
            <w:pPr>
              <w:ind w:left="-70" w:right="-7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136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24</w:t>
            </w:r>
          </w:p>
        </w:tc>
        <w:tc>
          <w:tcPr>
            <w:tcW w:w="635" w:type="dxa"/>
            <w:vAlign w:val="center"/>
          </w:tcPr>
          <w:p w:rsidR="00B86457" w:rsidRPr="004D0E3A" w:rsidRDefault="00B86457" w:rsidP="00354523">
            <w:pPr>
              <w:ind w:right="-70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64,24</w:t>
            </w:r>
          </w:p>
        </w:tc>
        <w:tc>
          <w:tcPr>
            <w:tcW w:w="714" w:type="dxa"/>
            <w:gridSpan w:val="3"/>
            <w:vAlign w:val="center"/>
          </w:tcPr>
          <w:p w:rsidR="00B86457" w:rsidRPr="004D0E3A" w:rsidRDefault="00B86457" w:rsidP="005E0634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72</w:t>
            </w:r>
          </w:p>
        </w:tc>
        <w:tc>
          <w:tcPr>
            <w:tcW w:w="727" w:type="dxa"/>
            <w:gridSpan w:val="2"/>
            <w:vAlign w:val="center"/>
          </w:tcPr>
          <w:p w:rsidR="00B86457" w:rsidRPr="00E45CF9" w:rsidRDefault="00B86457" w:rsidP="005E0634">
            <w:pPr>
              <w:jc w:val="center"/>
              <w:rPr>
                <w:b/>
                <w:szCs w:val="28"/>
              </w:rPr>
            </w:pPr>
          </w:p>
        </w:tc>
        <w:tc>
          <w:tcPr>
            <w:tcW w:w="690" w:type="dxa"/>
            <w:gridSpan w:val="2"/>
            <w:vAlign w:val="center"/>
          </w:tcPr>
          <w:p w:rsidR="00B86457" w:rsidRPr="00E45CF9" w:rsidRDefault="00B86457" w:rsidP="005E0634">
            <w:pPr>
              <w:jc w:val="center"/>
              <w:rPr>
                <w:b/>
                <w:szCs w:val="28"/>
              </w:rPr>
            </w:pPr>
          </w:p>
        </w:tc>
        <w:tc>
          <w:tcPr>
            <w:tcW w:w="500" w:type="dxa"/>
            <w:vAlign w:val="center"/>
          </w:tcPr>
          <w:p w:rsidR="00B86457" w:rsidRPr="00E45CF9" w:rsidRDefault="00B86457" w:rsidP="005E0634">
            <w:pPr>
              <w:jc w:val="center"/>
              <w:rPr>
                <w:b/>
                <w:szCs w:val="28"/>
              </w:rPr>
            </w:pPr>
          </w:p>
        </w:tc>
        <w:tc>
          <w:tcPr>
            <w:tcW w:w="1418" w:type="dxa"/>
            <w:gridSpan w:val="2"/>
          </w:tcPr>
          <w:p w:rsidR="00B86457" w:rsidRPr="00E45CF9" w:rsidRDefault="00B86457" w:rsidP="005E0634">
            <w:pPr>
              <w:rPr>
                <w:sz w:val="24"/>
                <w:szCs w:val="24"/>
              </w:rPr>
            </w:pPr>
          </w:p>
        </w:tc>
      </w:tr>
      <w:tr w:rsidR="00B86457" w:rsidRPr="00E45CF9" w:rsidTr="00875C8D">
        <w:trPr>
          <w:cantSplit/>
          <w:trHeight w:val="1316"/>
          <w:tblHeader/>
        </w:trPr>
        <w:tc>
          <w:tcPr>
            <w:tcW w:w="9493" w:type="dxa"/>
            <w:gridSpan w:val="8"/>
            <w:vMerge/>
          </w:tcPr>
          <w:p w:rsidR="00B86457" w:rsidRPr="00E45CF9" w:rsidRDefault="00B86457" w:rsidP="005E063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13" w:type="dxa"/>
            <w:textDirection w:val="btLr"/>
            <w:vAlign w:val="center"/>
          </w:tcPr>
          <w:p w:rsidR="00B86457" w:rsidRDefault="00B86457" w:rsidP="005E0634">
            <w:pPr>
              <w:spacing w:after="20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Усього</w:t>
            </w:r>
          </w:p>
        </w:tc>
        <w:tc>
          <w:tcPr>
            <w:tcW w:w="918" w:type="dxa"/>
            <w:vAlign w:val="center"/>
          </w:tcPr>
          <w:p w:rsidR="00B86457" w:rsidRPr="004D0E3A" w:rsidRDefault="00B86457" w:rsidP="00354523">
            <w:pPr>
              <w:ind w:left="-70" w:right="-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136,24</w:t>
            </w:r>
          </w:p>
        </w:tc>
        <w:tc>
          <w:tcPr>
            <w:tcW w:w="635" w:type="dxa"/>
            <w:vAlign w:val="center"/>
          </w:tcPr>
          <w:p w:rsidR="00B86457" w:rsidRPr="004D0E3A" w:rsidRDefault="00B86457" w:rsidP="005E0634">
            <w:pPr>
              <w:ind w:right="-70" w:hanging="69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64,24</w:t>
            </w:r>
          </w:p>
        </w:tc>
        <w:tc>
          <w:tcPr>
            <w:tcW w:w="714" w:type="dxa"/>
            <w:gridSpan w:val="3"/>
            <w:vAlign w:val="center"/>
          </w:tcPr>
          <w:p w:rsidR="00B86457" w:rsidRPr="004D0E3A" w:rsidRDefault="00B86457" w:rsidP="005E0634">
            <w:pPr>
              <w:rPr>
                <w:sz w:val="24"/>
                <w:szCs w:val="28"/>
              </w:rPr>
            </w:pPr>
            <w:r w:rsidRPr="004D0E3A">
              <w:rPr>
                <w:sz w:val="24"/>
                <w:szCs w:val="28"/>
              </w:rPr>
              <w:t>72</w:t>
            </w:r>
          </w:p>
        </w:tc>
        <w:tc>
          <w:tcPr>
            <w:tcW w:w="727" w:type="dxa"/>
            <w:gridSpan w:val="2"/>
            <w:vAlign w:val="center"/>
          </w:tcPr>
          <w:p w:rsidR="00B86457" w:rsidRPr="00E45CF9" w:rsidRDefault="00B86457" w:rsidP="005E0634">
            <w:pPr>
              <w:jc w:val="center"/>
              <w:rPr>
                <w:b/>
                <w:szCs w:val="28"/>
              </w:rPr>
            </w:pPr>
          </w:p>
        </w:tc>
        <w:tc>
          <w:tcPr>
            <w:tcW w:w="690" w:type="dxa"/>
            <w:gridSpan w:val="2"/>
            <w:vAlign w:val="center"/>
          </w:tcPr>
          <w:p w:rsidR="00B86457" w:rsidRPr="00E45CF9" w:rsidRDefault="00B86457" w:rsidP="005E0634">
            <w:pPr>
              <w:jc w:val="center"/>
              <w:rPr>
                <w:b/>
                <w:szCs w:val="28"/>
              </w:rPr>
            </w:pPr>
          </w:p>
        </w:tc>
        <w:tc>
          <w:tcPr>
            <w:tcW w:w="500" w:type="dxa"/>
            <w:vAlign w:val="center"/>
          </w:tcPr>
          <w:p w:rsidR="00B86457" w:rsidRPr="00E45CF9" w:rsidRDefault="00B86457" w:rsidP="005E0634">
            <w:pPr>
              <w:jc w:val="center"/>
              <w:rPr>
                <w:b/>
                <w:szCs w:val="28"/>
              </w:rPr>
            </w:pPr>
          </w:p>
        </w:tc>
        <w:tc>
          <w:tcPr>
            <w:tcW w:w="1418" w:type="dxa"/>
            <w:gridSpan w:val="2"/>
          </w:tcPr>
          <w:p w:rsidR="00B86457" w:rsidRPr="00E45CF9" w:rsidRDefault="00B86457" w:rsidP="005E0634">
            <w:pPr>
              <w:rPr>
                <w:sz w:val="24"/>
                <w:szCs w:val="24"/>
              </w:rPr>
            </w:pPr>
          </w:p>
        </w:tc>
      </w:tr>
    </w:tbl>
    <w:p w:rsidR="00B86457" w:rsidRDefault="00B86457" w:rsidP="005E0634"/>
    <w:p w:rsidR="00B86457" w:rsidRDefault="00B86457" w:rsidP="005E0634"/>
    <w:p w:rsidR="00B86457" w:rsidRPr="002726E2" w:rsidRDefault="00B86457" w:rsidP="005E0634">
      <w:pPr>
        <w:rPr>
          <w:b/>
          <w:sz w:val="28"/>
        </w:rPr>
      </w:pPr>
    </w:p>
    <w:p w:rsidR="00B86457" w:rsidRDefault="00B86457" w:rsidP="005E0634">
      <w:pPr>
        <w:jc w:val="both"/>
        <w:rPr>
          <w:b/>
          <w:sz w:val="28"/>
          <w:szCs w:val="28"/>
        </w:rPr>
      </w:pPr>
    </w:p>
    <w:p w:rsidR="00B86457" w:rsidRDefault="00B86457" w:rsidP="005E0634">
      <w:pPr>
        <w:jc w:val="both"/>
        <w:rPr>
          <w:b/>
          <w:sz w:val="28"/>
          <w:szCs w:val="28"/>
        </w:rPr>
      </w:pPr>
    </w:p>
    <w:p w:rsidR="00B86457" w:rsidRDefault="00B86457" w:rsidP="005E063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B86457" w:rsidRPr="00C2671C" w:rsidRDefault="00B86457" w:rsidP="005E0634">
      <w:pPr>
        <w:jc w:val="both"/>
        <w:rPr>
          <w:b/>
          <w:sz w:val="28"/>
          <w:szCs w:val="28"/>
        </w:rPr>
      </w:pPr>
    </w:p>
    <w:p w:rsidR="00B86457" w:rsidRDefault="00B86457"/>
    <w:sectPr w:rsidR="00B86457" w:rsidSect="0030631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6457" w:rsidRDefault="00B86457" w:rsidP="006676D6">
      <w:r>
        <w:separator/>
      </w:r>
    </w:p>
  </w:endnote>
  <w:endnote w:type="continuationSeparator" w:id="0">
    <w:p w:rsidR="00B86457" w:rsidRDefault="00B86457" w:rsidP="006676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Calibri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PT Sans Narrow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6457" w:rsidRDefault="00B86457">
    <w:pPr>
      <w:pStyle w:val="Footer"/>
      <w:jc w:val="right"/>
    </w:pPr>
    <w:r w:rsidRPr="00CA6F33">
      <w:rPr>
        <w:rFonts w:ascii="Times New Roman" w:hAnsi="Times New Roman"/>
        <w:sz w:val="24"/>
      </w:rPr>
      <w:fldChar w:fldCharType="begin"/>
    </w:r>
    <w:r w:rsidRPr="00CA6F33">
      <w:rPr>
        <w:rFonts w:ascii="Times New Roman" w:hAnsi="Times New Roman"/>
        <w:sz w:val="24"/>
      </w:rPr>
      <w:instrText>PAGE   \* MERGEFORMAT</w:instrText>
    </w:r>
    <w:r w:rsidRPr="00CA6F33">
      <w:rPr>
        <w:rFonts w:ascii="Times New Roman" w:hAnsi="Times New Roman"/>
        <w:sz w:val="24"/>
      </w:rPr>
      <w:fldChar w:fldCharType="separate"/>
    </w:r>
    <w:r w:rsidRPr="00A90CDF">
      <w:rPr>
        <w:rFonts w:ascii="Times New Roman" w:hAnsi="Times New Roman"/>
        <w:noProof/>
        <w:sz w:val="24"/>
        <w:lang w:val="ru-RU"/>
      </w:rPr>
      <w:t>2</w:t>
    </w:r>
    <w:r w:rsidRPr="00CA6F33">
      <w:rPr>
        <w:rFonts w:ascii="Times New Roman" w:hAnsi="Times New Roman"/>
        <w:sz w:val="24"/>
      </w:rPr>
      <w:fldChar w:fldCharType="end"/>
    </w:r>
  </w:p>
  <w:p w:rsidR="00B86457" w:rsidRDefault="00B8645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6457" w:rsidRDefault="00B86457">
    <w:pPr>
      <w:pStyle w:val="Footer"/>
      <w:jc w:val="right"/>
    </w:pPr>
  </w:p>
  <w:p w:rsidR="00B86457" w:rsidRDefault="00B8645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6457" w:rsidRDefault="00B86457" w:rsidP="006676D6">
      <w:r>
        <w:separator/>
      </w:r>
    </w:p>
  </w:footnote>
  <w:footnote w:type="continuationSeparator" w:id="0">
    <w:p w:rsidR="00B86457" w:rsidRDefault="00B86457" w:rsidP="006676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6457" w:rsidRDefault="00B86457" w:rsidP="005E063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B86457" w:rsidRDefault="00B8645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6457" w:rsidRDefault="00B86457" w:rsidP="005E0634">
    <w:pPr>
      <w:pStyle w:val="Header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F7541"/>
    <w:multiLevelType w:val="hybridMultilevel"/>
    <w:tmpl w:val="BB3C6C38"/>
    <w:lvl w:ilvl="0" w:tplc="006EE570">
      <w:start w:val="3"/>
      <w:numFmt w:val="bullet"/>
      <w:lvlText w:val="-"/>
      <w:lvlJc w:val="left"/>
      <w:pPr>
        <w:ind w:left="1056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1">
    <w:nsid w:val="13E62231"/>
    <w:multiLevelType w:val="hybridMultilevel"/>
    <w:tmpl w:val="E8E8CF9A"/>
    <w:lvl w:ilvl="0" w:tplc="3DAC53D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17821A53"/>
    <w:multiLevelType w:val="hybridMultilevel"/>
    <w:tmpl w:val="2E8288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D50FAF"/>
    <w:multiLevelType w:val="hybridMultilevel"/>
    <w:tmpl w:val="4D2E3F1A"/>
    <w:lvl w:ilvl="0" w:tplc="EDFC76D6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4">
    <w:nsid w:val="4D753D7F"/>
    <w:multiLevelType w:val="hybridMultilevel"/>
    <w:tmpl w:val="ACDCEB2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4B33100"/>
    <w:multiLevelType w:val="multilevel"/>
    <w:tmpl w:val="E47C188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6">
    <w:nsid w:val="5AE7203A"/>
    <w:multiLevelType w:val="hybridMultilevel"/>
    <w:tmpl w:val="58AE8A9A"/>
    <w:lvl w:ilvl="0" w:tplc="D2909DC0">
      <w:start w:val="3"/>
      <w:numFmt w:val="decimal"/>
      <w:lvlText w:val="%1."/>
      <w:lvlJc w:val="left"/>
      <w:pPr>
        <w:ind w:left="1275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  <w:rPr>
        <w:rFonts w:cs="Times New Roman"/>
      </w:rPr>
    </w:lvl>
  </w:abstractNum>
  <w:abstractNum w:abstractNumId="7">
    <w:nsid w:val="6FA27341"/>
    <w:multiLevelType w:val="hybridMultilevel"/>
    <w:tmpl w:val="B69859C2"/>
    <w:lvl w:ilvl="0" w:tplc="3AAADB66">
      <w:start w:val="1"/>
      <w:numFmt w:val="decimal"/>
      <w:lvlText w:val="%1."/>
      <w:lvlJc w:val="left"/>
      <w:pPr>
        <w:ind w:left="134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9" w:hanging="180"/>
      </w:pPr>
      <w:rPr>
        <w:rFonts w:cs="Times New Roman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7"/>
  </w:num>
  <w:num w:numId="5">
    <w:abstractNumId w:val="6"/>
  </w:num>
  <w:num w:numId="6">
    <w:abstractNumId w:val="0"/>
  </w:num>
  <w:num w:numId="7">
    <w:abstractNumId w:val="1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5002A"/>
    <w:rsid w:val="00023E27"/>
    <w:rsid w:val="0002771A"/>
    <w:rsid w:val="00027A8B"/>
    <w:rsid w:val="00030D9E"/>
    <w:rsid w:val="000319CA"/>
    <w:rsid w:val="0005002A"/>
    <w:rsid w:val="00057A03"/>
    <w:rsid w:val="000676BD"/>
    <w:rsid w:val="00073416"/>
    <w:rsid w:val="000A1E47"/>
    <w:rsid w:val="000E11B7"/>
    <w:rsid w:val="0010722C"/>
    <w:rsid w:val="00141511"/>
    <w:rsid w:val="00151059"/>
    <w:rsid w:val="001515EF"/>
    <w:rsid w:val="00175992"/>
    <w:rsid w:val="00184E92"/>
    <w:rsid w:val="001875B4"/>
    <w:rsid w:val="00192247"/>
    <w:rsid w:val="0019237A"/>
    <w:rsid w:val="001A0573"/>
    <w:rsid w:val="001B6F9C"/>
    <w:rsid w:val="001C5C3E"/>
    <w:rsid w:val="001D687F"/>
    <w:rsid w:val="002155CD"/>
    <w:rsid w:val="00231B99"/>
    <w:rsid w:val="002406EE"/>
    <w:rsid w:val="00256A00"/>
    <w:rsid w:val="002726E2"/>
    <w:rsid w:val="00272FBB"/>
    <w:rsid w:val="002A0B99"/>
    <w:rsid w:val="002F1AB1"/>
    <w:rsid w:val="00306314"/>
    <w:rsid w:val="00313B03"/>
    <w:rsid w:val="00354523"/>
    <w:rsid w:val="003B05F8"/>
    <w:rsid w:val="003E65F9"/>
    <w:rsid w:val="003E7EE6"/>
    <w:rsid w:val="00401B8F"/>
    <w:rsid w:val="00437B36"/>
    <w:rsid w:val="004529A7"/>
    <w:rsid w:val="00453A41"/>
    <w:rsid w:val="00461FDA"/>
    <w:rsid w:val="004A6BC6"/>
    <w:rsid w:val="004D0E3A"/>
    <w:rsid w:val="004E1178"/>
    <w:rsid w:val="005047AE"/>
    <w:rsid w:val="0051547A"/>
    <w:rsid w:val="0055638E"/>
    <w:rsid w:val="005A4F6B"/>
    <w:rsid w:val="005D1897"/>
    <w:rsid w:val="005D41DE"/>
    <w:rsid w:val="005E0634"/>
    <w:rsid w:val="006117EF"/>
    <w:rsid w:val="00650FFC"/>
    <w:rsid w:val="00661618"/>
    <w:rsid w:val="006676D6"/>
    <w:rsid w:val="006B2162"/>
    <w:rsid w:val="006E1935"/>
    <w:rsid w:val="006F1C11"/>
    <w:rsid w:val="00701C75"/>
    <w:rsid w:val="00711531"/>
    <w:rsid w:val="00720E6C"/>
    <w:rsid w:val="00740DEB"/>
    <w:rsid w:val="0079500B"/>
    <w:rsid w:val="007B688D"/>
    <w:rsid w:val="007B75F5"/>
    <w:rsid w:val="007F54F4"/>
    <w:rsid w:val="008444DD"/>
    <w:rsid w:val="008454CB"/>
    <w:rsid w:val="008555DC"/>
    <w:rsid w:val="00857D33"/>
    <w:rsid w:val="008735E8"/>
    <w:rsid w:val="00875C8D"/>
    <w:rsid w:val="008B6429"/>
    <w:rsid w:val="009007C7"/>
    <w:rsid w:val="0092649F"/>
    <w:rsid w:val="009469CC"/>
    <w:rsid w:val="00952D2C"/>
    <w:rsid w:val="00967883"/>
    <w:rsid w:val="00982B23"/>
    <w:rsid w:val="009C38B9"/>
    <w:rsid w:val="009E3CF3"/>
    <w:rsid w:val="009E7DC3"/>
    <w:rsid w:val="009F1781"/>
    <w:rsid w:val="00A35BCF"/>
    <w:rsid w:val="00A42F21"/>
    <w:rsid w:val="00A77910"/>
    <w:rsid w:val="00A85F37"/>
    <w:rsid w:val="00A90CDF"/>
    <w:rsid w:val="00A91E06"/>
    <w:rsid w:val="00AC56A8"/>
    <w:rsid w:val="00B1215E"/>
    <w:rsid w:val="00B16605"/>
    <w:rsid w:val="00B30F37"/>
    <w:rsid w:val="00B340AC"/>
    <w:rsid w:val="00B86457"/>
    <w:rsid w:val="00B95C57"/>
    <w:rsid w:val="00BC5E9D"/>
    <w:rsid w:val="00BE766A"/>
    <w:rsid w:val="00C121A6"/>
    <w:rsid w:val="00C25B4B"/>
    <w:rsid w:val="00C2671C"/>
    <w:rsid w:val="00C52DEB"/>
    <w:rsid w:val="00C6355C"/>
    <w:rsid w:val="00CA6F33"/>
    <w:rsid w:val="00CB7BB7"/>
    <w:rsid w:val="00D5517C"/>
    <w:rsid w:val="00D63B96"/>
    <w:rsid w:val="00D96A2B"/>
    <w:rsid w:val="00DC7FDB"/>
    <w:rsid w:val="00DE294A"/>
    <w:rsid w:val="00E125EA"/>
    <w:rsid w:val="00E326D5"/>
    <w:rsid w:val="00E4264B"/>
    <w:rsid w:val="00E4365B"/>
    <w:rsid w:val="00E45CF9"/>
    <w:rsid w:val="00E90F19"/>
    <w:rsid w:val="00EB03C0"/>
    <w:rsid w:val="00F30BA9"/>
    <w:rsid w:val="00F65221"/>
    <w:rsid w:val="00FB1CEB"/>
    <w:rsid w:val="00FD29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0634"/>
    <w:pPr>
      <w:autoSpaceDE w:val="0"/>
      <w:autoSpaceDN w:val="0"/>
    </w:pPr>
    <w:rPr>
      <w:rFonts w:ascii="Times New Roman" w:eastAsia="Times New Roman" w:hAnsi="Times New Roman"/>
      <w:sz w:val="20"/>
      <w:szCs w:val="20"/>
      <w:lang w:val="uk-UA"/>
    </w:rPr>
  </w:style>
  <w:style w:type="paragraph" w:styleId="Heading1">
    <w:name w:val="heading 1"/>
    <w:aliases w:val="Знак"/>
    <w:basedOn w:val="Normal"/>
    <w:next w:val="Normal"/>
    <w:link w:val="Heading1Char"/>
    <w:uiPriority w:val="99"/>
    <w:qFormat/>
    <w:rsid w:val="005E0634"/>
    <w:pPr>
      <w:keepNext/>
      <w:shd w:val="clear" w:color="auto" w:fill="FFFFFF"/>
      <w:jc w:val="center"/>
      <w:outlineLvl w:val="0"/>
    </w:pPr>
    <w:rPr>
      <w:color w:val="000000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E0634"/>
    <w:pPr>
      <w:keepNext/>
      <w:keepLines/>
      <w:spacing w:before="40"/>
      <w:outlineLvl w:val="2"/>
    </w:pPr>
    <w:rPr>
      <w:rFonts w:ascii="Calibri Light" w:hAnsi="Calibri Light"/>
      <w:color w:val="1F4D78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9"/>
    <w:qFormat/>
    <w:rsid w:val="005E0634"/>
    <w:pPr>
      <w:keepNext/>
      <w:keepLines/>
      <w:spacing w:before="40"/>
      <w:outlineLvl w:val="5"/>
    </w:pPr>
    <w:rPr>
      <w:rFonts w:ascii="Calibri Light" w:hAnsi="Calibri Light"/>
      <w:color w:val="1F4D7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Знак Char"/>
    <w:basedOn w:val="DefaultParagraphFont"/>
    <w:link w:val="Heading1"/>
    <w:uiPriority w:val="99"/>
    <w:locked/>
    <w:rsid w:val="005E0634"/>
    <w:rPr>
      <w:rFonts w:ascii="Times New Roman" w:hAnsi="Times New Roman" w:cs="Times New Roman"/>
      <w:color w:val="000000"/>
      <w:sz w:val="32"/>
      <w:szCs w:val="32"/>
      <w:shd w:val="clear" w:color="auto" w:fill="FFFFFF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E0634"/>
    <w:rPr>
      <w:rFonts w:ascii="Calibri Light" w:hAnsi="Calibri Light" w:cs="Times New Roman"/>
      <w:color w:val="1F4D78"/>
      <w:sz w:val="24"/>
      <w:szCs w:val="24"/>
      <w:lang w:val="uk-UA" w:eastAsia="ru-RU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5E0634"/>
    <w:rPr>
      <w:rFonts w:ascii="Calibri Light" w:hAnsi="Calibri Light" w:cs="Times New Roman"/>
      <w:color w:val="1F4D78"/>
      <w:sz w:val="20"/>
      <w:szCs w:val="20"/>
      <w:lang w:val="uk-UA" w:eastAsia="ru-RU"/>
    </w:rPr>
  </w:style>
  <w:style w:type="paragraph" w:styleId="Title">
    <w:name w:val="Title"/>
    <w:basedOn w:val="Normal"/>
    <w:link w:val="TitleChar"/>
    <w:uiPriority w:val="99"/>
    <w:qFormat/>
    <w:rsid w:val="005E0634"/>
    <w:pPr>
      <w:autoSpaceDE/>
      <w:autoSpaceDN/>
      <w:jc w:val="center"/>
    </w:pPr>
    <w:rPr>
      <w:sz w:val="24"/>
    </w:rPr>
  </w:style>
  <w:style w:type="character" w:customStyle="1" w:styleId="TitleChar">
    <w:name w:val="Title Char"/>
    <w:basedOn w:val="DefaultParagraphFont"/>
    <w:link w:val="Title"/>
    <w:uiPriority w:val="99"/>
    <w:locked/>
    <w:rsid w:val="005E0634"/>
    <w:rPr>
      <w:rFonts w:ascii="Times New Roman" w:hAnsi="Times New Roman" w:cs="Times New Roman"/>
      <w:sz w:val="20"/>
      <w:szCs w:val="20"/>
      <w:lang w:val="uk-UA" w:eastAsia="ru-RU"/>
    </w:rPr>
  </w:style>
  <w:style w:type="paragraph" w:customStyle="1" w:styleId="a">
    <w:name w:val="Знак Знак Знак Знак Знак Знак Знак"/>
    <w:basedOn w:val="Normal"/>
    <w:uiPriority w:val="99"/>
    <w:rsid w:val="005E0634"/>
    <w:pPr>
      <w:autoSpaceDE/>
      <w:autoSpaceDN/>
    </w:pPr>
    <w:rPr>
      <w:rFonts w:ascii="Verdana" w:hAnsi="Verdana" w:cs="Verdana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5E0634"/>
    <w:pPr>
      <w:autoSpaceDE/>
      <w:autoSpaceDN/>
      <w:spacing w:after="120"/>
    </w:pPr>
    <w:rPr>
      <w:sz w:val="24"/>
      <w:szCs w:val="24"/>
      <w:lang w:val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5E0634"/>
    <w:rPr>
      <w:rFonts w:ascii="Times New Roman" w:hAnsi="Times New Roman" w:cs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rsid w:val="005E0634"/>
    <w:rPr>
      <w:rFonts w:cs="Times New Roman"/>
      <w:color w:val="0000FF"/>
      <w:u w:val="single"/>
    </w:rPr>
  </w:style>
  <w:style w:type="paragraph" w:styleId="TOC1">
    <w:name w:val="toc 1"/>
    <w:basedOn w:val="Normal"/>
    <w:next w:val="Normal"/>
    <w:autoRedefine/>
    <w:uiPriority w:val="99"/>
    <w:rsid w:val="005E0634"/>
    <w:pPr>
      <w:tabs>
        <w:tab w:val="right" w:leader="dot" w:pos="9629"/>
      </w:tabs>
      <w:autoSpaceDE/>
      <w:autoSpaceDN/>
      <w:spacing w:line="310" w:lineRule="exact"/>
      <w:jc w:val="both"/>
    </w:pPr>
    <w:rPr>
      <w:rFonts w:eastAsia="Calibri"/>
      <w:noProof/>
      <w:sz w:val="28"/>
      <w:szCs w:val="28"/>
      <w:lang w:eastAsia="en-US"/>
    </w:rPr>
  </w:style>
  <w:style w:type="paragraph" w:styleId="TOC3">
    <w:name w:val="toc 3"/>
    <w:basedOn w:val="Normal"/>
    <w:next w:val="Normal"/>
    <w:autoRedefine/>
    <w:uiPriority w:val="99"/>
    <w:rsid w:val="005E0634"/>
    <w:pPr>
      <w:tabs>
        <w:tab w:val="right" w:leader="dot" w:pos="9628"/>
      </w:tabs>
      <w:autoSpaceDE/>
      <w:autoSpaceDN/>
      <w:spacing w:line="300" w:lineRule="exact"/>
      <w:ind w:right="-142"/>
      <w:jc w:val="both"/>
    </w:pPr>
    <w:rPr>
      <w:rFonts w:eastAsia="Calibri"/>
      <w:noProof/>
      <w:spacing w:val="-2"/>
      <w:sz w:val="28"/>
      <w:szCs w:val="28"/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5E0634"/>
    <w:pPr>
      <w:autoSpaceDE/>
      <w:autoSpaceDN/>
      <w:ind w:firstLine="720"/>
      <w:jc w:val="both"/>
    </w:pPr>
    <w:rPr>
      <w:sz w:val="28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5E0634"/>
    <w:rPr>
      <w:rFonts w:ascii="Times New Roman" w:hAnsi="Times New Roman" w:cs="Times New Roman"/>
      <w:sz w:val="24"/>
      <w:szCs w:val="24"/>
      <w:lang w:val="uk-UA" w:eastAsia="ru-RU"/>
    </w:rPr>
  </w:style>
  <w:style w:type="character" w:customStyle="1" w:styleId="apple-converted-space">
    <w:name w:val="apple-converted-space"/>
    <w:basedOn w:val="DefaultParagraphFont"/>
    <w:uiPriority w:val="99"/>
    <w:rsid w:val="005E0634"/>
    <w:rPr>
      <w:rFonts w:cs="Times New Roman"/>
    </w:rPr>
  </w:style>
  <w:style w:type="table" w:styleId="TableGrid">
    <w:name w:val="Table Grid"/>
    <w:basedOn w:val="TableNormal"/>
    <w:uiPriority w:val="99"/>
    <w:rsid w:val="005E063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5E0634"/>
    <w:pPr>
      <w:ind w:left="720"/>
      <w:contextualSpacing/>
    </w:pPr>
  </w:style>
  <w:style w:type="paragraph" w:styleId="BodyTextIndent2">
    <w:name w:val="Body Text Indent 2"/>
    <w:basedOn w:val="Normal"/>
    <w:link w:val="BodyTextIndent2Char"/>
    <w:uiPriority w:val="99"/>
    <w:rsid w:val="005E0634"/>
    <w:pPr>
      <w:widowControl w:val="0"/>
      <w:adjustRightInd w:val="0"/>
      <w:spacing w:after="120" w:line="480" w:lineRule="auto"/>
      <w:ind w:left="283"/>
    </w:pPr>
    <w:rPr>
      <w:lang w:val="ru-RU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5E0634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0">
    <w:name w:val="Основной текст_"/>
    <w:link w:val="5"/>
    <w:uiPriority w:val="99"/>
    <w:locked/>
    <w:rsid w:val="005E0634"/>
    <w:rPr>
      <w:sz w:val="28"/>
      <w:shd w:val="clear" w:color="auto" w:fill="FFFFFF"/>
    </w:rPr>
  </w:style>
  <w:style w:type="paragraph" w:customStyle="1" w:styleId="5">
    <w:name w:val="Основной текст5"/>
    <w:basedOn w:val="Normal"/>
    <w:link w:val="a0"/>
    <w:uiPriority w:val="99"/>
    <w:rsid w:val="005E0634"/>
    <w:pPr>
      <w:widowControl w:val="0"/>
      <w:shd w:val="clear" w:color="auto" w:fill="FFFFFF"/>
      <w:autoSpaceDE/>
      <w:autoSpaceDN/>
      <w:spacing w:line="377" w:lineRule="exact"/>
      <w:jc w:val="both"/>
    </w:pPr>
    <w:rPr>
      <w:rFonts w:ascii="Calibri" w:eastAsia="Calibri" w:hAnsi="Calibri"/>
      <w:sz w:val="28"/>
      <w:szCs w:val="28"/>
      <w:lang w:val="ru-RU"/>
    </w:rPr>
  </w:style>
  <w:style w:type="paragraph" w:styleId="BodyText3">
    <w:name w:val="Body Text 3"/>
    <w:basedOn w:val="Normal"/>
    <w:link w:val="BodyText3Char"/>
    <w:uiPriority w:val="99"/>
    <w:semiHidden/>
    <w:rsid w:val="005E0634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5E0634"/>
    <w:rPr>
      <w:rFonts w:ascii="Times New Roman" w:hAnsi="Times New Roman" w:cs="Times New Roman"/>
      <w:sz w:val="16"/>
      <w:szCs w:val="16"/>
      <w:lang w:val="uk-UA" w:eastAsia="ru-RU"/>
    </w:rPr>
  </w:style>
  <w:style w:type="paragraph" w:styleId="NoSpacing">
    <w:name w:val="No Spacing"/>
    <w:uiPriority w:val="99"/>
    <w:qFormat/>
    <w:rsid w:val="005E0634"/>
    <w:rPr>
      <w:lang w:eastAsia="en-US"/>
    </w:rPr>
  </w:style>
  <w:style w:type="paragraph" w:styleId="Header">
    <w:name w:val="header"/>
    <w:basedOn w:val="Normal"/>
    <w:link w:val="HeaderChar"/>
    <w:uiPriority w:val="99"/>
    <w:rsid w:val="005E0634"/>
    <w:pPr>
      <w:tabs>
        <w:tab w:val="center" w:pos="4677"/>
        <w:tab w:val="right" w:pos="9355"/>
      </w:tabs>
      <w:autoSpaceDE/>
      <w:autoSpaceDN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E0634"/>
    <w:rPr>
      <w:rFonts w:ascii="Calibri" w:eastAsia="Times New Roman" w:hAnsi="Calibri" w:cs="Times New Roman"/>
      <w:lang w:val="uk-UA"/>
    </w:rPr>
  </w:style>
  <w:style w:type="character" w:styleId="PageNumber">
    <w:name w:val="page number"/>
    <w:basedOn w:val="DefaultParagraphFont"/>
    <w:uiPriority w:val="99"/>
    <w:rsid w:val="005E063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5E0634"/>
    <w:pPr>
      <w:tabs>
        <w:tab w:val="center" w:pos="4677"/>
        <w:tab w:val="right" w:pos="9355"/>
      </w:tabs>
      <w:autoSpaceDE/>
      <w:autoSpaceDN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5E0634"/>
    <w:rPr>
      <w:rFonts w:ascii="Calibri" w:eastAsia="Times New Roman" w:hAnsi="Calibri" w:cs="Times New Roman"/>
      <w:lang w:val="uk-UA"/>
    </w:rPr>
  </w:style>
  <w:style w:type="paragraph" w:styleId="BalloonText">
    <w:name w:val="Balloon Text"/>
    <w:basedOn w:val="Normal"/>
    <w:link w:val="BalloonTextChar"/>
    <w:uiPriority w:val="99"/>
    <w:semiHidden/>
    <w:rsid w:val="005E0634"/>
    <w:pPr>
      <w:autoSpaceDE/>
      <w:autoSpaceDN/>
    </w:pPr>
    <w:rPr>
      <w:rFonts w:ascii="Tahoma" w:eastAsia="Calibri" w:hAnsi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E0634"/>
    <w:rPr>
      <w:rFonts w:ascii="Tahoma" w:eastAsia="Times New Roman" w:hAnsi="Tahoma" w:cs="Times New Roman"/>
      <w:sz w:val="16"/>
      <w:szCs w:val="16"/>
      <w:lang w:val="uk-UA"/>
    </w:rPr>
  </w:style>
  <w:style w:type="character" w:styleId="Strong">
    <w:name w:val="Strong"/>
    <w:basedOn w:val="DefaultParagraphFont"/>
    <w:uiPriority w:val="99"/>
    <w:qFormat/>
    <w:rsid w:val="005E0634"/>
    <w:rPr>
      <w:rFonts w:cs="Times New Roman"/>
      <w:b/>
      <w:bCs/>
    </w:rPr>
  </w:style>
  <w:style w:type="paragraph" w:customStyle="1" w:styleId="3">
    <w:name w:val="заголовок 3"/>
    <w:basedOn w:val="Normal"/>
    <w:next w:val="Normal"/>
    <w:uiPriority w:val="99"/>
    <w:rsid w:val="005E0634"/>
    <w:pPr>
      <w:keepNext/>
      <w:ind w:firstLine="3686"/>
      <w:jc w:val="both"/>
    </w:pPr>
    <w:rPr>
      <w:rFonts w:ascii="Bookman Old Style" w:hAnsi="Bookman Old Style"/>
      <w:b/>
      <w:bCs/>
      <w:sz w:val="36"/>
      <w:szCs w:val="3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33</Pages>
  <Words>5356</Words>
  <Characters>30531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</dc:title>
  <dc:subject/>
  <dc:creator>Win7</dc:creator>
  <cp:keywords/>
  <dc:description/>
  <cp:lastModifiedBy>WinXPProSP3</cp:lastModifiedBy>
  <cp:revision>2</cp:revision>
  <cp:lastPrinted>2018-02-21T15:13:00Z</cp:lastPrinted>
  <dcterms:created xsi:type="dcterms:W3CDTF">2018-04-18T06:07:00Z</dcterms:created>
  <dcterms:modified xsi:type="dcterms:W3CDTF">2018-04-18T06:07:00Z</dcterms:modified>
</cp:coreProperties>
</file>