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76" w:type="dxa"/>
        <w:tblLook w:val="00A0"/>
      </w:tblPr>
      <w:tblGrid>
        <w:gridCol w:w="11732"/>
        <w:gridCol w:w="3544"/>
      </w:tblGrid>
      <w:tr w:rsidR="00137154" w:rsidTr="00811BCE">
        <w:tc>
          <w:tcPr>
            <w:tcW w:w="11732" w:type="dxa"/>
          </w:tcPr>
          <w:p w:rsidR="00137154" w:rsidRPr="00811BCE" w:rsidRDefault="00137154" w:rsidP="00811BCE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137154" w:rsidRPr="00811BCE" w:rsidRDefault="00137154" w:rsidP="00811BCE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811BCE">
              <w:rPr>
                <w:color w:val="000000"/>
                <w:sz w:val="28"/>
                <w:szCs w:val="28"/>
              </w:rPr>
              <w:t>Додаток</w:t>
            </w:r>
          </w:p>
          <w:p w:rsidR="00137154" w:rsidRPr="00811BCE" w:rsidRDefault="00137154" w:rsidP="00811BCE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811BCE">
              <w:rPr>
                <w:color w:val="000000"/>
                <w:sz w:val="28"/>
                <w:szCs w:val="28"/>
              </w:rPr>
              <w:t xml:space="preserve">до рішення міської ради </w:t>
            </w:r>
          </w:p>
          <w:p w:rsidR="00137154" w:rsidRPr="00811BCE" w:rsidRDefault="00137154" w:rsidP="00811BCE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811BCE">
              <w:rPr>
                <w:color w:val="000000"/>
                <w:sz w:val="28"/>
                <w:szCs w:val="28"/>
              </w:rPr>
              <w:t>27.11.2017 № 289</w:t>
            </w:r>
          </w:p>
        </w:tc>
      </w:tr>
    </w:tbl>
    <w:p w:rsidR="00137154" w:rsidRDefault="00137154" w:rsidP="00317475">
      <w:pPr>
        <w:pStyle w:val="Title"/>
        <w:jc w:val="left"/>
        <w:rPr>
          <w:lang w:val="ru-RU"/>
        </w:rPr>
      </w:pPr>
      <w:bookmarkStart w:id="0" w:name="_GoBack"/>
      <w:bookmarkEnd w:id="0"/>
    </w:p>
    <w:p w:rsidR="00137154" w:rsidRDefault="00137154" w:rsidP="00982B23">
      <w:pPr>
        <w:pStyle w:val="Title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Напрямки діяльності та заходи щодо реалізації Комплексної міської програми </w:t>
      </w:r>
    </w:p>
    <w:p w:rsidR="00137154" w:rsidRPr="00317475" w:rsidRDefault="00137154" w:rsidP="00982B23">
      <w:pPr>
        <w:pStyle w:val="Title"/>
        <w:rPr>
          <w:b/>
          <w:sz w:val="28"/>
          <w:lang w:val="ru-RU"/>
        </w:rPr>
      </w:pPr>
      <w:r>
        <w:rPr>
          <w:b/>
          <w:sz w:val="28"/>
          <w:lang w:val="ru-RU"/>
        </w:rPr>
        <w:t>«Правопорядок на 2017 рік»</w: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39"/>
        <w:gridCol w:w="1678"/>
        <w:gridCol w:w="4117"/>
        <w:gridCol w:w="1112"/>
        <w:gridCol w:w="17"/>
        <w:gridCol w:w="2110"/>
        <w:gridCol w:w="39"/>
        <w:gridCol w:w="669"/>
        <w:gridCol w:w="26"/>
        <w:gridCol w:w="1108"/>
        <w:gridCol w:w="724"/>
        <w:gridCol w:w="517"/>
        <w:gridCol w:w="35"/>
        <w:gridCol w:w="532"/>
        <w:gridCol w:w="35"/>
        <w:gridCol w:w="539"/>
        <w:gridCol w:w="28"/>
        <w:gridCol w:w="401"/>
        <w:gridCol w:w="24"/>
        <w:gridCol w:w="1560"/>
      </w:tblGrid>
      <w:tr w:rsidR="00137154" w:rsidRPr="00256A00" w:rsidTr="008E0736">
        <w:trPr>
          <w:cantSplit/>
        </w:trPr>
        <w:tc>
          <w:tcPr>
            <w:tcW w:w="425" w:type="dxa"/>
            <w:vMerge w:val="restart"/>
            <w:vAlign w:val="center"/>
          </w:tcPr>
          <w:p w:rsidR="00137154" w:rsidRPr="00256A00" w:rsidRDefault="00137154" w:rsidP="00FD580D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№</w:t>
            </w:r>
          </w:p>
          <w:p w:rsidR="00137154" w:rsidRPr="00256A00" w:rsidRDefault="00137154" w:rsidP="00FD580D">
            <w:pPr>
              <w:jc w:val="center"/>
              <w:rPr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1717" w:type="dxa"/>
            <w:gridSpan w:val="2"/>
            <w:vMerge w:val="restart"/>
            <w:vAlign w:val="center"/>
          </w:tcPr>
          <w:p w:rsidR="00137154" w:rsidRPr="00256A00" w:rsidRDefault="00137154" w:rsidP="00FD580D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Назва напряму діяльності (пріоритетні завдання)</w:t>
            </w:r>
          </w:p>
        </w:tc>
        <w:tc>
          <w:tcPr>
            <w:tcW w:w="4117" w:type="dxa"/>
            <w:vMerge w:val="restart"/>
            <w:vAlign w:val="center"/>
          </w:tcPr>
          <w:p w:rsidR="00137154" w:rsidRPr="00256A00" w:rsidRDefault="00137154" w:rsidP="00FD580D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112" w:type="dxa"/>
            <w:vMerge w:val="restart"/>
            <w:vAlign w:val="center"/>
          </w:tcPr>
          <w:p w:rsidR="00137154" w:rsidRPr="00256A00" w:rsidRDefault="00137154" w:rsidP="00FD580D">
            <w:pPr>
              <w:ind w:firstLine="41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2127" w:type="dxa"/>
            <w:gridSpan w:val="2"/>
            <w:vMerge w:val="restart"/>
            <w:vAlign w:val="center"/>
          </w:tcPr>
          <w:p w:rsidR="00137154" w:rsidRPr="00256A00" w:rsidRDefault="00137154" w:rsidP="00FD580D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Відповідальний виконавець</w:t>
            </w:r>
          </w:p>
        </w:tc>
        <w:tc>
          <w:tcPr>
            <w:tcW w:w="708" w:type="dxa"/>
            <w:gridSpan w:val="2"/>
            <w:vMerge w:val="restart"/>
            <w:textDirection w:val="btLr"/>
            <w:vAlign w:val="center"/>
          </w:tcPr>
          <w:p w:rsidR="00137154" w:rsidRPr="00CB7BB7" w:rsidRDefault="00137154" w:rsidP="00FD580D">
            <w:pPr>
              <w:ind w:left="113" w:right="113"/>
              <w:jc w:val="center"/>
              <w:rPr>
                <w:b/>
                <w:spacing w:val="-2"/>
                <w:sz w:val="24"/>
                <w:szCs w:val="24"/>
              </w:rPr>
            </w:pPr>
            <w:r w:rsidRPr="00CB7BB7">
              <w:rPr>
                <w:b/>
                <w:spacing w:val="-2"/>
                <w:sz w:val="24"/>
                <w:szCs w:val="24"/>
              </w:rPr>
              <w:t>Джерела фінансування</w:t>
            </w:r>
          </w:p>
        </w:tc>
        <w:tc>
          <w:tcPr>
            <w:tcW w:w="3969" w:type="dxa"/>
            <w:gridSpan w:val="11"/>
            <w:vAlign w:val="center"/>
          </w:tcPr>
          <w:p w:rsidR="00137154" w:rsidRPr="00256A00" w:rsidRDefault="00137154" w:rsidP="00FD580D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Джерела та обсяги фінансування,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56A00">
              <w:rPr>
                <w:b/>
                <w:sz w:val="24"/>
                <w:szCs w:val="24"/>
              </w:rPr>
              <w:t>грн.</w:t>
            </w:r>
          </w:p>
        </w:tc>
        <w:tc>
          <w:tcPr>
            <w:tcW w:w="1560" w:type="dxa"/>
            <w:vMerge w:val="restart"/>
            <w:vAlign w:val="center"/>
          </w:tcPr>
          <w:p w:rsidR="00137154" w:rsidRPr="00256A00" w:rsidRDefault="00137154" w:rsidP="00FD580D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Очікувані результати</w:t>
            </w:r>
          </w:p>
        </w:tc>
      </w:tr>
      <w:tr w:rsidR="00137154" w:rsidRPr="00256A00" w:rsidTr="008E0736">
        <w:trPr>
          <w:cantSplit/>
        </w:trPr>
        <w:tc>
          <w:tcPr>
            <w:tcW w:w="425" w:type="dxa"/>
            <w:vMerge/>
            <w:vAlign w:val="center"/>
          </w:tcPr>
          <w:p w:rsidR="00137154" w:rsidRPr="00256A00" w:rsidRDefault="00137154" w:rsidP="00FD580D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vMerge/>
          </w:tcPr>
          <w:p w:rsidR="00137154" w:rsidRPr="00256A00" w:rsidRDefault="00137154" w:rsidP="00FD580D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7" w:type="dxa"/>
            <w:vMerge/>
            <w:vAlign w:val="center"/>
          </w:tcPr>
          <w:p w:rsidR="00137154" w:rsidRPr="00256A00" w:rsidRDefault="00137154" w:rsidP="00FD580D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137154" w:rsidRPr="00256A00" w:rsidRDefault="00137154" w:rsidP="00FD580D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vAlign w:val="center"/>
          </w:tcPr>
          <w:p w:rsidR="00137154" w:rsidRPr="00256A00" w:rsidRDefault="00137154" w:rsidP="00FD580D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</w:tcPr>
          <w:p w:rsidR="00137154" w:rsidRPr="00256A00" w:rsidRDefault="00137154" w:rsidP="00FD580D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137154" w:rsidRPr="00256A00" w:rsidRDefault="00137154" w:rsidP="00FD580D">
            <w:pPr>
              <w:ind w:left="-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Всьо</w:t>
            </w:r>
            <w:r w:rsidRPr="00256A00">
              <w:rPr>
                <w:b/>
                <w:sz w:val="24"/>
                <w:szCs w:val="24"/>
              </w:rPr>
              <w:t>го</w:t>
            </w:r>
          </w:p>
        </w:tc>
        <w:tc>
          <w:tcPr>
            <w:tcW w:w="2835" w:type="dxa"/>
            <w:gridSpan w:val="9"/>
            <w:vAlign w:val="center"/>
          </w:tcPr>
          <w:p w:rsidR="00137154" w:rsidRPr="00256A00" w:rsidRDefault="00137154" w:rsidP="00FD580D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у тому числі:</w:t>
            </w:r>
          </w:p>
        </w:tc>
        <w:tc>
          <w:tcPr>
            <w:tcW w:w="1560" w:type="dxa"/>
            <w:vMerge/>
            <w:vAlign w:val="center"/>
          </w:tcPr>
          <w:p w:rsidR="00137154" w:rsidRPr="00256A00" w:rsidRDefault="00137154" w:rsidP="00FD580D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137154" w:rsidRPr="00256A00" w:rsidTr="008E0736">
        <w:trPr>
          <w:cantSplit/>
          <w:trHeight w:val="423"/>
        </w:trPr>
        <w:tc>
          <w:tcPr>
            <w:tcW w:w="425" w:type="dxa"/>
            <w:vMerge/>
            <w:vAlign w:val="center"/>
          </w:tcPr>
          <w:p w:rsidR="00137154" w:rsidRPr="00256A00" w:rsidRDefault="00137154" w:rsidP="00FD580D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vMerge/>
          </w:tcPr>
          <w:p w:rsidR="00137154" w:rsidRPr="00256A00" w:rsidRDefault="00137154" w:rsidP="00FD580D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7" w:type="dxa"/>
            <w:vMerge/>
            <w:vAlign w:val="center"/>
          </w:tcPr>
          <w:p w:rsidR="00137154" w:rsidRPr="00256A00" w:rsidRDefault="00137154" w:rsidP="00FD580D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137154" w:rsidRPr="00256A00" w:rsidRDefault="00137154" w:rsidP="00FD580D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vAlign w:val="center"/>
          </w:tcPr>
          <w:p w:rsidR="00137154" w:rsidRPr="00256A00" w:rsidRDefault="00137154" w:rsidP="00FD580D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</w:tcPr>
          <w:p w:rsidR="00137154" w:rsidRPr="00256A00" w:rsidRDefault="00137154" w:rsidP="00FD580D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37154" w:rsidRPr="00256A00" w:rsidRDefault="00137154" w:rsidP="00FD580D">
            <w:pPr>
              <w:ind w:left="-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137154" w:rsidRPr="00256A00" w:rsidRDefault="00137154" w:rsidP="00FD58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 етап</w:t>
            </w:r>
          </w:p>
        </w:tc>
        <w:tc>
          <w:tcPr>
            <w:tcW w:w="1559" w:type="dxa"/>
            <w:gridSpan w:val="6"/>
            <w:vAlign w:val="center"/>
          </w:tcPr>
          <w:p w:rsidR="00137154" w:rsidRPr="00256A00" w:rsidRDefault="00137154" w:rsidP="00FD58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137154" w:rsidRPr="00256A00" w:rsidRDefault="00137154" w:rsidP="00FD580D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137154" w:rsidRPr="00256A00" w:rsidTr="008E0736">
        <w:trPr>
          <w:cantSplit/>
          <w:trHeight w:val="884"/>
        </w:trPr>
        <w:tc>
          <w:tcPr>
            <w:tcW w:w="425" w:type="dxa"/>
            <w:vMerge/>
            <w:vAlign w:val="center"/>
          </w:tcPr>
          <w:p w:rsidR="00137154" w:rsidRPr="00256A00" w:rsidRDefault="00137154" w:rsidP="00FD580D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vMerge/>
          </w:tcPr>
          <w:p w:rsidR="00137154" w:rsidRPr="00256A00" w:rsidRDefault="00137154" w:rsidP="00FD580D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117" w:type="dxa"/>
            <w:vMerge/>
            <w:vAlign w:val="center"/>
          </w:tcPr>
          <w:p w:rsidR="00137154" w:rsidRPr="00256A00" w:rsidRDefault="00137154" w:rsidP="00FD580D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12" w:type="dxa"/>
            <w:vMerge/>
            <w:vAlign w:val="center"/>
          </w:tcPr>
          <w:p w:rsidR="00137154" w:rsidRPr="00256A00" w:rsidRDefault="00137154" w:rsidP="00FD580D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vAlign w:val="center"/>
          </w:tcPr>
          <w:p w:rsidR="00137154" w:rsidRPr="00256A00" w:rsidRDefault="00137154" w:rsidP="00FD580D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</w:tcPr>
          <w:p w:rsidR="00137154" w:rsidRPr="00256A00" w:rsidRDefault="00137154" w:rsidP="00FD580D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37154" w:rsidRPr="00256A00" w:rsidRDefault="00137154" w:rsidP="00FD580D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4" w:type="dxa"/>
            <w:vAlign w:val="center"/>
          </w:tcPr>
          <w:p w:rsidR="00137154" w:rsidRPr="00256A00" w:rsidRDefault="00137154" w:rsidP="00FD580D">
            <w:pPr>
              <w:ind w:left="-87" w:right="-71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52" w:type="dxa"/>
            <w:gridSpan w:val="2"/>
            <w:vAlign w:val="center"/>
          </w:tcPr>
          <w:p w:rsidR="00137154" w:rsidRPr="00256A00" w:rsidRDefault="00137154" w:rsidP="00FD580D">
            <w:pPr>
              <w:ind w:left="-69" w:right="-7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7154" w:rsidRPr="00256A00" w:rsidRDefault="00137154" w:rsidP="00FD580D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7154" w:rsidRPr="00256A00" w:rsidRDefault="00137154" w:rsidP="00FD580D">
            <w:pPr>
              <w:ind w:left="-88" w:right="-7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137154" w:rsidRPr="00256A00" w:rsidRDefault="00137154" w:rsidP="00FD580D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137154" w:rsidRPr="00256A00" w:rsidRDefault="00137154" w:rsidP="00FD580D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137154" w:rsidRPr="0019237A" w:rsidTr="008E0736">
        <w:trPr>
          <w:tblHeader/>
        </w:trPr>
        <w:tc>
          <w:tcPr>
            <w:tcW w:w="425" w:type="dxa"/>
            <w:vAlign w:val="center"/>
          </w:tcPr>
          <w:p w:rsidR="00137154" w:rsidRPr="0019237A" w:rsidRDefault="00137154" w:rsidP="00FD580D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17" w:type="dxa"/>
            <w:gridSpan w:val="2"/>
          </w:tcPr>
          <w:p w:rsidR="00137154" w:rsidRPr="0019237A" w:rsidRDefault="00137154" w:rsidP="00FD580D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7" w:type="dxa"/>
            <w:vAlign w:val="center"/>
          </w:tcPr>
          <w:p w:rsidR="00137154" w:rsidRPr="0019237A" w:rsidRDefault="00137154" w:rsidP="00FD580D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12" w:type="dxa"/>
            <w:vAlign w:val="center"/>
          </w:tcPr>
          <w:p w:rsidR="00137154" w:rsidRPr="0019237A" w:rsidRDefault="00137154" w:rsidP="00FD580D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  <w:gridSpan w:val="2"/>
            <w:vAlign w:val="center"/>
          </w:tcPr>
          <w:p w:rsidR="00137154" w:rsidRPr="0019237A" w:rsidRDefault="00137154" w:rsidP="00FD580D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</w:tcPr>
          <w:p w:rsidR="00137154" w:rsidRPr="0019237A" w:rsidRDefault="00137154" w:rsidP="00FD580D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137154" w:rsidRPr="0019237A" w:rsidRDefault="00137154" w:rsidP="00FD580D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24" w:type="dxa"/>
            <w:vAlign w:val="center"/>
          </w:tcPr>
          <w:p w:rsidR="00137154" w:rsidRPr="0019237A" w:rsidRDefault="00137154" w:rsidP="00FD580D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52" w:type="dxa"/>
            <w:gridSpan w:val="2"/>
            <w:vAlign w:val="center"/>
          </w:tcPr>
          <w:p w:rsidR="00137154" w:rsidRPr="0019237A" w:rsidRDefault="00137154" w:rsidP="00FD580D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gridSpan w:val="2"/>
            <w:vAlign w:val="center"/>
          </w:tcPr>
          <w:p w:rsidR="00137154" w:rsidRPr="0019237A" w:rsidRDefault="00137154" w:rsidP="00FD580D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vAlign w:val="center"/>
          </w:tcPr>
          <w:p w:rsidR="00137154" w:rsidRPr="0019237A" w:rsidRDefault="00137154" w:rsidP="00FD580D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vAlign w:val="center"/>
          </w:tcPr>
          <w:p w:rsidR="00137154" w:rsidRPr="0019237A" w:rsidRDefault="00137154" w:rsidP="00FD580D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560" w:type="dxa"/>
            <w:vAlign w:val="center"/>
          </w:tcPr>
          <w:p w:rsidR="00137154" w:rsidRPr="0019237A" w:rsidRDefault="00137154" w:rsidP="00FD580D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137154" w:rsidRPr="000E11B7" w:rsidTr="008E0736">
        <w:trPr>
          <w:cantSplit/>
          <w:trHeight w:val="1487"/>
          <w:tblHeader/>
        </w:trPr>
        <w:tc>
          <w:tcPr>
            <w:tcW w:w="464" w:type="dxa"/>
            <w:gridSpan w:val="2"/>
          </w:tcPr>
          <w:p w:rsidR="00137154" w:rsidRDefault="00137154" w:rsidP="001216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  <w:p w:rsidR="00137154" w:rsidRPr="000E11B7" w:rsidRDefault="00137154" w:rsidP="0012162B">
            <w:pPr>
              <w:rPr>
                <w:sz w:val="24"/>
                <w:szCs w:val="24"/>
              </w:rPr>
            </w:pPr>
          </w:p>
          <w:p w:rsidR="00137154" w:rsidRPr="000E11B7" w:rsidRDefault="00137154" w:rsidP="0012162B">
            <w:pPr>
              <w:rPr>
                <w:sz w:val="24"/>
                <w:szCs w:val="24"/>
              </w:rPr>
            </w:pPr>
          </w:p>
          <w:p w:rsidR="00137154" w:rsidRPr="000E11B7" w:rsidRDefault="00137154" w:rsidP="0012162B">
            <w:pPr>
              <w:rPr>
                <w:sz w:val="24"/>
                <w:szCs w:val="24"/>
              </w:rPr>
            </w:pPr>
          </w:p>
          <w:p w:rsidR="00137154" w:rsidRPr="000E11B7" w:rsidRDefault="00137154" w:rsidP="0012162B">
            <w:pPr>
              <w:rPr>
                <w:sz w:val="24"/>
                <w:szCs w:val="24"/>
              </w:rPr>
            </w:pPr>
          </w:p>
          <w:p w:rsidR="00137154" w:rsidRPr="000E11B7" w:rsidRDefault="00137154" w:rsidP="0012162B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137154" w:rsidRDefault="00137154" w:rsidP="001216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Заходи матеріально-</w:t>
            </w:r>
            <w:r w:rsidRPr="009469CC">
              <w:rPr>
                <w:sz w:val="24"/>
              </w:rPr>
              <w:t>технічного забезпечення</w:t>
            </w:r>
          </w:p>
          <w:p w:rsidR="00137154" w:rsidRPr="000319CA" w:rsidRDefault="00137154" w:rsidP="0012162B">
            <w:pPr>
              <w:rPr>
                <w:sz w:val="24"/>
                <w:szCs w:val="24"/>
              </w:rPr>
            </w:pPr>
          </w:p>
          <w:p w:rsidR="00137154" w:rsidRPr="000319CA" w:rsidRDefault="00137154" w:rsidP="0012162B">
            <w:pPr>
              <w:rPr>
                <w:sz w:val="24"/>
                <w:szCs w:val="24"/>
              </w:rPr>
            </w:pPr>
          </w:p>
        </w:tc>
        <w:tc>
          <w:tcPr>
            <w:tcW w:w="4117" w:type="dxa"/>
          </w:tcPr>
          <w:p w:rsidR="00137154" w:rsidRPr="00E326D5" w:rsidRDefault="00137154" w:rsidP="0012162B">
            <w:pPr>
              <w:jc w:val="both"/>
              <w:rPr>
                <w:sz w:val="24"/>
              </w:rPr>
            </w:pPr>
            <w:r w:rsidRPr="00151059">
              <w:rPr>
                <w:sz w:val="24"/>
              </w:rPr>
              <w:t>Утримання міського пункту охорони громадського порядку по вул.</w:t>
            </w:r>
            <w:r>
              <w:rPr>
                <w:sz w:val="24"/>
              </w:rPr>
              <w:t xml:space="preserve"> </w:t>
            </w:r>
            <w:r w:rsidRPr="00151059">
              <w:rPr>
                <w:sz w:val="24"/>
              </w:rPr>
              <w:t>Ціолковського, 6 (забезпечення фінансування комунальних</w:t>
            </w:r>
            <w:r>
              <w:rPr>
                <w:sz w:val="24"/>
              </w:rPr>
              <w:t xml:space="preserve"> послуг)</w:t>
            </w:r>
          </w:p>
        </w:tc>
        <w:tc>
          <w:tcPr>
            <w:tcW w:w="1129" w:type="dxa"/>
            <w:gridSpan w:val="2"/>
          </w:tcPr>
          <w:p w:rsidR="00137154" w:rsidRDefault="00137154" w:rsidP="001216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2149" w:type="dxa"/>
            <w:gridSpan w:val="2"/>
          </w:tcPr>
          <w:p w:rsidR="00137154" w:rsidRDefault="00137154" w:rsidP="001216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Глухівської міської ради</w:t>
            </w:r>
          </w:p>
        </w:tc>
        <w:tc>
          <w:tcPr>
            <w:tcW w:w="695" w:type="dxa"/>
            <w:gridSpan w:val="2"/>
            <w:textDirection w:val="btLr"/>
            <w:vAlign w:val="center"/>
          </w:tcPr>
          <w:p w:rsidR="00137154" w:rsidRDefault="00137154" w:rsidP="0012162B">
            <w:pPr>
              <w:ind w:left="-70" w:right="-70"/>
              <w:jc w:val="center"/>
            </w:pPr>
            <w:r>
              <w:t>М</w:t>
            </w:r>
            <w:r w:rsidRPr="00E326D5">
              <w:t xml:space="preserve">іський </w:t>
            </w:r>
          </w:p>
          <w:p w:rsidR="00137154" w:rsidRPr="00E326D5" w:rsidRDefault="00137154" w:rsidP="0012162B">
            <w:pPr>
              <w:ind w:left="-70" w:right="-70"/>
              <w:jc w:val="center"/>
            </w:pPr>
            <w:r w:rsidRPr="00E326D5">
              <w:t>бюджет</w:t>
            </w:r>
          </w:p>
        </w:tc>
        <w:tc>
          <w:tcPr>
            <w:tcW w:w="1108" w:type="dxa"/>
          </w:tcPr>
          <w:p w:rsidR="00137154" w:rsidRPr="002726E2" w:rsidRDefault="00137154" w:rsidP="0012162B">
            <w:pPr>
              <w:ind w:right="-1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11 60</w:t>
            </w:r>
            <w:r w:rsidRPr="00175992">
              <w:rPr>
                <w:sz w:val="24"/>
                <w:szCs w:val="24"/>
              </w:rPr>
              <w:t>0</w:t>
            </w:r>
          </w:p>
        </w:tc>
        <w:tc>
          <w:tcPr>
            <w:tcW w:w="724" w:type="dxa"/>
          </w:tcPr>
          <w:p w:rsidR="00137154" w:rsidRPr="00256A00" w:rsidRDefault="00137154" w:rsidP="0012162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517" w:type="dxa"/>
          </w:tcPr>
          <w:p w:rsidR="00137154" w:rsidRPr="00256A00" w:rsidRDefault="00137154" w:rsidP="0012162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137154" w:rsidRPr="00256A00" w:rsidRDefault="00137154" w:rsidP="0012162B">
            <w:pPr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</w:tcPr>
          <w:p w:rsidR="00137154" w:rsidRPr="00256A00" w:rsidRDefault="00137154" w:rsidP="0012162B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  <w:gridSpan w:val="2"/>
          </w:tcPr>
          <w:p w:rsidR="00137154" w:rsidRPr="00256A00" w:rsidRDefault="00137154" w:rsidP="0012162B">
            <w:pPr>
              <w:rPr>
                <w:sz w:val="24"/>
                <w:szCs w:val="24"/>
              </w:rPr>
            </w:pPr>
          </w:p>
        </w:tc>
        <w:tc>
          <w:tcPr>
            <w:tcW w:w="1584" w:type="dxa"/>
            <w:gridSpan w:val="2"/>
          </w:tcPr>
          <w:p w:rsidR="00137154" w:rsidRPr="000E11B7" w:rsidRDefault="00137154" w:rsidP="0012162B">
            <w:pPr>
              <w:rPr>
                <w:sz w:val="24"/>
                <w:szCs w:val="24"/>
              </w:rPr>
            </w:pPr>
            <w:r w:rsidRPr="00151059">
              <w:rPr>
                <w:sz w:val="24"/>
              </w:rPr>
              <w:t xml:space="preserve">Покращання </w:t>
            </w:r>
            <w:r>
              <w:rPr>
                <w:sz w:val="24"/>
              </w:rPr>
              <w:t xml:space="preserve">умов </w:t>
            </w:r>
            <w:r w:rsidRPr="00151059">
              <w:rPr>
                <w:sz w:val="24"/>
              </w:rPr>
              <w:t>охорони громадського порядку</w:t>
            </w:r>
          </w:p>
        </w:tc>
      </w:tr>
      <w:tr w:rsidR="00137154" w:rsidRPr="00151059" w:rsidTr="008E0736">
        <w:trPr>
          <w:cantSplit/>
          <w:trHeight w:val="735"/>
          <w:tblHeader/>
        </w:trPr>
        <w:tc>
          <w:tcPr>
            <w:tcW w:w="464" w:type="dxa"/>
            <w:gridSpan w:val="2"/>
          </w:tcPr>
          <w:p w:rsidR="00137154" w:rsidRDefault="00137154" w:rsidP="0012162B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137154" w:rsidRDefault="00137154" w:rsidP="0012162B">
            <w:pPr>
              <w:jc w:val="center"/>
              <w:rPr>
                <w:sz w:val="24"/>
                <w:szCs w:val="24"/>
              </w:rPr>
            </w:pPr>
          </w:p>
          <w:p w:rsidR="00137154" w:rsidRDefault="00137154" w:rsidP="0012162B">
            <w:pPr>
              <w:jc w:val="center"/>
              <w:rPr>
                <w:sz w:val="24"/>
              </w:rPr>
            </w:pPr>
          </w:p>
        </w:tc>
        <w:tc>
          <w:tcPr>
            <w:tcW w:w="4117" w:type="dxa"/>
          </w:tcPr>
          <w:p w:rsidR="00137154" w:rsidRPr="00151059" w:rsidRDefault="00137154" w:rsidP="00CB1F2D">
            <w:pPr>
              <w:jc w:val="both"/>
              <w:rPr>
                <w:sz w:val="24"/>
              </w:rPr>
            </w:pPr>
            <w:r w:rsidRPr="007015F3">
              <w:rPr>
                <w:sz w:val="24"/>
                <w:szCs w:val="24"/>
              </w:rPr>
              <w:t>Придбання камер відеоспостереження</w:t>
            </w:r>
          </w:p>
        </w:tc>
        <w:tc>
          <w:tcPr>
            <w:tcW w:w="1129" w:type="dxa"/>
            <w:gridSpan w:val="2"/>
          </w:tcPr>
          <w:p w:rsidR="00137154" w:rsidRDefault="00137154" w:rsidP="001216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2149" w:type="dxa"/>
            <w:gridSpan w:val="2"/>
          </w:tcPr>
          <w:p w:rsidR="00137154" w:rsidRDefault="00137154" w:rsidP="001216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Глухівської міської ради</w:t>
            </w:r>
          </w:p>
        </w:tc>
        <w:tc>
          <w:tcPr>
            <w:tcW w:w="695" w:type="dxa"/>
            <w:gridSpan w:val="2"/>
            <w:textDirection w:val="btLr"/>
            <w:vAlign w:val="center"/>
          </w:tcPr>
          <w:p w:rsidR="00137154" w:rsidRDefault="00137154" w:rsidP="0012162B">
            <w:pPr>
              <w:ind w:left="-70" w:right="-70"/>
              <w:jc w:val="center"/>
            </w:pPr>
          </w:p>
          <w:p w:rsidR="00137154" w:rsidRPr="00E326D5" w:rsidRDefault="00137154" w:rsidP="0012162B">
            <w:pPr>
              <w:spacing w:after="200" w:line="276" w:lineRule="auto"/>
            </w:pPr>
            <w:r>
              <w:t>Міський бюджет</w:t>
            </w:r>
          </w:p>
        </w:tc>
        <w:tc>
          <w:tcPr>
            <w:tcW w:w="1108" w:type="dxa"/>
          </w:tcPr>
          <w:p w:rsidR="00137154" w:rsidRPr="002726E2" w:rsidRDefault="00137154" w:rsidP="0012162B">
            <w:pPr>
              <w:ind w:right="-1"/>
              <w:rPr>
                <w:sz w:val="24"/>
                <w:szCs w:val="24"/>
                <w:highlight w:val="yellow"/>
              </w:rPr>
            </w:pPr>
            <w:r w:rsidRPr="00175992">
              <w:rPr>
                <w:sz w:val="24"/>
                <w:szCs w:val="24"/>
              </w:rPr>
              <w:t>250 000</w:t>
            </w:r>
          </w:p>
        </w:tc>
        <w:tc>
          <w:tcPr>
            <w:tcW w:w="724" w:type="dxa"/>
          </w:tcPr>
          <w:p w:rsidR="00137154" w:rsidRPr="00256A00" w:rsidRDefault="00137154" w:rsidP="0012162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517" w:type="dxa"/>
          </w:tcPr>
          <w:p w:rsidR="00137154" w:rsidRPr="00256A00" w:rsidRDefault="00137154" w:rsidP="0012162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137154" w:rsidRPr="00256A00" w:rsidRDefault="00137154" w:rsidP="0012162B">
            <w:pPr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</w:tcPr>
          <w:p w:rsidR="00137154" w:rsidRPr="00256A00" w:rsidRDefault="00137154" w:rsidP="0012162B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  <w:gridSpan w:val="2"/>
          </w:tcPr>
          <w:p w:rsidR="00137154" w:rsidRPr="00256A00" w:rsidRDefault="00137154" w:rsidP="0012162B">
            <w:pPr>
              <w:rPr>
                <w:sz w:val="24"/>
                <w:szCs w:val="24"/>
              </w:rPr>
            </w:pPr>
          </w:p>
        </w:tc>
        <w:tc>
          <w:tcPr>
            <w:tcW w:w="1584" w:type="dxa"/>
            <w:gridSpan w:val="2"/>
          </w:tcPr>
          <w:p w:rsidR="00137154" w:rsidRPr="00151059" w:rsidRDefault="00137154" w:rsidP="0012162B">
            <w:pPr>
              <w:rPr>
                <w:sz w:val="24"/>
              </w:rPr>
            </w:pPr>
            <w:r>
              <w:rPr>
                <w:sz w:val="24"/>
                <w:szCs w:val="24"/>
              </w:rPr>
              <w:t>Профілактика правопорушень, забезпечення охорони громадського порядку</w:t>
            </w:r>
          </w:p>
        </w:tc>
      </w:tr>
      <w:tr w:rsidR="00137154" w:rsidRPr="00E326D5" w:rsidTr="008E0736">
        <w:trPr>
          <w:cantSplit/>
          <w:trHeight w:val="880"/>
          <w:tblHeader/>
        </w:trPr>
        <w:tc>
          <w:tcPr>
            <w:tcW w:w="9537" w:type="dxa"/>
            <w:gridSpan w:val="8"/>
          </w:tcPr>
          <w:p w:rsidR="00137154" w:rsidRPr="008E0736" w:rsidRDefault="00137154" w:rsidP="008E0736">
            <w:pPr>
              <w:jc w:val="center"/>
              <w:rPr>
                <w:sz w:val="24"/>
                <w:szCs w:val="24"/>
              </w:rPr>
            </w:pPr>
            <w:r w:rsidRPr="009C38B9">
              <w:rPr>
                <w:sz w:val="24"/>
                <w:szCs w:val="24"/>
              </w:rPr>
              <w:t>Усього за напрямком 1.</w:t>
            </w:r>
            <w:r>
              <w:rPr>
                <w:sz w:val="24"/>
                <w:szCs w:val="24"/>
              </w:rPr>
              <w:t>3. Програми</w:t>
            </w:r>
          </w:p>
        </w:tc>
        <w:tc>
          <w:tcPr>
            <w:tcW w:w="695" w:type="dxa"/>
            <w:gridSpan w:val="2"/>
            <w:textDirection w:val="btLr"/>
          </w:tcPr>
          <w:p w:rsidR="00137154" w:rsidRPr="00E326D5" w:rsidRDefault="00137154" w:rsidP="0012162B">
            <w:pPr>
              <w:ind w:left="-70" w:right="-70"/>
              <w:jc w:val="center"/>
            </w:pPr>
            <w:r w:rsidRPr="00E326D5">
              <w:t>Міський бюджет</w:t>
            </w:r>
          </w:p>
        </w:tc>
        <w:tc>
          <w:tcPr>
            <w:tcW w:w="1108" w:type="dxa"/>
          </w:tcPr>
          <w:p w:rsidR="00137154" w:rsidRPr="00175992" w:rsidRDefault="00137154" w:rsidP="0012162B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261 60</w:t>
            </w:r>
            <w:r w:rsidRPr="00175992">
              <w:rPr>
                <w:sz w:val="24"/>
                <w:szCs w:val="24"/>
              </w:rPr>
              <w:t>0</w:t>
            </w:r>
          </w:p>
        </w:tc>
        <w:tc>
          <w:tcPr>
            <w:tcW w:w="724" w:type="dxa"/>
          </w:tcPr>
          <w:p w:rsidR="00137154" w:rsidRPr="00256A00" w:rsidRDefault="00137154" w:rsidP="0012162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517" w:type="dxa"/>
          </w:tcPr>
          <w:p w:rsidR="00137154" w:rsidRPr="00256A00" w:rsidRDefault="00137154" w:rsidP="0012162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137154" w:rsidRPr="00256A00" w:rsidRDefault="00137154" w:rsidP="0012162B">
            <w:pPr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</w:tcPr>
          <w:p w:rsidR="00137154" w:rsidRPr="00256A00" w:rsidRDefault="00137154" w:rsidP="0012162B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  <w:gridSpan w:val="2"/>
          </w:tcPr>
          <w:p w:rsidR="00137154" w:rsidRPr="00256A00" w:rsidRDefault="00137154" w:rsidP="0012162B">
            <w:pPr>
              <w:rPr>
                <w:sz w:val="24"/>
                <w:szCs w:val="24"/>
              </w:rPr>
            </w:pPr>
          </w:p>
        </w:tc>
        <w:tc>
          <w:tcPr>
            <w:tcW w:w="1584" w:type="dxa"/>
            <w:gridSpan w:val="2"/>
          </w:tcPr>
          <w:p w:rsidR="00137154" w:rsidRPr="00E326D5" w:rsidRDefault="00137154" w:rsidP="0012162B">
            <w:pPr>
              <w:rPr>
                <w:sz w:val="22"/>
                <w:szCs w:val="22"/>
              </w:rPr>
            </w:pPr>
          </w:p>
        </w:tc>
      </w:tr>
    </w:tbl>
    <w:p w:rsidR="00137154" w:rsidRDefault="00137154" w:rsidP="00317475">
      <w:pPr>
        <w:pStyle w:val="Title"/>
        <w:jc w:val="both"/>
        <w:rPr>
          <w:b/>
          <w:sz w:val="28"/>
          <w:lang w:val="ru-RU"/>
        </w:rPr>
      </w:pPr>
    </w:p>
    <w:p w:rsidR="00137154" w:rsidRDefault="00137154" w:rsidP="00317475">
      <w:pPr>
        <w:pStyle w:val="Title"/>
        <w:jc w:val="both"/>
        <w:rPr>
          <w:b/>
          <w:sz w:val="28"/>
          <w:lang w:val="ru-RU"/>
        </w:rPr>
      </w:pPr>
    </w:p>
    <w:p w:rsidR="00137154" w:rsidRPr="00317475" w:rsidRDefault="00137154" w:rsidP="00317475">
      <w:pPr>
        <w:pStyle w:val="Title"/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Міський голова                                                                                                                               М. Терещенко</w:t>
      </w:r>
    </w:p>
    <w:sectPr w:rsidR="00137154" w:rsidRPr="00317475" w:rsidSect="008E0736">
      <w:headerReference w:type="even" r:id="rId7"/>
      <w:headerReference w:type="default" r:id="rId8"/>
      <w:footerReference w:type="default" r:id="rId9"/>
      <w:footerReference w:type="first" r:id="rId10"/>
      <w:pgSz w:w="16838" w:h="11906" w:orient="landscape"/>
      <w:pgMar w:top="567" w:right="1245" w:bottom="709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154" w:rsidRDefault="00137154" w:rsidP="002B152C">
      <w:r>
        <w:separator/>
      </w:r>
    </w:p>
  </w:endnote>
  <w:endnote w:type="continuationSeparator" w:id="0">
    <w:p w:rsidR="00137154" w:rsidRDefault="00137154" w:rsidP="002B15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154" w:rsidRDefault="00137154">
    <w:pPr>
      <w:pStyle w:val="Footer"/>
      <w:jc w:val="right"/>
    </w:pPr>
    <w:r w:rsidRPr="00CA6F33">
      <w:rPr>
        <w:rFonts w:ascii="Times New Roman" w:hAnsi="Times New Roman"/>
        <w:sz w:val="24"/>
      </w:rPr>
      <w:fldChar w:fldCharType="begin"/>
    </w:r>
    <w:r w:rsidRPr="00CA6F33">
      <w:rPr>
        <w:rFonts w:ascii="Times New Roman" w:hAnsi="Times New Roman"/>
        <w:sz w:val="24"/>
      </w:rPr>
      <w:instrText>PAGE   \* MERGEFORMAT</w:instrText>
    </w:r>
    <w:r w:rsidRPr="00CA6F33">
      <w:rPr>
        <w:rFonts w:ascii="Times New Roman" w:hAnsi="Times New Roman"/>
        <w:sz w:val="24"/>
      </w:rPr>
      <w:fldChar w:fldCharType="separate"/>
    </w:r>
    <w:r w:rsidRPr="008E0736">
      <w:rPr>
        <w:rFonts w:ascii="Times New Roman" w:hAnsi="Times New Roman"/>
        <w:noProof/>
        <w:sz w:val="24"/>
        <w:lang w:val="ru-RU"/>
      </w:rPr>
      <w:t>3</w:t>
    </w:r>
    <w:r w:rsidRPr="00CA6F33">
      <w:rPr>
        <w:rFonts w:ascii="Times New Roman" w:hAnsi="Times New Roman"/>
        <w:sz w:val="24"/>
      </w:rPr>
      <w:fldChar w:fldCharType="end"/>
    </w:r>
  </w:p>
  <w:p w:rsidR="00137154" w:rsidRDefault="0013715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154" w:rsidRDefault="00137154" w:rsidP="0031747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154" w:rsidRDefault="00137154" w:rsidP="002B152C">
      <w:r>
        <w:separator/>
      </w:r>
    </w:p>
  </w:footnote>
  <w:footnote w:type="continuationSeparator" w:id="0">
    <w:p w:rsidR="00137154" w:rsidRDefault="00137154" w:rsidP="002B15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154" w:rsidRDefault="00137154" w:rsidP="00E4365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37154" w:rsidRDefault="001371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154" w:rsidRDefault="00137154" w:rsidP="00461FDA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F7541"/>
    <w:multiLevelType w:val="hybridMultilevel"/>
    <w:tmpl w:val="BB3C6C38"/>
    <w:lvl w:ilvl="0" w:tplc="006EE570">
      <w:start w:val="3"/>
      <w:numFmt w:val="bullet"/>
      <w:lvlText w:val="-"/>
      <w:lvlJc w:val="left"/>
      <w:pPr>
        <w:ind w:left="105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">
    <w:nsid w:val="13E62231"/>
    <w:multiLevelType w:val="hybridMultilevel"/>
    <w:tmpl w:val="E8E8CF9A"/>
    <w:lvl w:ilvl="0" w:tplc="3DAC53D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7821A53"/>
    <w:multiLevelType w:val="hybridMultilevel"/>
    <w:tmpl w:val="2E828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50FAF"/>
    <w:multiLevelType w:val="hybridMultilevel"/>
    <w:tmpl w:val="4D2E3F1A"/>
    <w:lvl w:ilvl="0" w:tplc="EDFC76D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4D753D7F"/>
    <w:multiLevelType w:val="hybridMultilevel"/>
    <w:tmpl w:val="ACDCEB2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B33100"/>
    <w:multiLevelType w:val="multilevel"/>
    <w:tmpl w:val="E47C18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6">
    <w:nsid w:val="5AE7203A"/>
    <w:multiLevelType w:val="hybridMultilevel"/>
    <w:tmpl w:val="58AE8A9A"/>
    <w:lvl w:ilvl="0" w:tplc="D2909DC0">
      <w:start w:val="3"/>
      <w:numFmt w:val="decimal"/>
      <w:lvlText w:val="%1."/>
      <w:lvlJc w:val="left"/>
      <w:pPr>
        <w:ind w:left="127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7">
    <w:nsid w:val="6FA27341"/>
    <w:multiLevelType w:val="hybridMultilevel"/>
    <w:tmpl w:val="B69859C2"/>
    <w:lvl w:ilvl="0" w:tplc="3AAADB66">
      <w:start w:val="1"/>
      <w:numFmt w:val="decimal"/>
      <w:lvlText w:val="%1."/>
      <w:lvlJc w:val="left"/>
      <w:pPr>
        <w:ind w:left="13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4626"/>
    <w:rsid w:val="00006143"/>
    <w:rsid w:val="0002771A"/>
    <w:rsid w:val="000319CA"/>
    <w:rsid w:val="00035CF2"/>
    <w:rsid w:val="00042770"/>
    <w:rsid w:val="00065404"/>
    <w:rsid w:val="000E11B7"/>
    <w:rsid w:val="0011704C"/>
    <w:rsid w:val="0012162B"/>
    <w:rsid w:val="00127E18"/>
    <w:rsid w:val="00137154"/>
    <w:rsid w:val="00151059"/>
    <w:rsid w:val="00161596"/>
    <w:rsid w:val="00175992"/>
    <w:rsid w:val="001875B4"/>
    <w:rsid w:val="0019237A"/>
    <w:rsid w:val="00197341"/>
    <w:rsid w:val="001A009C"/>
    <w:rsid w:val="001A0573"/>
    <w:rsid w:val="001B51CD"/>
    <w:rsid w:val="001C168A"/>
    <w:rsid w:val="001C3E06"/>
    <w:rsid w:val="001D089B"/>
    <w:rsid w:val="001F4FA4"/>
    <w:rsid w:val="00233347"/>
    <w:rsid w:val="002520B6"/>
    <w:rsid w:val="00256A00"/>
    <w:rsid w:val="00261B92"/>
    <w:rsid w:val="002726E2"/>
    <w:rsid w:val="00272C7F"/>
    <w:rsid w:val="00284DC0"/>
    <w:rsid w:val="002A0B99"/>
    <w:rsid w:val="002B152C"/>
    <w:rsid w:val="002B5606"/>
    <w:rsid w:val="002B6827"/>
    <w:rsid w:val="002C55A4"/>
    <w:rsid w:val="002F1AB1"/>
    <w:rsid w:val="00317475"/>
    <w:rsid w:val="00327EA3"/>
    <w:rsid w:val="003322A0"/>
    <w:rsid w:val="00341A06"/>
    <w:rsid w:val="00372EA6"/>
    <w:rsid w:val="00406D9D"/>
    <w:rsid w:val="00411424"/>
    <w:rsid w:val="00437B36"/>
    <w:rsid w:val="00461FDA"/>
    <w:rsid w:val="004C77E7"/>
    <w:rsid w:val="005047AE"/>
    <w:rsid w:val="00504FED"/>
    <w:rsid w:val="0051547A"/>
    <w:rsid w:val="0052682E"/>
    <w:rsid w:val="00531C7F"/>
    <w:rsid w:val="00532042"/>
    <w:rsid w:val="0055638E"/>
    <w:rsid w:val="005A4F6B"/>
    <w:rsid w:val="005B17E4"/>
    <w:rsid w:val="005D1897"/>
    <w:rsid w:val="005F6E5B"/>
    <w:rsid w:val="00621214"/>
    <w:rsid w:val="00626054"/>
    <w:rsid w:val="00632C89"/>
    <w:rsid w:val="00676EE3"/>
    <w:rsid w:val="006B2162"/>
    <w:rsid w:val="006D0937"/>
    <w:rsid w:val="006E242A"/>
    <w:rsid w:val="006F2345"/>
    <w:rsid w:val="007015F3"/>
    <w:rsid w:val="007137A8"/>
    <w:rsid w:val="007156EB"/>
    <w:rsid w:val="00782D5D"/>
    <w:rsid w:val="00784626"/>
    <w:rsid w:val="007A26D6"/>
    <w:rsid w:val="007B16B8"/>
    <w:rsid w:val="007B688D"/>
    <w:rsid w:val="00805540"/>
    <w:rsid w:val="00811BCE"/>
    <w:rsid w:val="00884363"/>
    <w:rsid w:val="008E0736"/>
    <w:rsid w:val="008E52A3"/>
    <w:rsid w:val="008E5DC3"/>
    <w:rsid w:val="009007C7"/>
    <w:rsid w:val="009469CC"/>
    <w:rsid w:val="00952D2C"/>
    <w:rsid w:val="00977D4A"/>
    <w:rsid w:val="00981293"/>
    <w:rsid w:val="00982B23"/>
    <w:rsid w:val="009C38B9"/>
    <w:rsid w:val="009E3C37"/>
    <w:rsid w:val="009E3CF3"/>
    <w:rsid w:val="00A520CB"/>
    <w:rsid w:val="00A72A60"/>
    <w:rsid w:val="00A76B35"/>
    <w:rsid w:val="00A85F37"/>
    <w:rsid w:val="00A87761"/>
    <w:rsid w:val="00A91BDE"/>
    <w:rsid w:val="00AB066C"/>
    <w:rsid w:val="00AE4D0E"/>
    <w:rsid w:val="00B0314A"/>
    <w:rsid w:val="00B1215E"/>
    <w:rsid w:val="00B30F37"/>
    <w:rsid w:val="00B340AC"/>
    <w:rsid w:val="00B52168"/>
    <w:rsid w:val="00BB7279"/>
    <w:rsid w:val="00BF11FA"/>
    <w:rsid w:val="00BF5705"/>
    <w:rsid w:val="00BF5ED2"/>
    <w:rsid w:val="00C2671C"/>
    <w:rsid w:val="00C43681"/>
    <w:rsid w:val="00C46268"/>
    <w:rsid w:val="00C77FD9"/>
    <w:rsid w:val="00C815C3"/>
    <w:rsid w:val="00CA25CC"/>
    <w:rsid w:val="00CA6F33"/>
    <w:rsid w:val="00CB1F2D"/>
    <w:rsid w:val="00CB7BB7"/>
    <w:rsid w:val="00CC25BE"/>
    <w:rsid w:val="00CD3F62"/>
    <w:rsid w:val="00CE1E52"/>
    <w:rsid w:val="00CF559F"/>
    <w:rsid w:val="00D20F8C"/>
    <w:rsid w:val="00D371AA"/>
    <w:rsid w:val="00D463B7"/>
    <w:rsid w:val="00D63B96"/>
    <w:rsid w:val="00D824AE"/>
    <w:rsid w:val="00DE769D"/>
    <w:rsid w:val="00E326D5"/>
    <w:rsid w:val="00E4365B"/>
    <w:rsid w:val="00E90F19"/>
    <w:rsid w:val="00EA3875"/>
    <w:rsid w:val="00ED2ED6"/>
    <w:rsid w:val="00ED36ED"/>
    <w:rsid w:val="00F003C5"/>
    <w:rsid w:val="00F72F36"/>
    <w:rsid w:val="00F83581"/>
    <w:rsid w:val="00F934AF"/>
    <w:rsid w:val="00FB6FF2"/>
    <w:rsid w:val="00FC6DF5"/>
    <w:rsid w:val="00FD17FF"/>
    <w:rsid w:val="00FD580D"/>
    <w:rsid w:val="00FE7E3E"/>
    <w:rsid w:val="00FF0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F19"/>
    <w:pPr>
      <w:autoSpaceDE w:val="0"/>
      <w:autoSpaceDN w:val="0"/>
    </w:pPr>
    <w:rPr>
      <w:rFonts w:ascii="Times New Roman" w:eastAsia="Times New Roman" w:hAnsi="Times New Roman"/>
      <w:sz w:val="20"/>
      <w:szCs w:val="20"/>
      <w:lang w:val="uk-UA"/>
    </w:rPr>
  </w:style>
  <w:style w:type="paragraph" w:styleId="Heading1">
    <w:name w:val="heading 1"/>
    <w:aliases w:val="Знак"/>
    <w:basedOn w:val="Normal"/>
    <w:next w:val="Normal"/>
    <w:link w:val="Heading1Char"/>
    <w:uiPriority w:val="99"/>
    <w:qFormat/>
    <w:rsid w:val="001D089B"/>
    <w:pPr>
      <w:keepNext/>
      <w:shd w:val="clear" w:color="auto" w:fill="FFFFFF"/>
      <w:jc w:val="center"/>
      <w:outlineLvl w:val="0"/>
    </w:pPr>
    <w:rPr>
      <w:color w:val="000000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D089B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D089B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нак Char"/>
    <w:basedOn w:val="DefaultParagraphFont"/>
    <w:link w:val="Heading1"/>
    <w:uiPriority w:val="99"/>
    <w:locked/>
    <w:rsid w:val="001D089B"/>
    <w:rPr>
      <w:rFonts w:ascii="Times New Roman" w:hAnsi="Times New Roman" w:cs="Times New Roman"/>
      <w:color w:val="000000"/>
      <w:sz w:val="32"/>
      <w:szCs w:val="32"/>
      <w:shd w:val="clear" w:color="auto" w:fill="FFFFFF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D089B"/>
    <w:rPr>
      <w:rFonts w:ascii="Calibri Light" w:hAnsi="Calibri Light" w:cs="Times New Roman"/>
      <w:color w:val="1F4D78"/>
      <w:sz w:val="24"/>
      <w:szCs w:val="24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1D089B"/>
    <w:rPr>
      <w:rFonts w:ascii="Calibri Light" w:hAnsi="Calibri Light" w:cs="Times New Roman"/>
      <w:color w:val="1F4D78"/>
      <w:sz w:val="20"/>
      <w:szCs w:val="20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1D089B"/>
    <w:pPr>
      <w:autoSpaceDE/>
      <w:autoSpaceDN/>
      <w:jc w:val="center"/>
    </w:pPr>
    <w:rPr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1D089B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">
    <w:name w:val="Знак Знак Знак Знак Знак Знак Знак"/>
    <w:basedOn w:val="Normal"/>
    <w:uiPriority w:val="99"/>
    <w:rsid w:val="001D089B"/>
    <w:pPr>
      <w:autoSpaceDE/>
      <w:autoSpaceDN/>
    </w:pPr>
    <w:rPr>
      <w:rFonts w:ascii="Verdana" w:hAnsi="Verdana" w:cs="Verdana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D089B"/>
    <w:pPr>
      <w:autoSpaceDE/>
      <w:autoSpaceDN/>
      <w:spacing w:after="120"/>
    </w:pPr>
    <w:rPr>
      <w:sz w:val="24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D089B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1D089B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rsid w:val="001D089B"/>
    <w:pPr>
      <w:tabs>
        <w:tab w:val="right" w:leader="dot" w:pos="9629"/>
      </w:tabs>
      <w:autoSpaceDE/>
      <w:autoSpaceDN/>
      <w:spacing w:line="310" w:lineRule="exact"/>
      <w:jc w:val="both"/>
    </w:pPr>
    <w:rPr>
      <w:rFonts w:eastAsia="Calibri"/>
      <w:noProof/>
      <w:sz w:val="28"/>
      <w:szCs w:val="28"/>
      <w:lang w:eastAsia="en-US"/>
    </w:rPr>
  </w:style>
  <w:style w:type="paragraph" w:styleId="TOC3">
    <w:name w:val="toc 3"/>
    <w:basedOn w:val="Normal"/>
    <w:next w:val="Normal"/>
    <w:autoRedefine/>
    <w:uiPriority w:val="99"/>
    <w:rsid w:val="001D089B"/>
    <w:pPr>
      <w:tabs>
        <w:tab w:val="right" w:leader="dot" w:pos="9628"/>
      </w:tabs>
      <w:autoSpaceDE/>
      <w:autoSpaceDN/>
      <w:spacing w:line="300" w:lineRule="exact"/>
      <w:ind w:right="-142"/>
      <w:jc w:val="both"/>
    </w:pPr>
    <w:rPr>
      <w:rFonts w:eastAsia="Calibri"/>
      <w:noProof/>
      <w:spacing w:val="-2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1D089B"/>
    <w:pPr>
      <w:autoSpaceDE/>
      <w:autoSpaceDN/>
      <w:ind w:firstLine="720"/>
      <w:jc w:val="both"/>
    </w:pPr>
    <w:rPr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D089B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apple-converted-space">
    <w:name w:val="apple-converted-space"/>
    <w:basedOn w:val="DefaultParagraphFont"/>
    <w:uiPriority w:val="99"/>
    <w:rsid w:val="001D089B"/>
    <w:rPr>
      <w:rFonts w:cs="Times New Roman"/>
    </w:rPr>
  </w:style>
  <w:style w:type="table" w:styleId="TableGrid">
    <w:name w:val="Table Grid"/>
    <w:basedOn w:val="TableNormal"/>
    <w:uiPriority w:val="99"/>
    <w:rsid w:val="001D089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D089B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rsid w:val="001D089B"/>
    <w:pPr>
      <w:widowControl w:val="0"/>
      <w:adjustRightInd w:val="0"/>
      <w:spacing w:after="120" w:line="480" w:lineRule="auto"/>
      <w:ind w:left="283"/>
    </w:pPr>
    <w:rPr>
      <w:lang w:val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D089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0">
    <w:name w:val="Основной текст_"/>
    <w:link w:val="5"/>
    <w:uiPriority w:val="99"/>
    <w:locked/>
    <w:rsid w:val="001D089B"/>
    <w:rPr>
      <w:sz w:val="28"/>
      <w:shd w:val="clear" w:color="auto" w:fill="FFFFFF"/>
    </w:rPr>
  </w:style>
  <w:style w:type="paragraph" w:customStyle="1" w:styleId="5">
    <w:name w:val="Основной текст5"/>
    <w:basedOn w:val="Normal"/>
    <w:link w:val="a0"/>
    <w:uiPriority w:val="99"/>
    <w:rsid w:val="001D089B"/>
    <w:pPr>
      <w:widowControl w:val="0"/>
      <w:shd w:val="clear" w:color="auto" w:fill="FFFFFF"/>
      <w:autoSpaceDE/>
      <w:autoSpaceDN/>
      <w:spacing w:line="377" w:lineRule="exact"/>
      <w:jc w:val="both"/>
    </w:pPr>
    <w:rPr>
      <w:rFonts w:ascii="Calibri" w:eastAsia="Calibri" w:hAnsi="Calibri"/>
      <w:sz w:val="28"/>
      <w:szCs w:val="28"/>
      <w:lang w:val="ru-RU"/>
    </w:rPr>
  </w:style>
  <w:style w:type="paragraph" w:styleId="BodyText3">
    <w:name w:val="Body Text 3"/>
    <w:basedOn w:val="Normal"/>
    <w:link w:val="BodyText3Char"/>
    <w:uiPriority w:val="99"/>
    <w:semiHidden/>
    <w:rsid w:val="001D089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1D089B"/>
    <w:rPr>
      <w:rFonts w:ascii="Times New Roman" w:hAnsi="Times New Roman" w:cs="Times New Roman"/>
      <w:sz w:val="16"/>
      <w:szCs w:val="16"/>
      <w:lang w:val="uk-UA" w:eastAsia="ru-RU"/>
    </w:rPr>
  </w:style>
  <w:style w:type="paragraph" w:styleId="NoSpacing">
    <w:name w:val="No Spacing"/>
    <w:uiPriority w:val="99"/>
    <w:qFormat/>
    <w:rsid w:val="001D089B"/>
    <w:rPr>
      <w:lang w:eastAsia="en-US"/>
    </w:rPr>
  </w:style>
  <w:style w:type="paragraph" w:styleId="Header">
    <w:name w:val="header"/>
    <w:basedOn w:val="Normal"/>
    <w:link w:val="HeaderChar"/>
    <w:uiPriority w:val="99"/>
    <w:rsid w:val="001D089B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D089B"/>
    <w:rPr>
      <w:rFonts w:ascii="Calibri" w:eastAsia="Times New Roman" w:hAnsi="Calibri" w:cs="Times New Roman"/>
      <w:lang w:val="uk-UA"/>
    </w:rPr>
  </w:style>
  <w:style w:type="character" w:styleId="PageNumber">
    <w:name w:val="page number"/>
    <w:basedOn w:val="DefaultParagraphFont"/>
    <w:uiPriority w:val="99"/>
    <w:rsid w:val="001D08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D089B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D089B"/>
    <w:rPr>
      <w:rFonts w:ascii="Calibri" w:eastAsia="Times New Roman" w:hAnsi="Calibri" w:cs="Times New Roman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1D089B"/>
    <w:pPr>
      <w:autoSpaceDE/>
      <w:autoSpaceDN/>
    </w:pPr>
    <w:rPr>
      <w:rFonts w:ascii="Tahoma" w:eastAsia="Calibri" w:hAnsi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089B"/>
    <w:rPr>
      <w:rFonts w:ascii="Tahoma" w:eastAsia="Times New Roman" w:hAnsi="Tahoma" w:cs="Times New Roman"/>
      <w:sz w:val="16"/>
      <w:szCs w:val="16"/>
      <w:lang w:val="uk-UA"/>
    </w:rPr>
  </w:style>
  <w:style w:type="character" w:styleId="Strong">
    <w:name w:val="Strong"/>
    <w:basedOn w:val="DefaultParagraphFont"/>
    <w:uiPriority w:val="99"/>
    <w:qFormat/>
    <w:rsid w:val="001D089B"/>
    <w:rPr>
      <w:rFonts w:cs="Times New Roman"/>
      <w:b/>
      <w:bCs/>
    </w:rPr>
  </w:style>
  <w:style w:type="paragraph" w:customStyle="1" w:styleId="3">
    <w:name w:val="заголовок 3"/>
    <w:basedOn w:val="Normal"/>
    <w:next w:val="Normal"/>
    <w:uiPriority w:val="99"/>
    <w:rsid w:val="001D089B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173</Words>
  <Characters>991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Win7</dc:creator>
  <cp:keywords/>
  <dc:description/>
  <cp:lastModifiedBy>WinXPProSP3</cp:lastModifiedBy>
  <cp:revision>2</cp:revision>
  <cp:lastPrinted>2017-11-24T07:45:00Z</cp:lastPrinted>
  <dcterms:created xsi:type="dcterms:W3CDTF">2017-12-12T08:09:00Z</dcterms:created>
  <dcterms:modified xsi:type="dcterms:W3CDTF">2017-12-12T08:09:00Z</dcterms:modified>
</cp:coreProperties>
</file>