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21" w:rsidRPr="00E47764" w:rsidRDefault="00BA2521" w:rsidP="00E47764">
      <w:pPr>
        <w:spacing w:line="240" w:lineRule="auto"/>
        <w:jc w:val="both"/>
        <w:rPr>
          <w:b/>
          <w:color w:val="000000"/>
          <w:szCs w:val="28"/>
          <w:lang w:val="uk-UA" w:eastAsia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2.7pt;margin-top:11.65pt;width:39.2pt;height:50.1pt;z-index:-251658240;visibility:visible">
            <v:imagedata r:id="rId5" o:title=""/>
          </v:shape>
        </w:pict>
      </w:r>
    </w:p>
    <w:p w:rsidR="00BA2521" w:rsidRDefault="00BA2521" w:rsidP="00E47764">
      <w:pPr>
        <w:spacing w:line="240" w:lineRule="auto"/>
        <w:jc w:val="both"/>
        <w:rPr>
          <w:b/>
          <w:color w:val="000000"/>
          <w:szCs w:val="28"/>
          <w:lang w:val="uk-UA" w:eastAsia="uk-UA"/>
        </w:rPr>
      </w:pPr>
    </w:p>
    <w:p w:rsidR="00BA2521" w:rsidRDefault="00BA2521" w:rsidP="00E4776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BA2521" w:rsidRPr="00987D1D" w:rsidRDefault="00BA2521" w:rsidP="00987D1D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lang w:val="uk-UA" w:eastAsia="uk-UA"/>
        </w:rPr>
      </w:pPr>
      <w:r w:rsidRPr="00987D1D">
        <w:rPr>
          <w:rFonts w:ascii="Times New Roman" w:hAnsi="Times New Roman"/>
          <w:b/>
          <w:sz w:val="28"/>
          <w:lang w:eastAsia="uk-UA"/>
        </w:rPr>
        <w:t>ГЛУХІВСЬКА МІСЬКА РАДА СУМСЬКОЇ ОБЛАСТІ</w:t>
      </w:r>
    </w:p>
    <w:p w:rsidR="00BA2521" w:rsidRPr="00987D1D" w:rsidRDefault="00BA2521" w:rsidP="00987D1D">
      <w:pPr>
        <w:pStyle w:val="NoSpacing"/>
        <w:spacing w:line="36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987D1D">
        <w:rPr>
          <w:rFonts w:ascii="Times New Roman" w:hAnsi="Times New Roman"/>
          <w:b/>
          <w:bCs/>
          <w:sz w:val="28"/>
          <w:lang w:eastAsia="ru-RU"/>
        </w:rPr>
        <w:t>Р О З П О Р Я Д Ж Е Н Н Я</w:t>
      </w:r>
    </w:p>
    <w:p w:rsidR="00BA2521" w:rsidRPr="00987D1D" w:rsidRDefault="00BA2521" w:rsidP="00987D1D">
      <w:pPr>
        <w:pStyle w:val="NoSpacing"/>
        <w:spacing w:line="36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987D1D">
        <w:rPr>
          <w:rFonts w:ascii="Times New Roman" w:hAnsi="Times New Roman"/>
          <w:b/>
          <w:bCs/>
          <w:sz w:val="28"/>
          <w:lang w:eastAsia="ru-RU"/>
        </w:rPr>
        <w:t>М І С Ь К О Г О    Г О Л О В И</w:t>
      </w:r>
    </w:p>
    <w:p w:rsidR="00BA2521" w:rsidRPr="004F79C0" w:rsidRDefault="00BA2521" w:rsidP="00A0232F">
      <w:pPr>
        <w:tabs>
          <w:tab w:val="left" w:pos="828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02.04.2020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uk-UA"/>
        </w:rPr>
        <w:t>р</w:t>
      </w:r>
      <w:r w:rsidRPr="00E47764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</w:t>
      </w:r>
      <w:r w:rsidRPr="00E47764">
        <w:rPr>
          <w:rFonts w:ascii="Times New Roman" w:hAnsi="Times New Roman"/>
          <w:sz w:val="28"/>
          <w:szCs w:val="28"/>
          <w:lang w:eastAsia="uk-UA"/>
        </w:rPr>
        <w:t xml:space="preserve"> Глух</w:t>
      </w:r>
      <w:r w:rsidRPr="00E47764">
        <w:rPr>
          <w:rFonts w:ascii="Times New Roman" w:hAnsi="Times New Roman"/>
          <w:sz w:val="28"/>
          <w:szCs w:val="28"/>
          <w:lang w:val="uk-UA" w:eastAsia="uk-UA"/>
        </w:rPr>
        <w:t>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</w:t>
      </w:r>
      <w:r w:rsidRPr="00E47764">
        <w:rPr>
          <w:rFonts w:ascii="Times New Roman" w:hAnsi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uk-UA"/>
        </w:rPr>
        <w:t>68-ОД</w:t>
      </w:r>
    </w:p>
    <w:p w:rsidR="00BA2521" w:rsidRDefault="00BA2521" w:rsidP="00CE4E4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BA2521" w:rsidRPr="00407360" w:rsidRDefault="00BA2521" w:rsidP="00407360">
      <w:pPr>
        <w:tabs>
          <w:tab w:val="left" w:pos="3808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Про скасування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розпорядження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міського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голови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від 01.04.2020 № 60-ОД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«Про проведення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службового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розслідування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стосовно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керуючої справ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ами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виконавчого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комітету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C6EB7">
        <w:rPr>
          <w:rFonts w:ascii="Times New Roman" w:hAnsi="Times New Roman"/>
          <w:b/>
          <w:sz w:val="28"/>
          <w:szCs w:val="28"/>
          <w:lang w:val="uk-UA" w:eastAsia="ru-RU"/>
        </w:rPr>
        <w:t>міської ради Гаврильченко О.О.»</w:t>
      </w:r>
    </w:p>
    <w:p w:rsidR="00BA2521" w:rsidRPr="002C6EB7" w:rsidRDefault="00BA2521" w:rsidP="00BA2F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A2521" w:rsidRPr="00135689" w:rsidRDefault="00BA2521" w:rsidP="001356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5689">
        <w:rPr>
          <w:rFonts w:ascii="Times New Roman" w:hAnsi="Times New Roman"/>
          <w:sz w:val="28"/>
          <w:szCs w:val="28"/>
          <w:lang w:val="uk-UA" w:eastAsia="uk-UA"/>
        </w:rPr>
        <w:t xml:space="preserve">Відповідно до рішення міської ради від 02.04.2020 № 406«Про розпуск виконавчого комітету, припинення повноважень та звільнення керуючої справами </w:t>
      </w:r>
      <w:r>
        <w:rPr>
          <w:rFonts w:ascii="Times New Roman" w:hAnsi="Times New Roman"/>
          <w:sz w:val="28"/>
          <w:szCs w:val="28"/>
          <w:lang w:val="uk-UA" w:eastAsia="uk-UA"/>
        </w:rPr>
        <w:t>виконавчого комітету</w:t>
      </w:r>
      <w:r w:rsidRPr="00135689">
        <w:rPr>
          <w:rFonts w:ascii="Times New Roman" w:hAnsi="Times New Roman"/>
          <w:sz w:val="28"/>
          <w:szCs w:val="28"/>
          <w:lang w:val="uk-UA" w:eastAsia="uk-UA"/>
        </w:rPr>
        <w:t xml:space="preserve"> міської ради»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135689">
        <w:rPr>
          <w:rFonts w:ascii="Times New Roman" w:hAnsi="Times New Roman"/>
          <w:sz w:val="28"/>
          <w:szCs w:val="28"/>
          <w:lang w:val="uk-UA" w:eastAsia="uk-UA"/>
        </w:rPr>
        <w:t>керуючись статтею 42 Закону України «Про місцеве самоврядування в Україні»:</w:t>
      </w:r>
    </w:p>
    <w:p w:rsidR="00BA2521" w:rsidRPr="006A2750" w:rsidRDefault="00BA2521" w:rsidP="006A27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Style w:val="rvts0"/>
          <w:rFonts w:ascii="Times New Roman" w:hAnsi="Times New Roman"/>
          <w:sz w:val="28"/>
          <w:szCs w:val="28"/>
          <w:lang w:val="uk-UA"/>
        </w:rPr>
        <w:t>1</w:t>
      </w:r>
      <w:r w:rsidRPr="006A2750">
        <w:rPr>
          <w:rStyle w:val="rvts0"/>
          <w:rFonts w:ascii="Times New Roman" w:hAnsi="Times New Roman"/>
          <w:sz w:val="28"/>
          <w:szCs w:val="28"/>
          <w:lang w:val="uk-UA"/>
        </w:rPr>
        <w:t xml:space="preserve">. </w:t>
      </w:r>
      <w:r w:rsidRPr="006A2750">
        <w:rPr>
          <w:rFonts w:ascii="Times New Roman" w:hAnsi="Times New Roman"/>
          <w:sz w:val="28"/>
          <w:szCs w:val="28"/>
          <w:lang w:val="uk-UA"/>
        </w:rPr>
        <w:t>Визнати таким, що втратило чинність, розпорядження міського голови від 01.04.2020 №60-ОД «</w:t>
      </w:r>
      <w:r w:rsidRPr="006A275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Про проведення службового розслідування стосовно </w:t>
      </w:r>
      <w:r>
        <w:rPr>
          <w:rFonts w:ascii="Times New Roman" w:hAnsi="Times New Roman"/>
          <w:sz w:val="28"/>
          <w:szCs w:val="28"/>
          <w:lang w:val="uk-UA" w:eastAsia="uk-UA"/>
        </w:rPr>
        <w:t>керуючої справами</w:t>
      </w:r>
      <w:r w:rsidRPr="006A2750">
        <w:rPr>
          <w:rFonts w:ascii="Times New Roman" w:hAnsi="Times New Roman"/>
          <w:sz w:val="28"/>
          <w:szCs w:val="28"/>
          <w:lang w:val="uk-UA" w:eastAsia="uk-UA"/>
        </w:rPr>
        <w:t xml:space="preserve"> виконавчого комітету міської ради Гаврильченко О.О.</w:t>
      </w:r>
      <w:r w:rsidRPr="006A2750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A275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A2521" w:rsidRPr="006A2750" w:rsidRDefault="00BA2521" w:rsidP="006A2750">
      <w:pPr>
        <w:shd w:val="clear" w:color="auto" w:fill="FFFFFF"/>
        <w:spacing w:before="10" w:after="0" w:line="317" w:lineRule="exact"/>
        <w:ind w:right="-79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</w:t>
      </w:r>
      <w:r w:rsidRPr="00657216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BA2521" w:rsidRDefault="00BA2521" w:rsidP="00670E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A2521" w:rsidRDefault="00BA2521" w:rsidP="00670E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A2521" w:rsidRPr="001A1C31" w:rsidRDefault="00BA2521" w:rsidP="0065721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Секретар міської ради Юрій БУРЛАКА</w:t>
      </w:r>
    </w:p>
    <w:p w:rsidR="00BA2521" w:rsidRDefault="00BA2521" w:rsidP="00670E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A2521" w:rsidRDefault="00BA2521" w:rsidP="00670E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A2521" w:rsidRDefault="00BA2521" w:rsidP="00670E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A2521" w:rsidRDefault="00BA2521" w:rsidP="00670E8B">
      <w:pPr>
        <w:spacing w:after="0" w:line="240" w:lineRule="auto"/>
        <w:rPr>
          <w:rFonts w:ascii="Bookman Old Style" w:hAnsi="Bookman Old Style" w:cs="Bookman Old Style"/>
          <w:sz w:val="24"/>
          <w:szCs w:val="24"/>
          <w:lang w:val="uk-UA" w:eastAsia="ru-RU"/>
        </w:rPr>
      </w:pPr>
    </w:p>
    <w:p w:rsidR="00BA2521" w:rsidRDefault="00BA2521" w:rsidP="00670E8B">
      <w:pPr>
        <w:spacing w:after="0" w:line="240" w:lineRule="auto"/>
        <w:rPr>
          <w:rFonts w:ascii="Bookman Old Style" w:hAnsi="Bookman Old Style" w:cs="Bookman Old Style"/>
          <w:sz w:val="24"/>
          <w:szCs w:val="24"/>
          <w:lang w:val="uk-UA" w:eastAsia="ru-RU"/>
        </w:rPr>
      </w:pPr>
    </w:p>
    <w:sectPr w:rsidR="00BA2521" w:rsidSect="00685E45">
      <w:pgSz w:w="11900" w:h="16820"/>
      <w:pgMar w:top="851" w:right="567" w:bottom="851" w:left="1701" w:header="567" w:footer="567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2C15"/>
    <w:multiLevelType w:val="hybridMultilevel"/>
    <w:tmpl w:val="BEC29C08"/>
    <w:lvl w:ilvl="0" w:tplc="6C8A6E24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679767E2"/>
    <w:multiLevelType w:val="hybridMultilevel"/>
    <w:tmpl w:val="B76647E6"/>
    <w:lvl w:ilvl="0" w:tplc="04C2FAC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ED7"/>
    <w:rsid w:val="00036830"/>
    <w:rsid w:val="00075D06"/>
    <w:rsid w:val="00096D96"/>
    <w:rsid w:val="000A778A"/>
    <w:rsid w:val="000B5003"/>
    <w:rsid w:val="000C2245"/>
    <w:rsid w:val="000E2F3B"/>
    <w:rsid w:val="000F10B4"/>
    <w:rsid w:val="00106B69"/>
    <w:rsid w:val="00110E0F"/>
    <w:rsid w:val="00130EC8"/>
    <w:rsid w:val="00135689"/>
    <w:rsid w:val="001425FE"/>
    <w:rsid w:val="00167BB1"/>
    <w:rsid w:val="001A1366"/>
    <w:rsid w:val="001A1C31"/>
    <w:rsid w:val="001F6EFE"/>
    <w:rsid w:val="002042E0"/>
    <w:rsid w:val="00210879"/>
    <w:rsid w:val="00211DC4"/>
    <w:rsid w:val="00215443"/>
    <w:rsid w:val="00244E64"/>
    <w:rsid w:val="00256226"/>
    <w:rsid w:val="002B4346"/>
    <w:rsid w:val="002C6EB7"/>
    <w:rsid w:val="002E7259"/>
    <w:rsid w:val="002F5C2E"/>
    <w:rsid w:val="002F5EDC"/>
    <w:rsid w:val="0031503B"/>
    <w:rsid w:val="00360EF0"/>
    <w:rsid w:val="00371E2B"/>
    <w:rsid w:val="0038231B"/>
    <w:rsid w:val="003A45F9"/>
    <w:rsid w:val="003C400E"/>
    <w:rsid w:val="003D46B8"/>
    <w:rsid w:val="003F0180"/>
    <w:rsid w:val="003F1853"/>
    <w:rsid w:val="00407360"/>
    <w:rsid w:val="00423C44"/>
    <w:rsid w:val="004252D1"/>
    <w:rsid w:val="00431D0D"/>
    <w:rsid w:val="004464EC"/>
    <w:rsid w:val="00446E79"/>
    <w:rsid w:val="00456CE5"/>
    <w:rsid w:val="00462D5C"/>
    <w:rsid w:val="00467B97"/>
    <w:rsid w:val="00471B9A"/>
    <w:rsid w:val="0048159E"/>
    <w:rsid w:val="00482821"/>
    <w:rsid w:val="004853ED"/>
    <w:rsid w:val="004B031A"/>
    <w:rsid w:val="004B1C22"/>
    <w:rsid w:val="004B70B7"/>
    <w:rsid w:val="004F3FFA"/>
    <w:rsid w:val="004F79C0"/>
    <w:rsid w:val="00522CA7"/>
    <w:rsid w:val="00552F2D"/>
    <w:rsid w:val="005667CD"/>
    <w:rsid w:val="00571425"/>
    <w:rsid w:val="00581EC0"/>
    <w:rsid w:val="0059653E"/>
    <w:rsid w:val="005C6526"/>
    <w:rsid w:val="005E3405"/>
    <w:rsid w:val="005E5A87"/>
    <w:rsid w:val="005E6D8B"/>
    <w:rsid w:val="005F27B1"/>
    <w:rsid w:val="00600463"/>
    <w:rsid w:val="00600F73"/>
    <w:rsid w:val="006157A4"/>
    <w:rsid w:val="00627CBD"/>
    <w:rsid w:val="0063562E"/>
    <w:rsid w:val="00641709"/>
    <w:rsid w:val="0065556B"/>
    <w:rsid w:val="00657216"/>
    <w:rsid w:val="00670E8B"/>
    <w:rsid w:val="00684279"/>
    <w:rsid w:val="00685E45"/>
    <w:rsid w:val="006A2750"/>
    <w:rsid w:val="006B3127"/>
    <w:rsid w:val="006C61D8"/>
    <w:rsid w:val="006C7329"/>
    <w:rsid w:val="006F0DC8"/>
    <w:rsid w:val="00701EFF"/>
    <w:rsid w:val="007220EF"/>
    <w:rsid w:val="00753ED3"/>
    <w:rsid w:val="007861CF"/>
    <w:rsid w:val="007C4FF0"/>
    <w:rsid w:val="007D26BE"/>
    <w:rsid w:val="007E2998"/>
    <w:rsid w:val="00800FFB"/>
    <w:rsid w:val="00812311"/>
    <w:rsid w:val="00834C30"/>
    <w:rsid w:val="00836050"/>
    <w:rsid w:val="00867E2B"/>
    <w:rsid w:val="00884C94"/>
    <w:rsid w:val="00890779"/>
    <w:rsid w:val="0089741B"/>
    <w:rsid w:val="008A2EFB"/>
    <w:rsid w:val="008C4802"/>
    <w:rsid w:val="008D143C"/>
    <w:rsid w:val="00903BB1"/>
    <w:rsid w:val="00907043"/>
    <w:rsid w:val="009101FD"/>
    <w:rsid w:val="009318A3"/>
    <w:rsid w:val="0096190D"/>
    <w:rsid w:val="009649A8"/>
    <w:rsid w:val="00987D1D"/>
    <w:rsid w:val="009C6346"/>
    <w:rsid w:val="00A0232F"/>
    <w:rsid w:val="00A03C06"/>
    <w:rsid w:val="00A1661D"/>
    <w:rsid w:val="00A3604F"/>
    <w:rsid w:val="00A73B4D"/>
    <w:rsid w:val="00AB6E6C"/>
    <w:rsid w:val="00AD0E62"/>
    <w:rsid w:val="00AE2C82"/>
    <w:rsid w:val="00B10278"/>
    <w:rsid w:val="00B2167E"/>
    <w:rsid w:val="00B34E6C"/>
    <w:rsid w:val="00B74BDE"/>
    <w:rsid w:val="00BA2521"/>
    <w:rsid w:val="00BA2F2E"/>
    <w:rsid w:val="00BB4E23"/>
    <w:rsid w:val="00C27C3B"/>
    <w:rsid w:val="00C43164"/>
    <w:rsid w:val="00C64C0C"/>
    <w:rsid w:val="00CC5287"/>
    <w:rsid w:val="00CC589B"/>
    <w:rsid w:val="00CE315C"/>
    <w:rsid w:val="00CE4E49"/>
    <w:rsid w:val="00CF3892"/>
    <w:rsid w:val="00D40B4D"/>
    <w:rsid w:val="00DC261A"/>
    <w:rsid w:val="00DC2E1B"/>
    <w:rsid w:val="00DE47C2"/>
    <w:rsid w:val="00DF763A"/>
    <w:rsid w:val="00E02254"/>
    <w:rsid w:val="00E0320B"/>
    <w:rsid w:val="00E369E4"/>
    <w:rsid w:val="00E47764"/>
    <w:rsid w:val="00E51FFF"/>
    <w:rsid w:val="00E941B6"/>
    <w:rsid w:val="00EB153B"/>
    <w:rsid w:val="00EB7DCA"/>
    <w:rsid w:val="00ED6A64"/>
    <w:rsid w:val="00EE2688"/>
    <w:rsid w:val="00F109FB"/>
    <w:rsid w:val="00F323FE"/>
    <w:rsid w:val="00F84461"/>
    <w:rsid w:val="00FB01D1"/>
    <w:rsid w:val="00FE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70E8B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096D96"/>
    <w:rPr>
      <w:rFonts w:cs="Times New Roman"/>
    </w:rPr>
  </w:style>
  <w:style w:type="character" w:styleId="Strong">
    <w:name w:val="Strong"/>
    <w:basedOn w:val="DefaultParagraphFont"/>
    <w:uiPriority w:val="99"/>
    <w:qFormat/>
    <w:rsid w:val="009C6346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8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7D1D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87D1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146</Words>
  <Characters>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8</cp:revision>
  <cp:lastPrinted>2020-04-06T06:09:00Z</cp:lastPrinted>
  <dcterms:created xsi:type="dcterms:W3CDTF">2020-04-06T06:01:00Z</dcterms:created>
  <dcterms:modified xsi:type="dcterms:W3CDTF">2020-04-14T16:19:00Z</dcterms:modified>
</cp:coreProperties>
</file>