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4E" w:rsidRPr="007B6A54" w:rsidRDefault="00A9534E" w:rsidP="00437ACF">
      <w:pPr>
        <w:spacing w:after="0" w:line="240" w:lineRule="auto"/>
        <w:ind w:left="5812" w:right="-140"/>
        <w:rPr>
          <w:rFonts w:ascii="Times New Roman" w:hAnsi="Times New Roman"/>
          <w:sz w:val="28"/>
          <w:szCs w:val="28"/>
          <w:lang w:val="uk-UA" w:eastAsia="ru-RU"/>
        </w:rPr>
      </w:pPr>
      <w:r w:rsidRPr="007B6A54">
        <w:rPr>
          <w:rFonts w:ascii="Times New Roman" w:hAnsi="Times New Roman"/>
          <w:color w:val="000000"/>
          <w:sz w:val="28"/>
          <w:szCs w:val="28"/>
          <w:lang w:val="uk-UA" w:eastAsia="ru-RU"/>
        </w:rPr>
        <w:t>ЗАТВЕРДЖЕНО</w:t>
      </w:r>
    </w:p>
    <w:p w:rsidR="00A9534E" w:rsidRPr="00437ACF" w:rsidRDefault="00A9534E" w:rsidP="00437ACF">
      <w:pPr>
        <w:shd w:val="clear" w:color="auto" w:fill="FFFFFF"/>
        <w:spacing w:after="0" w:line="274" w:lineRule="exact"/>
        <w:ind w:left="5812" w:right="-140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437ACF">
        <w:rPr>
          <w:rFonts w:ascii="Times New Roman" w:hAnsi="Times New Roman"/>
          <w:color w:val="000000"/>
          <w:sz w:val="28"/>
          <w:szCs w:val="28"/>
          <w:lang w:val="uk-UA" w:eastAsia="ru-RU"/>
        </w:rPr>
        <w:t>Розпорядження міського голови</w:t>
      </w:r>
    </w:p>
    <w:p w:rsidR="00A9534E" w:rsidRPr="00437ACF" w:rsidRDefault="00A9534E" w:rsidP="00437ACF">
      <w:pPr>
        <w:spacing w:after="0" w:line="240" w:lineRule="auto"/>
        <w:ind w:left="504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4"/>
          <w:u w:val="single"/>
          <w:lang w:val="uk-UA" w:eastAsia="ru-RU"/>
        </w:rPr>
        <w:t>________</w:t>
      </w:r>
      <w:r w:rsidRPr="00437ACF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437AC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___________</w:t>
      </w:r>
    </w:p>
    <w:p w:rsidR="00A9534E" w:rsidRPr="00437ACF" w:rsidRDefault="00A9534E" w:rsidP="00437ACF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</w:p>
    <w:p w:rsidR="00A9534E" w:rsidRPr="00437ACF" w:rsidRDefault="00A9534E" w:rsidP="00437ACF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</w:p>
    <w:p w:rsidR="00A9534E" w:rsidRPr="00437ACF" w:rsidRDefault="00A9534E" w:rsidP="00437ACF">
      <w:pPr>
        <w:spacing w:after="0" w:line="240" w:lineRule="auto"/>
        <w:ind w:firstLine="34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СКЛАД</w:t>
      </w:r>
    </w:p>
    <w:p w:rsidR="00A9534E" w:rsidRDefault="00A9534E" w:rsidP="00437A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b/>
          <w:bCs/>
          <w:color w:val="000000"/>
          <w:spacing w:val="3"/>
          <w:sz w:val="28"/>
          <w:szCs w:val="28"/>
          <w:lang w:val="uk-UA" w:eastAsia="ru-RU"/>
        </w:rPr>
        <w:t xml:space="preserve">організаційного комітету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з підготовки та проведення </w:t>
      </w:r>
      <w:r w:rsidRPr="00437ACF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в місті Глухові фестивалю людей поважного віку </w:t>
      </w:r>
    </w:p>
    <w:p w:rsidR="00A9534E" w:rsidRPr="00437ACF" w:rsidRDefault="00A9534E" w:rsidP="00437A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«Листопадом стеляться літа»</w:t>
      </w:r>
    </w:p>
    <w:p w:rsidR="00A9534E" w:rsidRDefault="00A9534E" w:rsidP="00437ACF">
      <w:pPr>
        <w:spacing w:after="0" w:line="240" w:lineRule="auto"/>
        <w:ind w:firstLine="34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A9534E" w:rsidRPr="00437ACF" w:rsidRDefault="00A9534E" w:rsidP="00437ACF">
      <w:pPr>
        <w:spacing w:after="0" w:line="240" w:lineRule="auto"/>
        <w:ind w:firstLine="34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Look w:val="01E0"/>
      </w:tblPr>
      <w:tblGrid>
        <w:gridCol w:w="3166"/>
        <w:gridCol w:w="6189"/>
      </w:tblGrid>
      <w:tr w:rsidR="00A9534E" w:rsidRPr="004D0A71" w:rsidTr="006124FA">
        <w:trPr>
          <w:trHeight w:val="955"/>
        </w:trPr>
        <w:tc>
          <w:tcPr>
            <w:tcW w:w="3166" w:type="dxa"/>
          </w:tcPr>
          <w:p w:rsidR="00A9534E" w:rsidRPr="00437ACF" w:rsidRDefault="00A9534E" w:rsidP="00437ACF">
            <w:pPr>
              <w:tabs>
                <w:tab w:val="left" w:pos="169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4"/>
                <w:lang w:val="uk-UA" w:eastAsia="ru-RU"/>
              </w:rPr>
              <w:t>Васильєва</w:t>
            </w:r>
            <w:r w:rsidRPr="00437AC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4"/>
                <w:lang w:val="uk-UA" w:eastAsia="ru-RU"/>
              </w:rPr>
              <w:tab/>
            </w:r>
          </w:p>
          <w:p w:rsidR="00A9534E" w:rsidRPr="00437ACF" w:rsidRDefault="00A9534E" w:rsidP="00437A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4"/>
                <w:lang w:val="uk-UA" w:eastAsia="ru-RU"/>
              </w:rPr>
              <w:t>Маріанна Іванівна</w:t>
            </w:r>
            <w:r w:rsidRPr="00437ACF"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  <w:t>,</w:t>
            </w:r>
          </w:p>
          <w:p w:rsidR="00A9534E" w:rsidRPr="00437ACF" w:rsidRDefault="00A9534E" w:rsidP="00437A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0"/>
                <w:szCs w:val="24"/>
                <w:lang w:val="uk-UA" w:eastAsia="ru-RU"/>
              </w:rPr>
            </w:pPr>
          </w:p>
        </w:tc>
        <w:tc>
          <w:tcPr>
            <w:tcW w:w="6189" w:type="dxa"/>
          </w:tcPr>
          <w:p w:rsidR="00A9534E" w:rsidRPr="00437ACF" w:rsidRDefault="00A9534E" w:rsidP="00437ACF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заступник міського голови з питань діяльності виконавчих органів міської ради</w:t>
            </w:r>
            <w:r w:rsidRPr="00437ACF">
              <w:rPr>
                <w:rFonts w:ascii="Times New Roman" w:hAnsi="Times New Roman"/>
                <w:color w:val="000000"/>
                <w:spacing w:val="-5"/>
                <w:sz w:val="28"/>
                <w:szCs w:val="24"/>
                <w:lang w:val="uk-UA" w:eastAsia="ru-RU"/>
              </w:rPr>
              <w:t>;</w:t>
            </w:r>
          </w:p>
          <w:p w:rsidR="00A9534E" w:rsidRPr="00437ACF" w:rsidRDefault="00A9534E" w:rsidP="00437ACF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b/>
                <w:color w:val="000000"/>
                <w:sz w:val="8"/>
                <w:szCs w:val="24"/>
                <w:lang w:val="uk-UA" w:eastAsia="ru-RU"/>
              </w:rPr>
            </w:pPr>
          </w:p>
        </w:tc>
      </w:tr>
      <w:tr w:rsidR="00A9534E" w:rsidRPr="004D0A71" w:rsidTr="00AA2079">
        <w:tc>
          <w:tcPr>
            <w:tcW w:w="3166" w:type="dxa"/>
          </w:tcPr>
          <w:p w:rsidR="00A9534E" w:rsidRPr="00437ACF" w:rsidRDefault="00A9534E" w:rsidP="00AA207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Демішева</w:t>
            </w:r>
            <w:r w:rsidRPr="00437A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br/>
              <w:t xml:space="preserve">Олена Миколаївна,  </w:t>
            </w:r>
          </w:p>
        </w:tc>
        <w:tc>
          <w:tcPr>
            <w:tcW w:w="6189" w:type="dxa"/>
          </w:tcPr>
          <w:p w:rsidR="00A9534E" w:rsidRPr="00437ACF" w:rsidRDefault="00A9534E" w:rsidP="00437AC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секретар міської ради; </w:t>
            </w:r>
          </w:p>
        </w:tc>
      </w:tr>
      <w:tr w:rsidR="00A9534E" w:rsidRPr="004D0A71" w:rsidTr="00AA2079">
        <w:tc>
          <w:tcPr>
            <w:tcW w:w="3166" w:type="dxa"/>
          </w:tcPr>
          <w:p w:rsidR="00A9534E" w:rsidRPr="00437ACF" w:rsidRDefault="00A9534E" w:rsidP="00437ACF">
            <w:pPr>
              <w:shd w:val="clear" w:color="auto" w:fill="FFFFFF"/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color w:val="000000"/>
                <w:sz w:val="10"/>
                <w:szCs w:val="28"/>
                <w:lang w:val="uk-UA" w:eastAsia="ru-RU"/>
              </w:rPr>
            </w:pPr>
          </w:p>
          <w:p w:rsidR="00A9534E" w:rsidRPr="00437ACF" w:rsidRDefault="00A9534E" w:rsidP="00437ACF">
            <w:pPr>
              <w:shd w:val="clear" w:color="auto" w:fill="FFFFFF"/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Демченко</w:t>
            </w:r>
          </w:p>
          <w:p w:rsidR="00A9534E" w:rsidRPr="00437ACF" w:rsidRDefault="00A9534E" w:rsidP="00437ACF">
            <w:pPr>
              <w:shd w:val="clear" w:color="auto" w:fill="FFFFFF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Олександр Анатолійович,</w:t>
            </w:r>
          </w:p>
          <w:p w:rsidR="00A9534E" w:rsidRPr="00437ACF" w:rsidRDefault="00A9534E" w:rsidP="00437ACF">
            <w:pPr>
              <w:shd w:val="clear" w:color="auto" w:fill="FFFFFF"/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color w:val="000000"/>
                <w:spacing w:val="3"/>
                <w:sz w:val="16"/>
                <w:szCs w:val="28"/>
                <w:lang w:val="uk-UA" w:eastAsia="ru-RU"/>
              </w:rPr>
            </w:pPr>
          </w:p>
        </w:tc>
        <w:tc>
          <w:tcPr>
            <w:tcW w:w="6189" w:type="dxa"/>
          </w:tcPr>
          <w:p w:rsidR="00A9534E" w:rsidRPr="00437ACF" w:rsidRDefault="00A9534E" w:rsidP="00437AC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6"/>
                <w:szCs w:val="28"/>
                <w:lang w:val="uk-UA" w:eastAsia="ru-RU"/>
              </w:rPr>
            </w:pPr>
          </w:p>
          <w:p w:rsidR="00A9534E" w:rsidRPr="00437ACF" w:rsidRDefault="00A9534E" w:rsidP="00437AC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начальник відділу з правової та внутрішньої політики міської ради;</w:t>
            </w:r>
          </w:p>
        </w:tc>
      </w:tr>
      <w:tr w:rsidR="00A9534E" w:rsidRPr="004D0A71" w:rsidTr="00AA2079">
        <w:tc>
          <w:tcPr>
            <w:tcW w:w="3166" w:type="dxa"/>
          </w:tcPr>
          <w:p w:rsidR="00A9534E" w:rsidRPr="00437ACF" w:rsidRDefault="00A9534E" w:rsidP="00437A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>Кащенко</w:t>
            </w:r>
          </w:p>
          <w:p w:rsidR="00A9534E" w:rsidRDefault="00A9534E" w:rsidP="00437A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>Тетяна Олександрівна,</w:t>
            </w:r>
          </w:p>
          <w:p w:rsidR="00A9534E" w:rsidRDefault="00A9534E" w:rsidP="00437A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</w:p>
          <w:p w:rsidR="00A9534E" w:rsidRDefault="00A9534E" w:rsidP="00437A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 xml:space="preserve">Попова                                      </w:t>
            </w:r>
          </w:p>
          <w:p w:rsidR="00A9534E" w:rsidRPr="00437ACF" w:rsidRDefault="00A9534E" w:rsidP="00437A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>Зінаїда Олександрівна</w:t>
            </w:r>
          </w:p>
        </w:tc>
        <w:tc>
          <w:tcPr>
            <w:tcW w:w="6189" w:type="dxa"/>
          </w:tcPr>
          <w:p w:rsidR="00A9534E" w:rsidRDefault="00A9534E" w:rsidP="00437ACF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  <w:t>начальник організаційно-контрольного відділу апарату міської ради та її виконавчого комітету;</w:t>
            </w:r>
          </w:p>
          <w:p w:rsidR="00A9534E" w:rsidRDefault="00A9534E" w:rsidP="00437ACF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  <w:t>в.о. начальника управління соціального захисту населення міської ради</w:t>
            </w:r>
          </w:p>
          <w:p w:rsidR="00A9534E" w:rsidRPr="00437ACF" w:rsidRDefault="00A9534E" w:rsidP="00437ACF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</w:pPr>
          </w:p>
          <w:p w:rsidR="00A9534E" w:rsidRPr="00437ACF" w:rsidRDefault="00A9534E" w:rsidP="00437ACF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z w:val="6"/>
                <w:szCs w:val="24"/>
                <w:lang w:val="uk-UA" w:eastAsia="ru-RU"/>
              </w:rPr>
            </w:pPr>
          </w:p>
        </w:tc>
      </w:tr>
      <w:tr w:rsidR="00A9534E" w:rsidRPr="004D0A71" w:rsidTr="00AA2079">
        <w:tc>
          <w:tcPr>
            <w:tcW w:w="3166" w:type="dxa"/>
          </w:tcPr>
          <w:p w:rsidR="00A9534E" w:rsidRPr="00437ACF" w:rsidRDefault="00A9534E" w:rsidP="00437A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bookmarkStart w:id="0" w:name="_GoBack"/>
            <w:bookmarkEnd w:id="0"/>
            <w:r w:rsidRPr="00437ACF"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>Плотницький</w:t>
            </w:r>
          </w:p>
          <w:p w:rsidR="00A9534E" w:rsidRPr="00437ACF" w:rsidRDefault="00A9534E" w:rsidP="00437A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>Михайло Григорович,</w:t>
            </w:r>
          </w:p>
        </w:tc>
        <w:tc>
          <w:tcPr>
            <w:tcW w:w="6189" w:type="dxa"/>
          </w:tcPr>
          <w:p w:rsidR="00A9534E" w:rsidRPr="00437ACF" w:rsidRDefault="00A9534E" w:rsidP="00437ACF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  <w:t>начальник відділу молоді та спорту міської ради;</w:t>
            </w:r>
          </w:p>
        </w:tc>
      </w:tr>
      <w:tr w:rsidR="00A9534E" w:rsidRPr="004D0A71" w:rsidTr="00AA2079">
        <w:tc>
          <w:tcPr>
            <w:tcW w:w="3166" w:type="dxa"/>
          </w:tcPr>
          <w:p w:rsidR="00A9534E" w:rsidRPr="00437ACF" w:rsidRDefault="00A9534E" w:rsidP="00437A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12"/>
                <w:szCs w:val="24"/>
                <w:lang w:val="uk-UA" w:eastAsia="ru-RU"/>
              </w:rPr>
            </w:pPr>
          </w:p>
          <w:p w:rsidR="00A9534E" w:rsidRPr="00437ACF" w:rsidRDefault="00A9534E" w:rsidP="00437A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>Самощенко</w:t>
            </w:r>
          </w:p>
          <w:p w:rsidR="00A9534E" w:rsidRPr="00437ACF" w:rsidRDefault="00A9534E" w:rsidP="00437A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 xml:space="preserve">Олена Михайлівна, </w:t>
            </w:r>
          </w:p>
        </w:tc>
        <w:tc>
          <w:tcPr>
            <w:tcW w:w="6189" w:type="dxa"/>
          </w:tcPr>
          <w:p w:rsidR="00A9534E" w:rsidRPr="00437ACF" w:rsidRDefault="00A9534E" w:rsidP="00437ACF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  <w:t>начальник відділу культури міської ради;</w:t>
            </w:r>
          </w:p>
        </w:tc>
      </w:tr>
      <w:tr w:rsidR="00A9534E" w:rsidRPr="004D0A71" w:rsidTr="00AA2079">
        <w:tc>
          <w:tcPr>
            <w:tcW w:w="3166" w:type="dxa"/>
          </w:tcPr>
          <w:p w:rsidR="00A9534E" w:rsidRPr="00437ACF" w:rsidRDefault="00A9534E" w:rsidP="00437ACF">
            <w:pPr>
              <w:spacing w:after="0" w:line="240" w:lineRule="auto"/>
              <w:ind w:firstLine="34"/>
              <w:rPr>
                <w:rFonts w:ascii="Times New Roman" w:hAnsi="Times New Roman"/>
                <w:bCs/>
                <w:color w:val="000000"/>
                <w:sz w:val="10"/>
                <w:szCs w:val="28"/>
                <w:lang w:val="uk-UA" w:eastAsia="ru-RU"/>
              </w:rPr>
            </w:pPr>
          </w:p>
          <w:p w:rsidR="00A9534E" w:rsidRPr="00437ACF" w:rsidRDefault="00A9534E" w:rsidP="00437ACF">
            <w:pPr>
              <w:spacing w:after="0" w:line="240" w:lineRule="auto"/>
              <w:ind w:firstLine="34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Сегеда</w:t>
            </w:r>
          </w:p>
          <w:p w:rsidR="00A9534E" w:rsidRPr="00437ACF" w:rsidRDefault="00A9534E" w:rsidP="00437ACF">
            <w:pPr>
              <w:spacing w:after="0" w:line="240" w:lineRule="auto"/>
              <w:ind w:firstLine="34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Марія Юріївна,</w:t>
            </w:r>
          </w:p>
        </w:tc>
        <w:tc>
          <w:tcPr>
            <w:tcW w:w="6189" w:type="dxa"/>
          </w:tcPr>
          <w:p w:rsidR="00A9534E" w:rsidRPr="00437ACF" w:rsidRDefault="00A9534E" w:rsidP="00437AC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7"/>
                <w:sz w:val="6"/>
                <w:szCs w:val="28"/>
                <w:lang w:val="uk-UA" w:eastAsia="ru-RU"/>
              </w:rPr>
            </w:pPr>
          </w:p>
          <w:p w:rsidR="00A9534E" w:rsidRPr="00437ACF" w:rsidRDefault="00A9534E" w:rsidP="007B6A5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 w:eastAsia="ru-RU"/>
              </w:rPr>
              <w:t>начальник управління житлово-комунального господарства та містобудування міської ради</w:t>
            </w:r>
            <w:r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A9534E" w:rsidRDefault="00A9534E" w:rsidP="00437ACF">
      <w:pPr>
        <w:spacing w:after="0" w:line="240" w:lineRule="auto"/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</w:pPr>
    </w:p>
    <w:p w:rsidR="00A9534E" w:rsidRDefault="00A9534E" w:rsidP="00437ACF">
      <w:pPr>
        <w:spacing w:after="0" w:line="240" w:lineRule="auto"/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</w:pPr>
    </w:p>
    <w:p w:rsidR="00A9534E" w:rsidRPr="00437ACF" w:rsidRDefault="00A9534E" w:rsidP="00437ACF">
      <w:pPr>
        <w:spacing w:after="0" w:line="240" w:lineRule="auto"/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  <w:t xml:space="preserve">Керуюча справами виконавчого </w:t>
      </w:r>
    </w:p>
    <w:p w:rsidR="00A9534E" w:rsidRPr="007D3482" w:rsidRDefault="00A9534E" w:rsidP="007D3482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  <w:r w:rsidRPr="00437ACF"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  <w:t xml:space="preserve">комітету міської ради                        </w:t>
      </w:r>
      <w:r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  <w:t xml:space="preserve">                            </w:t>
      </w:r>
      <w:r w:rsidRPr="00437ACF"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  <w:t>О.</w:t>
      </w:r>
      <w:r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  <w:t xml:space="preserve"> ГАВРИЛЬЧЕНКО</w:t>
      </w: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A9534E" w:rsidRPr="00437ACF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A9534E" w:rsidRPr="00437ACF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sz w:val="28"/>
          <w:szCs w:val="28"/>
          <w:lang w:val="uk-UA" w:eastAsia="ru-RU"/>
        </w:rPr>
        <w:t>розпорядження міського голови</w:t>
      </w:r>
    </w:p>
    <w:p w:rsidR="00A9534E" w:rsidRPr="00437ACF" w:rsidRDefault="00A9534E" w:rsidP="00437ACF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8C5DEC">
        <w:rPr>
          <w:rFonts w:ascii="Times New Roman" w:hAnsi="Times New Roman"/>
          <w:sz w:val="28"/>
          <w:szCs w:val="28"/>
          <w:lang w:val="uk-UA" w:eastAsia="ru-RU"/>
        </w:rPr>
        <w:t>_____________</w:t>
      </w:r>
      <w:r w:rsidRPr="004212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№ ___________</w:t>
      </w:r>
    </w:p>
    <w:p w:rsidR="00A9534E" w:rsidRPr="00437ACF" w:rsidRDefault="00A9534E" w:rsidP="00437AC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 w:eastAsia="ru-RU"/>
        </w:rPr>
      </w:pPr>
    </w:p>
    <w:p w:rsidR="00A9534E" w:rsidRPr="00437ACF" w:rsidRDefault="00A9534E" w:rsidP="00437ACF">
      <w:pPr>
        <w:keepNext/>
        <w:autoSpaceDE w:val="0"/>
        <w:autoSpaceDN w:val="0"/>
        <w:spacing w:after="0" w:line="240" w:lineRule="auto"/>
        <w:jc w:val="center"/>
        <w:outlineLvl w:val="5"/>
        <w:rPr>
          <w:rFonts w:ascii="Times New Roman" w:hAnsi="Times New Roman"/>
          <w:b/>
          <w:bCs/>
          <w:sz w:val="20"/>
          <w:szCs w:val="20"/>
          <w:lang w:val="uk-UA" w:eastAsia="ru-RU"/>
        </w:rPr>
      </w:pPr>
    </w:p>
    <w:p w:rsidR="00A9534E" w:rsidRPr="00437ACF" w:rsidRDefault="00A9534E" w:rsidP="00437ACF">
      <w:pPr>
        <w:keepNext/>
        <w:autoSpaceDE w:val="0"/>
        <w:autoSpaceDN w:val="0"/>
        <w:spacing w:after="0" w:line="24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b/>
          <w:bCs/>
          <w:sz w:val="28"/>
          <w:szCs w:val="28"/>
          <w:lang w:val="uk-UA" w:eastAsia="ru-RU"/>
        </w:rPr>
        <w:t>ЗАХОДИ</w:t>
      </w:r>
    </w:p>
    <w:p w:rsidR="00A9534E" w:rsidRDefault="00A9534E" w:rsidP="00437AC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b/>
          <w:sz w:val="28"/>
          <w:szCs w:val="28"/>
          <w:lang w:val="uk-UA" w:eastAsia="ru-RU"/>
        </w:rPr>
        <w:t xml:space="preserve">по відзначенню в місті Глухові </w:t>
      </w:r>
    </w:p>
    <w:p w:rsidR="00A9534E" w:rsidRPr="00437ACF" w:rsidRDefault="00A9534E" w:rsidP="00437AC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b/>
          <w:sz w:val="28"/>
          <w:szCs w:val="28"/>
          <w:lang w:val="uk-UA" w:eastAsia="ru-RU"/>
        </w:rPr>
        <w:t>Міжнародного дня захисту дітей</w:t>
      </w:r>
    </w:p>
    <w:p w:rsidR="00A9534E" w:rsidRPr="00437ACF" w:rsidRDefault="00A9534E" w:rsidP="00437AC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"/>
        <w:gridCol w:w="4117"/>
        <w:gridCol w:w="1404"/>
        <w:gridCol w:w="1800"/>
        <w:gridCol w:w="2160"/>
      </w:tblGrid>
      <w:tr w:rsidR="00A9534E" w:rsidRPr="004D0A71" w:rsidTr="0040470D">
        <w:tc>
          <w:tcPr>
            <w:tcW w:w="527" w:type="dxa"/>
          </w:tcPr>
          <w:p w:rsidR="00A9534E" w:rsidRPr="00437ACF" w:rsidRDefault="00A9534E" w:rsidP="00437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437ACF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№ п/п</w:t>
            </w:r>
          </w:p>
        </w:tc>
        <w:tc>
          <w:tcPr>
            <w:tcW w:w="4117" w:type="dxa"/>
          </w:tcPr>
          <w:p w:rsidR="00A9534E" w:rsidRPr="00437ACF" w:rsidRDefault="00A9534E" w:rsidP="00437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437ACF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Назва заходу</w:t>
            </w:r>
          </w:p>
        </w:tc>
        <w:tc>
          <w:tcPr>
            <w:tcW w:w="1404" w:type="dxa"/>
          </w:tcPr>
          <w:p w:rsidR="00A9534E" w:rsidRPr="00437ACF" w:rsidRDefault="00A9534E" w:rsidP="00437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437ACF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Термін виконання</w:t>
            </w:r>
          </w:p>
        </w:tc>
        <w:tc>
          <w:tcPr>
            <w:tcW w:w="1800" w:type="dxa"/>
          </w:tcPr>
          <w:p w:rsidR="00A9534E" w:rsidRPr="00437ACF" w:rsidRDefault="00A9534E" w:rsidP="00437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437ACF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Місце проведення</w:t>
            </w:r>
          </w:p>
        </w:tc>
        <w:tc>
          <w:tcPr>
            <w:tcW w:w="2160" w:type="dxa"/>
          </w:tcPr>
          <w:p w:rsidR="00A9534E" w:rsidRPr="00437ACF" w:rsidRDefault="00A9534E" w:rsidP="00437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437ACF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Відповідальний за виконання</w:t>
            </w:r>
          </w:p>
        </w:tc>
      </w:tr>
      <w:tr w:rsidR="00A9534E" w:rsidRPr="004D0A71" w:rsidTr="0040470D">
        <w:tc>
          <w:tcPr>
            <w:tcW w:w="527" w:type="dxa"/>
          </w:tcPr>
          <w:p w:rsidR="00A9534E" w:rsidRPr="00437ACF" w:rsidRDefault="00A9534E" w:rsidP="00437ACF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17" w:type="dxa"/>
          </w:tcPr>
          <w:p w:rsidR="00A9534E" w:rsidRPr="00437ACF" w:rsidRDefault="00A9534E" w:rsidP="00437ACF">
            <w:pPr>
              <w:autoSpaceDE w:val="0"/>
              <w:autoSpaceDN w:val="0"/>
              <w:spacing w:after="0" w:line="240" w:lineRule="auto"/>
              <w:ind w:hanging="1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Нарада з керівниками управлінь та відділів міської ради, навчальних закладів міста щодо організації проведення заходів </w:t>
            </w:r>
          </w:p>
        </w:tc>
        <w:tc>
          <w:tcPr>
            <w:tcW w:w="1404" w:type="dxa"/>
          </w:tcPr>
          <w:p w:rsidR="00A9534E" w:rsidRPr="00437ACF" w:rsidRDefault="00A9534E" w:rsidP="00437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 27.09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.2018</w:t>
            </w:r>
          </w:p>
        </w:tc>
        <w:tc>
          <w:tcPr>
            <w:tcW w:w="1800" w:type="dxa"/>
          </w:tcPr>
          <w:p w:rsidR="00A9534E" w:rsidRPr="00437ACF" w:rsidRDefault="00A9534E" w:rsidP="00437ACF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зала засідань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2160" w:type="dxa"/>
          </w:tcPr>
          <w:p w:rsidR="00A9534E" w:rsidRPr="00437ACF" w:rsidRDefault="00A9534E" w:rsidP="00437ACF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Васильєва М.І.</w:t>
            </w:r>
          </w:p>
        </w:tc>
      </w:tr>
      <w:tr w:rsidR="00A9534E" w:rsidRPr="004D0A71" w:rsidTr="0040470D">
        <w:tc>
          <w:tcPr>
            <w:tcW w:w="527" w:type="dxa"/>
          </w:tcPr>
          <w:p w:rsidR="00A9534E" w:rsidRPr="00437ACF" w:rsidRDefault="00A9534E" w:rsidP="00437ACF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17" w:type="dxa"/>
          </w:tcPr>
          <w:p w:rsidR="00A9534E" w:rsidRPr="00437ACF" w:rsidRDefault="00A9534E" w:rsidP="003237DB">
            <w:pPr>
              <w:autoSpaceDE w:val="0"/>
              <w:autoSpaceDN w:val="0"/>
              <w:spacing w:after="0" w:line="240" w:lineRule="auto"/>
              <w:ind w:hanging="1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</w:t>
            </w:r>
            <w:r w:rsidRPr="004212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кція на честь 10-річчя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підтримки жертв нацизму. В</w:t>
            </w:r>
            <w:r w:rsidRPr="004212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стан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овлення лавочки з пам</w:t>
            </w:r>
            <w:r w:rsidRPr="00421232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’ятною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табличкою та висадження алеї</w:t>
            </w:r>
            <w:r w:rsidRPr="0042123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дерев</w:t>
            </w:r>
          </w:p>
        </w:tc>
        <w:tc>
          <w:tcPr>
            <w:tcW w:w="1404" w:type="dxa"/>
          </w:tcPr>
          <w:p w:rsidR="00A9534E" w:rsidRDefault="00A9534E" w:rsidP="00437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01.10.2018</w:t>
            </w:r>
          </w:p>
          <w:p w:rsidR="00A9534E" w:rsidRPr="00437ACF" w:rsidRDefault="00A9534E" w:rsidP="00BB03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10:00-11:00</w:t>
            </w:r>
          </w:p>
        </w:tc>
        <w:tc>
          <w:tcPr>
            <w:tcW w:w="1800" w:type="dxa"/>
          </w:tcPr>
          <w:p w:rsidR="00A9534E" w:rsidRPr="00437ACF" w:rsidRDefault="00A9534E" w:rsidP="00437ACF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сквер Терещенків</w:t>
            </w:r>
          </w:p>
        </w:tc>
        <w:tc>
          <w:tcPr>
            <w:tcW w:w="2160" w:type="dxa"/>
          </w:tcPr>
          <w:p w:rsidR="00A9534E" w:rsidRDefault="00A9534E" w:rsidP="00437ACF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Сегеда М.Ю.,</w:t>
            </w:r>
          </w:p>
          <w:p w:rsidR="00A9534E" w:rsidRDefault="00A9534E" w:rsidP="00437ACF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відділення ВБО «Турбота про літніх в Україні» в м. Глухові</w:t>
            </w:r>
          </w:p>
          <w:p w:rsidR="00A9534E" w:rsidRDefault="00A9534E" w:rsidP="00437ACF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Ребченко О.М.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A9534E" w:rsidRDefault="00A9534E" w:rsidP="00437ACF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(за згодою),</w:t>
            </w:r>
          </w:p>
          <w:p w:rsidR="00A9534E" w:rsidRDefault="00A9534E" w:rsidP="00437ACF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Литвиненко А.В.</w:t>
            </w:r>
          </w:p>
          <w:p w:rsidR="00A9534E" w:rsidRPr="00437ACF" w:rsidRDefault="00A9534E" w:rsidP="00437ACF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(за згодою)</w:t>
            </w:r>
          </w:p>
        </w:tc>
      </w:tr>
      <w:tr w:rsidR="00A9534E" w:rsidRPr="004D0A71" w:rsidTr="0040470D">
        <w:tc>
          <w:tcPr>
            <w:tcW w:w="527" w:type="dxa"/>
          </w:tcPr>
          <w:p w:rsidR="00A9534E" w:rsidRPr="00437ACF" w:rsidRDefault="00A9534E" w:rsidP="00A04339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17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Шаховий турнір «Біла тура»</w:t>
            </w:r>
          </w:p>
        </w:tc>
        <w:tc>
          <w:tcPr>
            <w:tcW w:w="1404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.2018</w:t>
            </w:r>
          </w:p>
          <w:p w:rsidR="00A9534E" w:rsidRPr="00437ACF" w:rsidRDefault="00A9534E" w:rsidP="00BB03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: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800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B036E">
              <w:rPr>
                <w:rFonts w:ascii="Times New Roman" w:hAnsi="Times New Roman"/>
                <w:sz w:val="24"/>
                <w:lang w:val="uk-UA" w:eastAsia="ru-RU"/>
              </w:rPr>
              <w:t>кафе Гол</w:t>
            </w:r>
          </w:p>
        </w:tc>
        <w:tc>
          <w:tcPr>
            <w:tcW w:w="2160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Плотницький М.Г.</w:t>
            </w:r>
          </w:p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9534E" w:rsidRPr="004D0A71" w:rsidTr="00BB036E">
        <w:trPr>
          <w:trHeight w:val="573"/>
        </w:trPr>
        <w:tc>
          <w:tcPr>
            <w:tcW w:w="527" w:type="dxa"/>
          </w:tcPr>
          <w:p w:rsidR="00A9534E" w:rsidRPr="00437ACF" w:rsidRDefault="00A9534E" w:rsidP="00A04339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17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Святковий концерт </w:t>
            </w:r>
          </w:p>
        </w:tc>
        <w:tc>
          <w:tcPr>
            <w:tcW w:w="1404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01.10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.2018</w:t>
            </w:r>
          </w:p>
          <w:p w:rsidR="00A9534E" w:rsidRPr="00437ACF" w:rsidRDefault="00A9534E" w:rsidP="00BB03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11:00,</w:t>
            </w:r>
          </w:p>
        </w:tc>
        <w:tc>
          <w:tcPr>
            <w:tcW w:w="1800" w:type="dxa"/>
          </w:tcPr>
          <w:p w:rsidR="00A9534E" w:rsidRPr="00437ACF" w:rsidRDefault="00A9534E" w:rsidP="00BB036E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ганок 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міськ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ого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палац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культури</w:t>
            </w:r>
          </w:p>
        </w:tc>
        <w:tc>
          <w:tcPr>
            <w:tcW w:w="2160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Самощенко О.М.</w:t>
            </w:r>
          </w:p>
        </w:tc>
      </w:tr>
      <w:tr w:rsidR="00A9534E" w:rsidRPr="00AD38A8" w:rsidTr="0040470D">
        <w:tc>
          <w:tcPr>
            <w:tcW w:w="527" w:type="dxa"/>
          </w:tcPr>
          <w:p w:rsidR="00A9534E" w:rsidRPr="00437ACF" w:rsidRDefault="00A9534E" w:rsidP="00A04339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17" w:type="dxa"/>
          </w:tcPr>
          <w:p w:rsidR="00A9534E" w:rsidRPr="00437ACF" w:rsidRDefault="00A9534E" w:rsidP="00BB03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иставк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 - ярмарок</w:t>
            </w: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майстер-класи наро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дної творчості «Світ захоплень»</w:t>
            </w:r>
          </w:p>
        </w:tc>
        <w:tc>
          <w:tcPr>
            <w:tcW w:w="1404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01.10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.2018</w:t>
            </w:r>
          </w:p>
          <w:p w:rsidR="00A9534E" w:rsidRPr="00437ACF" w:rsidRDefault="00A9534E" w:rsidP="00BB03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: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800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lang w:val="uk-UA" w:eastAsia="ru-RU"/>
              </w:rPr>
              <w:t>сквер Бортнянського та Березовського</w:t>
            </w:r>
          </w:p>
        </w:tc>
        <w:tc>
          <w:tcPr>
            <w:tcW w:w="2160" w:type="dxa"/>
          </w:tcPr>
          <w:p w:rsidR="00A9534E" w:rsidRDefault="00A9534E" w:rsidP="00A04339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Попова З.О.,</w:t>
            </w:r>
          </w:p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Ніколаєнко С.І.</w:t>
            </w:r>
          </w:p>
        </w:tc>
      </w:tr>
      <w:tr w:rsidR="00A9534E" w:rsidRPr="004D0A71" w:rsidTr="0040470D">
        <w:tc>
          <w:tcPr>
            <w:tcW w:w="527" w:type="dxa"/>
          </w:tcPr>
          <w:p w:rsidR="00A9534E" w:rsidRPr="00437ACF" w:rsidRDefault="00A9534E" w:rsidP="00A04339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17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Спортивні </w:t>
            </w: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зма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гання «Універсальний спортсмен»</w:t>
            </w:r>
          </w:p>
        </w:tc>
        <w:tc>
          <w:tcPr>
            <w:tcW w:w="1404" w:type="dxa"/>
          </w:tcPr>
          <w:p w:rsidR="00A9534E" w:rsidRPr="00A04339" w:rsidRDefault="00A9534E" w:rsidP="00A043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01.10.2018</w:t>
            </w:r>
          </w:p>
          <w:p w:rsidR="00A9534E" w:rsidRPr="00437ACF" w:rsidRDefault="00A9534E" w:rsidP="00BB03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11:3</w:t>
            </w: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800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сквер Бортнянського та Березовського</w:t>
            </w:r>
          </w:p>
        </w:tc>
        <w:tc>
          <w:tcPr>
            <w:tcW w:w="2160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Плотницький М.Г.</w:t>
            </w:r>
          </w:p>
        </w:tc>
      </w:tr>
      <w:tr w:rsidR="00A9534E" w:rsidRPr="004D0A71" w:rsidTr="0040470D">
        <w:tc>
          <w:tcPr>
            <w:tcW w:w="527" w:type="dxa"/>
          </w:tcPr>
          <w:p w:rsidR="00A9534E" w:rsidRPr="00437ACF" w:rsidRDefault="00A9534E" w:rsidP="00A04339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17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Поетичний арт</w:t>
            </w:r>
          </w:p>
        </w:tc>
        <w:tc>
          <w:tcPr>
            <w:tcW w:w="1404" w:type="dxa"/>
          </w:tcPr>
          <w:p w:rsidR="00A9534E" w:rsidRPr="00A04339" w:rsidRDefault="00A9534E" w:rsidP="00A043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01.10.2018</w:t>
            </w:r>
          </w:p>
          <w:p w:rsidR="00A9534E" w:rsidRPr="00437ACF" w:rsidRDefault="00A9534E" w:rsidP="00BB03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:</w:t>
            </w: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800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КЗ Центральна районна бібліотека</w:t>
            </w:r>
          </w:p>
        </w:tc>
        <w:tc>
          <w:tcPr>
            <w:tcW w:w="2160" w:type="dxa"/>
          </w:tcPr>
          <w:p w:rsidR="00A9534E" w:rsidRDefault="00A9534E" w:rsidP="00A04339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Привалова Т.М.</w:t>
            </w:r>
          </w:p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(за згодою)</w:t>
            </w:r>
          </w:p>
        </w:tc>
      </w:tr>
      <w:tr w:rsidR="00A9534E" w:rsidRPr="004D0A71" w:rsidTr="0040470D">
        <w:tc>
          <w:tcPr>
            <w:tcW w:w="527" w:type="dxa"/>
          </w:tcPr>
          <w:p w:rsidR="00A9534E" w:rsidRPr="00437ACF" w:rsidRDefault="00A9534E" w:rsidP="00A04339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17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Екскурсійна програма «Стежками старого міста»</w:t>
            </w:r>
          </w:p>
        </w:tc>
        <w:tc>
          <w:tcPr>
            <w:tcW w:w="1404" w:type="dxa"/>
          </w:tcPr>
          <w:p w:rsidR="00A9534E" w:rsidRDefault="00A9534E" w:rsidP="00A043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01.10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.2018</w:t>
            </w:r>
          </w:p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14:00</w:t>
            </w:r>
          </w:p>
        </w:tc>
        <w:tc>
          <w:tcPr>
            <w:tcW w:w="1800" w:type="dxa"/>
          </w:tcPr>
          <w:p w:rsidR="00A9534E" w:rsidRPr="00437ACF" w:rsidRDefault="00A9534E" w:rsidP="00A04339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Національний заповідник «Глухів» </w:t>
            </w:r>
          </w:p>
        </w:tc>
        <w:tc>
          <w:tcPr>
            <w:tcW w:w="2160" w:type="dxa"/>
          </w:tcPr>
          <w:p w:rsidR="00A9534E" w:rsidRDefault="00A9534E" w:rsidP="00BB036E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Мошик І.В.</w:t>
            </w:r>
          </w:p>
          <w:p w:rsidR="00A9534E" w:rsidRPr="00437ACF" w:rsidRDefault="00A9534E" w:rsidP="00BB036E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(за згодою)</w:t>
            </w:r>
          </w:p>
        </w:tc>
      </w:tr>
    </w:tbl>
    <w:p w:rsidR="00A9534E" w:rsidRPr="00437ACF" w:rsidRDefault="00A9534E" w:rsidP="00437ACF">
      <w:pPr>
        <w:autoSpaceDE w:val="0"/>
        <w:autoSpaceDN w:val="0"/>
        <w:spacing w:after="0" w:line="240" w:lineRule="auto"/>
        <w:rPr>
          <w:rFonts w:ascii="Times New Roman" w:hAnsi="Times New Roman"/>
          <w:color w:val="262626"/>
          <w:sz w:val="24"/>
          <w:szCs w:val="24"/>
          <w:lang w:val="uk-UA" w:eastAsia="ru-RU"/>
        </w:rPr>
      </w:pPr>
    </w:p>
    <w:p w:rsidR="00A9534E" w:rsidRPr="00437ACF" w:rsidRDefault="00A9534E" w:rsidP="00437AC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A9534E" w:rsidRDefault="00A9534E" w:rsidP="00437ACF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Керуюча справами виконавчого </w:t>
      </w:r>
    </w:p>
    <w:p w:rsidR="00A9534E" w:rsidRDefault="00A9534E" w:rsidP="00FB7AA0">
      <w:pPr>
        <w:autoSpaceDE w:val="0"/>
        <w:autoSpaceDN w:val="0"/>
        <w:spacing w:after="0" w:line="240" w:lineRule="auto"/>
        <w:rPr>
          <w:rFonts w:ascii="PT Sans" w:hAnsi="PT Sans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комітету </w:t>
      </w:r>
      <w:r w:rsidRPr="00437ACF">
        <w:rPr>
          <w:rFonts w:ascii="Times New Roman" w:hAnsi="Times New Roman"/>
          <w:b/>
          <w:sz w:val="28"/>
          <w:szCs w:val="28"/>
          <w:lang w:val="uk-UA" w:eastAsia="ru-RU"/>
        </w:rPr>
        <w:t xml:space="preserve">міської ради </w:t>
      </w:r>
      <w:r w:rsidRPr="00437ACF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7ACF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7ACF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7ACF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7ACF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О.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ГАВРИЛЬЧЕНКО  </w:t>
      </w:r>
    </w:p>
    <w:sectPr w:rsidR="00A9534E" w:rsidSect="007B6A5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92F78"/>
    <w:multiLevelType w:val="multilevel"/>
    <w:tmpl w:val="9CDC5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317456"/>
    <w:multiLevelType w:val="multilevel"/>
    <w:tmpl w:val="3B523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T Sans" w:eastAsia="Times New Roman" w:hAnsi="PT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6E5C60"/>
    <w:multiLevelType w:val="hybridMultilevel"/>
    <w:tmpl w:val="23F26EB6"/>
    <w:lvl w:ilvl="0" w:tplc="32BEED7A">
      <w:start w:val="1"/>
      <w:numFmt w:val="decimal"/>
      <w:lvlText w:val="%1."/>
      <w:lvlJc w:val="left"/>
      <w:pPr>
        <w:ind w:left="436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9B0"/>
    <w:rsid w:val="00134781"/>
    <w:rsid w:val="001B364B"/>
    <w:rsid w:val="001C1972"/>
    <w:rsid w:val="002D5BBE"/>
    <w:rsid w:val="002F4B97"/>
    <w:rsid w:val="003237DB"/>
    <w:rsid w:val="00361192"/>
    <w:rsid w:val="0040470D"/>
    <w:rsid w:val="00421232"/>
    <w:rsid w:val="00427BE3"/>
    <w:rsid w:val="00437ACF"/>
    <w:rsid w:val="004646CE"/>
    <w:rsid w:val="004D0A71"/>
    <w:rsid w:val="005011EB"/>
    <w:rsid w:val="0058503C"/>
    <w:rsid w:val="0061224B"/>
    <w:rsid w:val="006124FA"/>
    <w:rsid w:val="00776A5A"/>
    <w:rsid w:val="007B6A54"/>
    <w:rsid w:val="007D3482"/>
    <w:rsid w:val="008119B0"/>
    <w:rsid w:val="008127A2"/>
    <w:rsid w:val="008B2C3A"/>
    <w:rsid w:val="008C5DEC"/>
    <w:rsid w:val="00941117"/>
    <w:rsid w:val="00A04339"/>
    <w:rsid w:val="00A9534E"/>
    <w:rsid w:val="00AA2079"/>
    <w:rsid w:val="00AD38A8"/>
    <w:rsid w:val="00AE6B06"/>
    <w:rsid w:val="00B1577A"/>
    <w:rsid w:val="00B72D1A"/>
    <w:rsid w:val="00BB036E"/>
    <w:rsid w:val="00CB5398"/>
    <w:rsid w:val="00FB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78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2C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B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6A54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B6A5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9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27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9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27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</TotalTime>
  <Pages>2</Pages>
  <Words>388</Words>
  <Characters>2215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Admin</cp:lastModifiedBy>
  <cp:revision>10</cp:revision>
  <cp:lastPrinted>2018-09-21T11:11:00Z</cp:lastPrinted>
  <dcterms:created xsi:type="dcterms:W3CDTF">2018-09-20T13:18:00Z</dcterms:created>
  <dcterms:modified xsi:type="dcterms:W3CDTF">2018-09-24T18:31:00Z</dcterms:modified>
</cp:coreProperties>
</file>