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8D0" w:rsidRDefault="009D38D0" w:rsidP="00BA09D6">
      <w:pPr>
        <w:spacing w:after="0" w:line="240" w:lineRule="auto"/>
        <w:jc w:val="center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9D38D0" w:rsidRDefault="009D38D0" w:rsidP="00BA09D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розпорядження міського голови                 </w:t>
      </w:r>
    </w:p>
    <w:p w:rsidR="009D38D0" w:rsidRDefault="009D38D0" w:rsidP="00BA09D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22.11.2017№238-ОД                                     </w:t>
      </w:r>
    </w:p>
    <w:p w:rsidR="009D38D0" w:rsidRDefault="009D38D0" w:rsidP="00BA09D6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bookmarkStart w:id="0" w:name="_GoBack"/>
      <w:bookmarkEnd w:id="0"/>
    </w:p>
    <w:p w:rsidR="009D38D0" w:rsidRDefault="009D38D0" w:rsidP="00BA09D6">
      <w:pPr>
        <w:tabs>
          <w:tab w:val="left" w:pos="312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План </w:t>
      </w:r>
      <w:r>
        <w:rPr>
          <w:rFonts w:ascii="Times New Roman" w:hAnsi="Times New Roman"/>
          <w:b/>
          <w:sz w:val="28"/>
          <w:szCs w:val="28"/>
        </w:rPr>
        <w:t>заходів</w:t>
      </w:r>
    </w:p>
    <w:p w:rsidR="009D38D0" w:rsidRDefault="009D38D0" w:rsidP="00BA09D6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 зв’язку з Днем пам’яті жертв голодоморів у місті Глухові у 2017 році</w:t>
      </w:r>
    </w:p>
    <w:p w:rsidR="009D38D0" w:rsidRDefault="009D38D0" w:rsidP="00BA09D6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D38D0" w:rsidRDefault="009D38D0" w:rsidP="00BA09D6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"/>
        <w:gridCol w:w="5885"/>
        <w:gridCol w:w="3046"/>
      </w:tblGrid>
      <w:tr w:rsidR="009D38D0" w:rsidRPr="00422DEF" w:rsidTr="00422DEF">
        <w:tc>
          <w:tcPr>
            <w:tcW w:w="850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5885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22DE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3046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22DE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 ВИКОНАЦІ</w:t>
            </w:r>
          </w:p>
        </w:tc>
      </w:tr>
      <w:tr w:rsidR="009D38D0" w:rsidRPr="00422DEF" w:rsidTr="00422DEF">
        <w:tc>
          <w:tcPr>
            <w:tcW w:w="850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885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проведення роботи щодо приспущення на будинках і спорудах органів місцевого самоврядування, державних підприємств  та організацій Державного Прапора України та вивішення на флагштоках траурних стрічок, вжиття заходів щодо обмеження проведення розважальних заходів.</w:t>
            </w:r>
          </w:p>
        </w:tc>
        <w:tc>
          <w:tcPr>
            <w:tcW w:w="3046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9D38D0" w:rsidRPr="00422DEF" w:rsidRDefault="009D38D0" w:rsidP="00422DE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25.11.2017</w:t>
            </w:r>
          </w:p>
        </w:tc>
      </w:tr>
      <w:tr w:rsidR="009D38D0" w:rsidRPr="00422DEF" w:rsidTr="00422DEF">
        <w:tc>
          <w:tcPr>
            <w:tcW w:w="850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885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впорядкування пам’ятників, пам’ятних знаків жертвам голодоморів, місць поховань жертв голодоморів.</w:t>
            </w:r>
          </w:p>
        </w:tc>
        <w:tc>
          <w:tcPr>
            <w:tcW w:w="3046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2DEF">
              <w:rPr>
                <w:rFonts w:ascii="Times New Roman" w:hAnsi="Times New Roman"/>
                <w:sz w:val="28"/>
                <w:szCs w:val="28"/>
              </w:rPr>
              <w:t xml:space="preserve">Управління житлово- комунального господарства та містобудування міської ради </w:t>
            </w:r>
          </w:p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2DEF">
              <w:rPr>
                <w:rFonts w:ascii="Times New Roman" w:hAnsi="Times New Roman"/>
                <w:sz w:val="28"/>
                <w:szCs w:val="28"/>
              </w:rPr>
              <w:t>(Сегеда М.Ю)</w:t>
            </w:r>
          </w:p>
          <w:p w:rsidR="009D38D0" w:rsidRPr="00422DEF" w:rsidRDefault="009D38D0" w:rsidP="00422DE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До 25.11.2017</w:t>
            </w:r>
          </w:p>
        </w:tc>
      </w:tr>
      <w:tr w:rsidR="009D38D0" w:rsidRPr="00422DEF" w:rsidTr="00422DEF">
        <w:tc>
          <w:tcPr>
            <w:tcW w:w="850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885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за участю керівників органів місцевого самоврядування, молоді та громадськості мітингу-реквієм біля пам’ятника жертвам Голодомору.</w:t>
            </w:r>
          </w:p>
        </w:tc>
        <w:tc>
          <w:tcPr>
            <w:tcW w:w="3046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25.11.2017</w:t>
            </w:r>
          </w:p>
        </w:tc>
      </w:tr>
      <w:tr w:rsidR="009D38D0" w:rsidRPr="00422DEF" w:rsidTr="00422DEF">
        <w:tc>
          <w:tcPr>
            <w:tcW w:w="850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885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Залучення громадськості до участі у загальнонаціональній хвилині мовчання на вшанування пам’яті жертв геноциду Українського народу – Голодомору 1932-1933 років, голодоморів 1921-1922,1946-1947 років в Україні.</w:t>
            </w:r>
          </w:p>
        </w:tc>
        <w:tc>
          <w:tcPr>
            <w:tcW w:w="3046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25.11.2017 16.00</w:t>
            </w:r>
          </w:p>
        </w:tc>
      </w:tr>
      <w:tr w:rsidR="009D38D0" w:rsidRPr="00422DEF" w:rsidTr="00422DEF">
        <w:tc>
          <w:tcPr>
            <w:tcW w:w="850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885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акції «Засвіти свічку».</w:t>
            </w:r>
          </w:p>
        </w:tc>
        <w:tc>
          <w:tcPr>
            <w:tcW w:w="3046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25.11.2017 о 16.00</w:t>
            </w:r>
          </w:p>
        </w:tc>
      </w:tr>
      <w:tr w:rsidR="009D38D0" w:rsidRPr="00422DEF" w:rsidTr="00422DEF">
        <w:tc>
          <w:tcPr>
            <w:tcW w:w="850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885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виставок і презентацій архівних документів і матеріалів про голодомори, фото- і відеоматеріалів, друкованих видань, оновлення та поповнення матеріалами експозицій місцевих краєзнавчих музеїв, що висвітлюють події, пов’язані з голодоморами.</w:t>
            </w:r>
          </w:p>
        </w:tc>
        <w:tc>
          <w:tcPr>
            <w:tcW w:w="3046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 міської ради </w:t>
            </w:r>
          </w:p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До 25.11.2017</w:t>
            </w:r>
          </w:p>
        </w:tc>
      </w:tr>
      <w:tr w:rsidR="009D38D0" w:rsidRPr="00422DEF" w:rsidTr="00422DEF">
        <w:tc>
          <w:tcPr>
            <w:tcW w:w="850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885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в закладах освіти і культури тематичних наукових, освітніх, патріотично-виховних, культурно-мистецьких та інформаційно-просвітницьких заходів з метою донесення об’єктивної інформації про трагічні події голодоморів, що стали наслідком злочинних дій, вчинених комуністичним тоталітарним режимом.</w:t>
            </w:r>
          </w:p>
        </w:tc>
        <w:tc>
          <w:tcPr>
            <w:tcW w:w="3046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 міської ради </w:t>
            </w:r>
          </w:p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До 25.11.2017</w:t>
            </w:r>
          </w:p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освіти міської ради </w:t>
            </w:r>
          </w:p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До 25.11.2017</w:t>
            </w:r>
          </w:p>
        </w:tc>
      </w:tr>
      <w:tr w:rsidR="009D38D0" w:rsidRPr="00422DEF" w:rsidTr="00422DEF">
        <w:tc>
          <w:tcPr>
            <w:tcW w:w="850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5885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Висвітлення в засобах масової інформації заходів у зв’язку з Днем пам’яті жертв голодоморів.</w:t>
            </w:r>
          </w:p>
        </w:tc>
        <w:tc>
          <w:tcPr>
            <w:tcW w:w="3046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Листопад </w:t>
            </w:r>
          </w:p>
        </w:tc>
      </w:tr>
      <w:tr w:rsidR="009D38D0" w:rsidRPr="00422DEF" w:rsidTr="00422DEF">
        <w:tc>
          <w:tcPr>
            <w:tcW w:w="850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5885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Сприяння забезпечення в місцях проведення заходів, присвячених Дню пам’яті жертв голодоморів в Україні, охорони громадського порядку та безпеки громадян.</w:t>
            </w:r>
          </w:p>
        </w:tc>
        <w:tc>
          <w:tcPr>
            <w:tcW w:w="3046" w:type="dxa"/>
          </w:tcPr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9D38D0" w:rsidRPr="00422DEF" w:rsidRDefault="009D38D0" w:rsidP="00422DEF">
            <w:pPr>
              <w:tabs>
                <w:tab w:val="left" w:pos="6480"/>
              </w:tabs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22D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25.11.2017</w:t>
            </w:r>
          </w:p>
        </w:tc>
      </w:tr>
    </w:tbl>
    <w:p w:rsidR="009D38D0" w:rsidRDefault="009D38D0" w:rsidP="00F33581">
      <w:pPr>
        <w:tabs>
          <w:tab w:val="left" w:pos="325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D38D0" w:rsidRDefault="009D38D0" w:rsidP="00F33581">
      <w:pPr>
        <w:tabs>
          <w:tab w:val="left" w:pos="325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D38D0" w:rsidRPr="00F33581" w:rsidRDefault="009D38D0" w:rsidP="00F33581">
      <w:pPr>
        <w:tabs>
          <w:tab w:val="left" w:pos="325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33581">
        <w:rPr>
          <w:rFonts w:ascii="Times New Roman" w:hAnsi="Times New Roman"/>
          <w:b/>
          <w:sz w:val="28"/>
          <w:szCs w:val="28"/>
          <w:lang w:val="uk-UA"/>
        </w:rPr>
        <w:t xml:space="preserve">Керуюча справами виконавчого </w:t>
      </w:r>
    </w:p>
    <w:p w:rsidR="009D38D0" w:rsidRPr="00F33581" w:rsidRDefault="009D38D0" w:rsidP="00F33581">
      <w:pPr>
        <w:tabs>
          <w:tab w:val="left" w:pos="577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33581">
        <w:rPr>
          <w:rFonts w:ascii="Times New Roman" w:hAnsi="Times New Roman"/>
          <w:b/>
          <w:sz w:val="28"/>
          <w:szCs w:val="28"/>
          <w:lang w:val="uk-UA"/>
        </w:rPr>
        <w:t>комітету міської ради</w:t>
      </w:r>
      <w:r w:rsidRPr="00F33581">
        <w:rPr>
          <w:rFonts w:ascii="Times New Roman" w:hAnsi="Times New Roman"/>
          <w:b/>
          <w:sz w:val="28"/>
          <w:szCs w:val="28"/>
          <w:lang w:val="uk-UA"/>
        </w:rPr>
        <w:tab/>
        <w:t>О.О.Гаврильченко</w:t>
      </w:r>
    </w:p>
    <w:sectPr w:rsidR="009D38D0" w:rsidRPr="00F33581" w:rsidSect="00E15CB9">
      <w:pgSz w:w="11906" w:h="16838"/>
      <w:pgMar w:top="540" w:right="566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7F4F"/>
    <w:rsid w:val="00210B1D"/>
    <w:rsid w:val="00293421"/>
    <w:rsid w:val="00422DEF"/>
    <w:rsid w:val="00550C66"/>
    <w:rsid w:val="005D4CD0"/>
    <w:rsid w:val="00615E36"/>
    <w:rsid w:val="006C00F1"/>
    <w:rsid w:val="006C5165"/>
    <w:rsid w:val="00701542"/>
    <w:rsid w:val="00752AF2"/>
    <w:rsid w:val="008D29AD"/>
    <w:rsid w:val="00996CE6"/>
    <w:rsid w:val="009D38D0"/>
    <w:rsid w:val="00A16080"/>
    <w:rsid w:val="00AE69D6"/>
    <w:rsid w:val="00B6173C"/>
    <w:rsid w:val="00BA09D6"/>
    <w:rsid w:val="00C31D99"/>
    <w:rsid w:val="00C870F4"/>
    <w:rsid w:val="00CE2569"/>
    <w:rsid w:val="00D00578"/>
    <w:rsid w:val="00DF1E38"/>
    <w:rsid w:val="00E15CB9"/>
    <w:rsid w:val="00E17F4F"/>
    <w:rsid w:val="00E33A4F"/>
    <w:rsid w:val="00EB7B27"/>
    <w:rsid w:val="00F3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9D6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A09D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50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0C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45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442</Words>
  <Characters>2523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Пользователь Windows</dc:creator>
  <cp:keywords/>
  <dc:description/>
  <cp:lastModifiedBy>WinXPProSP3</cp:lastModifiedBy>
  <cp:revision>2</cp:revision>
  <cp:lastPrinted>2017-11-22T14:03:00Z</cp:lastPrinted>
  <dcterms:created xsi:type="dcterms:W3CDTF">2017-11-23T08:17:00Z</dcterms:created>
  <dcterms:modified xsi:type="dcterms:W3CDTF">2017-11-23T08:17:00Z</dcterms:modified>
</cp:coreProperties>
</file>