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FD6" w:rsidRPr="004A46A2" w:rsidRDefault="00543FD6" w:rsidP="00A35B05">
      <w:pPr>
        <w:pStyle w:val="NoSpacing"/>
        <w:ind w:left="4956" w:firstLine="708"/>
        <w:rPr>
          <w:rFonts w:ascii="Times New Roman" w:hAnsi="Times New Roman"/>
          <w:sz w:val="28"/>
          <w:szCs w:val="28"/>
          <w:lang w:val="uk-UA"/>
        </w:rPr>
      </w:pPr>
      <w:r w:rsidRPr="004A46A2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543FD6" w:rsidRPr="004A46A2" w:rsidRDefault="00543FD6" w:rsidP="00A35B05">
      <w:pPr>
        <w:pStyle w:val="NoSpacing"/>
        <w:ind w:left="4956" w:firstLine="708"/>
        <w:rPr>
          <w:rFonts w:ascii="Times New Roman" w:hAnsi="Times New Roman"/>
          <w:sz w:val="28"/>
          <w:szCs w:val="28"/>
          <w:lang w:val="uk-UA"/>
        </w:rPr>
      </w:pPr>
      <w:r w:rsidRPr="004A46A2">
        <w:rPr>
          <w:rFonts w:ascii="Times New Roman" w:hAnsi="Times New Roman"/>
          <w:sz w:val="28"/>
          <w:szCs w:val="28"/>
          <w:lang w:val="uk-UA"/>
        </w:rPr>
        <w:t>розпорядження міського голови</w:t>
      </w:r>
    </w:p>
    <w:p w:rsidR="00543FD6" w:rsidRPr="00A76AC8" w:rsidRDefault="00543FD6" w:rsidP="00A35B05">
      <w:pPr>
        <w:pStyle w:val="NoSpacing"/>
        <w:ind w:left="4956" w:firstLine="708"/>
        <w:rPr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03.11.2017</w:t>
      </w:r>
      <w:r w:rsidRPr="004A46A2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4A46A2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Pr="00A76AC8">
        <w:rPr>
          <w:rFonts w:ascii="Times New Roman" w:hAnsi="Times New Roman"/>
          <w:sz w:val="28"/>
          <w:szCs w:val="28"/>
          <w:u w:val="single"/>
          <w:lang w:val="uk-UA"/>
        </w:rPr>
        <w:t>226 - ОД</w:t>
      </w:r>
    </w:p>
    <w:p w:rsidR="00543FD6" w:rsidRPr="00A76AC8" w:rsidRDefault="00543FD6" w:rsidP="00A35B05">
      <w:pPr>
        <w:pStyle w:val="NoSpacing"/>
        <w:rPr>
          <w:u w:val="single"/>
          <w:lang w:val="uk-UA"/>
        </w:rPr>
      </w:pPr>
    </w:p>
    <w:p w:rsidR="00543FD6" w:rsidRPr="004A46A2" w:rsidRDefault="00543FD6" w:rsidP="00A35B05">
      <w:pPr>
        <w:pStyle w:val="NoSpacing"/>
        <w:jc w:val="center"/>
        <w:rPr>
          <w:rFonts w:ascii="Times New Roman" w:hAnsi="Times New Roman"/>
          <w:b/>
          <w:bCs/>
          <w:color w:val="000000"/>
          <w:spacing w:val="4"/>
          <w:sz w:val="28"/>
          <w:szCs w:val="28"/>
          <w:lang w:val="uk-UA" w:eastAsia="ru-RU"/>
        </w:rPr>
      </w:pPr>
    </w:p>
    <w:p w:rsidR="00543FD6" w:rsidRPr="004A46A2" w:rsidRDefault="00543FD6" w:rsidP="00A35B05">
      <w:pPr>
        <w:pStyle w:val="NoSpacing"/>
        <w:jc w:val="center"/>
        <w:rPr>
          <w:rFonts w:ascii="Times New Roman" w:hAnsi="Times New Roman"/>
          <w:b/>
          <w:bCs/>
          <w:color w:val="000000"/>
          <w:spacing w:val="4"/>
          <w:sz w:val="28"/>
          <w:szCs w:val="28"/>
          <w:lang w:val="uk-UA" w:eastAsia="ru-RU"/>
        </w:rPr>
      </w:pPr>
      <w:r w:rsidRPr="004A46A2">
        <w:rPr>
          <w:rFonts w:ascii="Times New Roman" w:hAnsi="Times New Roman"/>
          <w:b/>
          <w:bCs/>
          <w:color w:val="000000"/>
          <w:spacing w:val="4"/>
          <w:sz w:val="28"/>
          <w:szCs w:val="28"/>
          <w:lang w:val="uk-UA" w:eastAsia="ru-RU"/>
        </w:rPr>
        <w:t>ПОЛОЖЕННЯ</w:t>
      </w:r>
    </w:p>
    <w:p w:rsidR="00543FD6" w:rsidRPr="004A46A2" w:rsidRDefault="00543FD6" w:rsidP="00A35B05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46A2">
        <w:rPr>
          <w:rFonts w:ascii="Times New Roman" w:hAnsi="Times New Roman"/>
          <w:b/>
          <w:bCs/>
          <w:color w:val="000000"/>
          <w:spacing w:val="4"/>
          <w:sz w:val="28"/>
          <w:szCs w:val="28"/>
          <w:lang w:val="uk-UA" w:eastAsia="ru-RU"/>
        </w:rPr>
        <w:t xml:space="preserve">про </w:t>
      </w:r>
      <w:r w:rsidRPr="004A46A2">
        <w:rPr>
          <w:rFonts w:ascii="Times New Roman" w:hAnsi="Times New Roman"/>
          <w:b/>
          <w:sz w:val="28"/>
          <w:szCs w:val="28"/>
          <w:lang w:val="uk-UA"/>
        </w:rPr>
        <w:t>організацію та проведення</w:t>
      </w:r>
    </w:p>
    <w:p w:rsidR="00543FD6" w:rsidRPr="004A46A2" w:rsidRDefault="00543FD6" w:rsidP="00A35B05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46A2">
        <w:rPr>
          <w:rFonts w:ascii="Times New Roman" w:hAnsi="Times New Roman"/>
          <w:b/>
          <w:sz w:val="28"/>
          <w:szCs w:val="28"/>
          <w:lang w:val="uk-UA"/>
        </w:rPr>
        <w:t xml:space="preserve">міського молодіжного тематичного квесту </w:t>
      </w:r>
    </w:p>
    <w:p w:rsidR="00543FD6" w:rsidRPr="004A46A2" w:rsidRDefault="00543FD6" w:rsidP="00A35B05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46A2">
        <w:rPr>
          <w:rFonts w:ascii="Times New Roman" w:hAnsi="Times New Roman"/>
          <w:b/>
          <w:sz w:val="28"/>
          <w:szCs w:val="28"/>
          <w:lang w:val="uk-UA"/>
        </w:rPr>
        <w:t>«Відчуй себе студентом нашого навчального закладу»</w:t>
      </w:r>
    </w:p>
    <w:p w:rsidR="00543FD6" w:rsidRPr="004A46A2" w:rsidRDefault="00543FD6" w:rsidP="00353DCC">
      <w:pPr>
        <w:pStyle w:val="NoSpacing"/>
        <w:rPr>
          <w:sz w:val="28"/>
          <w:szCs w:val="28"/>
          <w:lang w:val="uk-UA" w:eastAsia="ru-RU"/>
        </w:rPr>
      </w:pPr>
    </w:p>
    <w:p w:rsidR="00543FD6" w:rsidRPr="004A46A2" w:rsidRDefault="00543FD6" w:rsidP="00843128">
      <w:pPr>
        <w:pStyle w:val="NoSpacing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843128">
        <w:rPr>
          <w:rFonts w:ascii="Times New Roman" w:hAnsi="Times New Roman"/>
          <w:b/>
          <w:sz w:val="28"/>
          <w:szCs w:val="28"/>
        </w:rPr>
        <w:tab/>
      </w:r>
      <w:r w:rsidRPr="004A46A2">
        <w:rPr>
          <w:rFonts w:ascii="Times New Roman" w:hAnsi="Times New Roman"/>
          <w:b/>
          <w:sz w:val="28"/>
          <w:szCs w:val="28"/>
          <w:lang w:val="uk-UA"/>
        </w:rPr>
        <w:t>Загальні положення</w:t>
      </w:r>
    </w:p>
    <w:p w:rsidR="00543FD6" w:rsidRDefault="00543FD6" w:rsidP="00843128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74C2F">
        <w:rPr>
          <w:rFonts w:ascii="Times New Roman" w:hAnsi="Times New Roman"/>
          <w:sz w:val="28"/>
          <w:szCs w:val="28"/>
          <w:lang w:val="uk-UA"/>
        </w:rPr>
        <w:t>Міський молодіжний тематичний квест «Відчуй себе студентом нашого навчального закладу»</w:t>
      </w:r>
      <w:r w:rsidRPr="004A46A2">
        <w:rPr>
          <w:rFonts w:ascii="Times New Roman" w:hAnsi="Times New Roman"/>
          <w:sz w:val="28"/>
          <w:szCs w:val="28"/>
          <w:lang w:val="uk-UA"/>
        </w:rPr>
        <w:t xml:space="preserve"> (далі – квест) проводиться з нагоди </w:t>
      </w:r>
      <w:r>
        <w:rPr>
          <w:rFonts w:ascii="Times New Roman" w:hAnsi="Times New Roman"/>
          <w:sz w:val="28"/>
          <w:szCs w:val="28"/>
          <w:lang w:val="uk-UA"/>
        </w:rPr>
        <w:t>Дня студента.</w:t>
      </w:r>
    </w:p>
    <w:p w:rsidR="00543FD6" w:rsidRPr="004A46A2" w:rsidRDefault="00543FD6" w:rsidP="00843128">
      <w:pPr>
        <w:pStyle w:val="NoSpacing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Головна мета</w:t>
      </w:r>
      <w:r w:rsidRPr="004A46A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квесту - </w:t>
      </w:r>
      <w:r w:rsidRPr="004A46A2">
        <w:rPr>
          <w:rFonts w:ascii="Times New Roman" w:hAnsi="Times New Roman"/>
          <w:sz w:val="28"/>
          <w:szCs w:val="28"/>
          <w:lang w:val="uk-UA"/>
        </w:rPr>
        <w:t xml:space="preserve">зміцнення творчих і дружніх зв’язків між студентами навчальних закладів </w:t>
      </w:r>
      <w:r>
        <w:rPr>
          <w:rFonts w:ascii="Times New Roman" w:hAnsi="Times New Roman"/>
          <w:sz w:val="28"/>
          <w:szCs w:val="28"/>
          <w:lang w:val="uk-UA"/>
        </w:rPr>
        <w:t>міста, популяризація</w:t>
      </w:r>
      <w:r w:rsidRPr="004A46A2">
        <w:rPr>
          <w:rFonts w:ascii="Times New Roman" w:hAnsi="Times New Roman"/>
          <w:sz w:val="28"/>
          <w:szCs w:val="28"/>
          <w:lang w:val="uk-UA"/>
        </w:rPr>
        <w:t xml:space="preserve"> змістовного культурного дозвілля,</w:t>
      </w:r>
      <w:r w:rsidRPr="004A46A2">
        <w:rPr>
          <w:rFonts w:ascii="Times New Roman" w:hAnsi="Times New Roman"/>
          <w:iCs/>
          <w:sz w:val="28"/>
          <w:szCs w:val="28"/>
          <w:lang w:val="uk-UA"/>
        </w:rPr>
        <w:t xml:space="preserve"> сучасних форм виховної роботи студентської молоді, підвищення загального рівня ерудиції та розвитку логічного мислення.</w:t>
      </w:r>
    </w:p>
    <w:p w:rsidR="00543FD6" w:rsidRPr="00D46F1F" w:rsidRDefault="00543FD6" w:rsidP="00EF5657">
      <w:pPr>
        <w:pStyle w:val="NoSpacing"/>
        <w:rPr>
          <w:sz w:val="16"/>
          <w:szCs w:val="16"/>
          <w:lang w:val="uk-UA"/>
        </w:rPr>
      </w:pPr>
    </w:p>
    <w:p w:rsidR="00543FD6" w:rsidRPr="004A46A2" w:rsidRDefault="00543FD6" w:rsidP="00843128">
      <w:pPr>
        <w:pStyle w:val="ListParagraph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Pr="00843128">
        <w:rPr>
          <w:rFonts w:ascii="Times New Roman" w:hAnsi="Times New Roman"/>
          <w:b/>
          <w:sz w:val="28"/>
          <w:szCs w:val="28"/>
        </w:rPr>
        <w:tab/>
      </w:r>
      <w:r w:rsidRPr="004A46A2">
        <w:rPr>
          <w:rFonts w:ascii="Times New Roman" w:hAnsi="Times New Roman"/>
          <w:b/>
          <w:sz w:val="28"/>
          <w:szCs w:val="28"/>
          <w:lang w:val="uk-UA"/>
        </w:rPr>
        <w:t>Учасники квесту</w:t>
      </w:r>
    </w:p>
    <w:p w:rsidR="00543FD6" w:rsidRPr="004A46A2" w:rsidRDefault="00543FD6" w:rsidP="00012E0D">
      <w:pPr>
        <w:pStyle w:val="ListParagraph"/>
        <w:numPr>
          <w:ilvl w:val="0"/>
          <w:numId w:val="24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46A2">
        <w:rPr>
          <w:rFonts w:ascii="Times New Roman" w:hAnsi="Times New Roman"/>
          <w:sz w:val="28"/>
          <w:szCs w:val="28"/>
          <w:lang w:val="uk-UA"/>
        </w:rPr>
        <w:t xml:space="preserve">У квесті беруть участь команди Глухівського національного педагогічного університету </w:t>
      </w:r>
      <w:r>
        <w:rPr>
          <w:rFonts w:ascii="Times New Roman" w:hAnsi="Times New Roman"/>
          <w:sz w:val="28"/>
          <w:szCs w:val="28"/>
          <w:lang w:val="uk-UA"/>
        </w:rPr>
        <w:t>ім.</w:t>
      </w:r>
      <w:r w:rsidRPr="004A46A2">
        <w:rPr>
          <w:rFonts w:ascii="Times New Roman" w:hAnsi="Times New Roman"/>
          <w:sz w:val="28"/>
          <w:szCs w:val="28"/>
          <w:lang w:val="uk-UA"/>
        </w:rPr>
        <w:t xml:space="preserve"> О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4A46A2">
        <w:rPr>
          <w:rFonts w:ascii="Times New Roman" w:hAnsi="Times New Roman"/>
          <w:sz w:val="28"/>
          <w:szCs w:val="28"/>
          <w:lang w:val="uk-UA"/>
        </w:rPr>
        <w:t xml:space="preserve"> Довженка, Професійно</w:t>
      </w:r>
      <w:r w:rsidRPr="00843128">
        <w:rPr>
          <w:rFonts w:ascii="Times New Roman" w:hAnsi="Times New Roman"/>
          <w:sz w:val="28"/>
          <w:szCs w:val="28"/>
        </w:rPr>
        <w:t xml:space="preserve"> </w:t>
      </w:r>
      <w:r w:rsidRPr="004A46A2">
        <w:rPr>
          <w:rFonts w:ascii="Times New Roman" w:hAnsi="Times New Roman"/>
          <w:sz w:val="28"/>
          <w:szCs w:val="28"/>
          <w:lang w:val="uk-UA"/>
        </w:rPr>
        <w:t xml:space="preserve">- педагогічного коледжу Глухівського національного педагогічного університету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ім.</w:t>
      </w:r>
      <w:r w:rsidRPr="004A46A2">
        <w:rPr>
          <w:rFonts w:ascii="Times New Roman" w:hAnsi="Times New Roman"/>
          <w:sz w:val="28"/>
          <w:szCs w:val="28"/>
          <w:lang w:val="uk-UA"/>
        </w:rPr>
        <w:t xml:space="preserve"> О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4A46A2">
        <w:rPr>
          <w:rFonts w:ascii="Times New Roman" w:hAnsi="Times New Roman"/>
          <w:sz w:val="28"/>
          <w:szCs w:val="28"/>
          <w:lang w:val="uk-UA"/>
        </w:rPr>
        <w:t xml:space="preserve"> Довженка, Глухівського агротехнічного інституту ім. С.А. Ковпака Сумського НАУ, державного навчального закладу «Глухівське вище професійне училище», комунального закладу Сумської обласної ради «Глухівське медичне училище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4A46A2">
        <w:rPr>
          <w:rFonts w:ascii="Times New Roman" w:hAnsi="Times New Roman"/>
          <w:sz w:val="28"/>
          <w:szCs w:val="28"/>
          <w:lang w:val="uk-UA"/>
        </w:rPr>
        <w:t>.</w:t>
      </w:r>
    </w:p>
    <w:p w:rsidR="00543FD6" w:rsidRPr="004A46A2" w:rsidRDefault="00543FD6" w:rsidP="009400DE">
      <w:pPr>
        <w:pStyle w:val="ListParagraph"/>
        <w:numPr>
          <w:ilvl w:val="0"/>
          <w:numId w:val="24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46A2">
        <w:rPr>
          <w:rFonts w:ascii="Times New Roman" w:hAnsi="Times New Roman"/>
          <w:sz w:val="28"/>
          <w:szCs w:val="28"/>
          <w:lang w:val="uk-UA"/>
        </w:rPr>
        <w:t>Склад команди – 6 осіб.</w:t>
      </w:r>
    </w:p>
    <w:p w:rsidR="00543FD6" w:rsidRPr="00D46F1F" w:rsidRDefault="00543FD6" w:rsidP="009400DE">
      <w:pPr>
        <w:pStyle w:val="NoSpacing"/>
        <w:ind w:firstLine="709"/>
        <w:rPr>
          <w:sz w:val="16"/>
          <w:szCs w:val="16"/>
          <w:lang w:val="uk-UA"/>
        </w:rPr>
      </w:pPr>
    </w:p>
    <w:p w:rsidR="00543FD6" w:rsidRPr="004A46A2" w:rsidRDefault="00543FD6" w:rsidP="00843128">
      <w:pPr>
        <w:pStyle w:val="ListParagraph"/>
        <w:spacing w:line="240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 w:rsidRPr="004A46A2">
        <w:rPr>
          <w:rFonts w:ascii="Times New Roman" w:hAnsi="Times New Roman"/>
          <w:b/>
          <w:sz w:val="28"/>
          <w:szCs w:val="28"/>
          <w:lang w:val="uk-UA"/>
        </w:rPr>
        <w:t>Порядок проведення квесту</w:t>
      </w:r>
    </w:p>
    <w:p w:rsidR="00543FD6" w:rsidRPr="004A46A2" w:rsidRDefault="00543FD6" w:rsidP="009400DE">
      <w:pPr>
        <w:pStyle w:val="ListParagraph"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46A2">
        <w:rPr>
          <w:rFonts w:ascii="Times New Roman" w:hAnsi="Times New Roman"/>
          <w:sz w:val="28"/>
          <w:szCs w:val="28"/>
          <w:lang w:val="uk-UA"/>
        </w:rPr>
        <w:t>Дата проведення квесту – 15 листопада 2017 року.</w:t>
      </w:r>
    </w:p>
    <w:p w:rsidR="00543FD6" w:rsidRPr="004A46A2" w:rsidRDefault="00543FD6" w:rsidP="009400DE">
      <w:pPr>
        <w:pStyle w:val="ListParagraph"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46A2">
        <w:rPr>
          <w:rFonts w:ascii="Times New Roman" w:hAnsi="Times New Roman"/>
          <w:iCs/>
          <w:sz w:val="28"/>
          <w:szCs w:val="28"/>
          <w:lang w:val="uk-UA"/>
        </w:rPr>
        <w:t xml:space="preserve">Для участі у квесті команди подають </w:t>
      </w:r>
      <w:r>
        <w:rPr>
          <w:rFonts w:ascii="Times New Roman" w:hAnsi="Times New Roman"/>
          <w:iCs/>
          <w:sz w:val="28"/>
          <w:szCs w:val="28"/>
          <w:lang w:val="uk-UA"/>
        </w:rPr>
        <w:t>до 08</w:t>
      </w:r>
      <w:r w:rsidRPr="004A46A2">
        <w:rPr>
          <w:rFonts w:ascii="Times New Roman" w:hAnsi="Times New Roman"/>
          <w:iCs/>
          <w:sz w:val="28"/>
          <w:szCs w:val="28"/>
          <w:lang w:val="uk-UA"/>
        </w:rPr>
        <w:t xml:space="preserve"> листопада 2017 року з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4A46A2">
        <w:rPr>
          <w:rFonts w:ascii="Times New Roman" w:hAnsi="Times New Roman"/>
          <w:iCs/>
          <w:sz w:val="28"/>
          <w:szCs w:val="28"/>
          <w:lang w:val="uk-UA"/>
        </w:rPr>
        <w:t xml:space="preserve">явку за 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встановленою </w:t>
      </w:r>
      <w:r w:rsidRPr="004A46A2">
        <w:rPr>
          <w:rFonts w:ascii="Times New Roman" w:hAnsi="Times New Roman"/>
          <w:iCs/>
          <w:sz w:val="28"/>
          <w:szCs w:val="28"/>
          <w:lang w:val="uk-UA"/>
        </w:rPr>
        <w:t>формою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(</w:t>
      </w:r>
      <w:r w:rsidRPr="004A46A2">
        <w:rPr>
          <w:rFonts w:ascii="Times New Roman" w:hAnsi="Times New Roman"/>
          <w:iCs/>
          <w:sz w:val="28"/>
          <w:szCs w:val="28"/>
          <w:lang w:val="uk-UA"/>
        </w:rPr>
        <w:t>додається</w:t>
      </w:r>
      <w:r>
        <w:rPr>
          <w:rFonts w:ascii="Times New Roman" w:hAnsi="Times New Roman"/>
          <w:iCs/>
          <w:sz w:val="28"/>
          <w:szCs w:val="28"/>
          <w:lang w:val="uk-UA"/>
        </w:rPr>
        <w:t>)</w:t>
      </w:r>
      <w:r w:rsidRPr="004A46A2">
        <w:rPr>
          <w:rFonts w:ascii="Times New Roman" w:hAnsi="Times New Roman"/>
          <w:iCs/>
          <w:sz w:val="28"/>
          <w:szCs w:val="28"/>
          <w:lang w:val="uk-UA"/>
        </w:rPr>
        <w:t>.</w:t>
      </w:r>
    </w:p>
    <w:p w:rsidR="00543FD6" w:rsidRDefault="00543FD6" w:rsidP="009400DE">
      <w:pPr>
        <w:pStyle w:val="ListParagraph"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Навчальні заклади міста:</w:t>
      </w:r>
    </w:p>
    <w:p w:rsidR="00543FD6" w:rsidRDefault="00543FD6" w:rsidP="00AE02DF">
      <w:pPr>
        <w:pStyle w:val="ListParagraph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надають пропозиції щодо 2 станцій квесту до відділу молоді та спорту міської ради;</w:t>
      </w:r>
    </w:p>
    <w:p w:rsidR="00543FD6" w:rsidRPr="004A46A2" w:rsidRDefault="00543FD6" w:rsidP="00AE02DF">
      <w:pPr>
        <w:pStyle w:val="ListParagraph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 час проведення заходу готують тематичні станції та визначають відповідальних за них.</w:t>
      </w:r>
    </w:p>
    <w:p w:rsidR="00543FD6" w:rsidRDefault="00543FD6" w:rsidP="009400DE">
      <w:pPr>
        <w:pStyle w:val="ListParagraph"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46A2">
        <w:rPr>
          <w:rFonts w:ascii="Times New Roman" w:hAnsi="Times New Roman"/>
          <w:color w:val="000000"/>
          <w:sz w:val="28"/>
          <w:szCs w:val="28"/>
          <w:lang w:val="uk-UA"/>
        </w:rPr>
        <w:t xml:space="preserve">Захід проводиться за традиційною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методикою</w:t>
      </w:r>
      <w:r w:rsidRPr="004A46A2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проведення квес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ту, </w:t>
      </w:r>
      <w:r w:rsidRPr="004A46A2">
        <w:rPr>
          <w:rFonts w:ascii="Times New Roman" w:hAnsi="Times New Roman"/>
          <w:color w:val="000000"/>
          <w:sz w:val="28"/>
          <w:szCs w:val="28"/>
          <w:lang w:val="uk-UA"/>
        </w:rPr>
        <w:t xml:space="preserve">що </w:t>
      </w:r>
      <w:r w:rsidRPr="004A46A2">
        <w:rPr>
          <w:rFonts w:ascii="Times New Roman" w:hAnsi="Times New Roman"/>
          <w:sz w:val="28"/>
          <w:szCs w:val="28"/>
          <w:lang w:val="uk-UA"/>
        </w:rPr>
        <w:t xml:space="preserve">полягає у проходженні командою вказаного маршруту містом за умови виконання спеціальних </w:t>
      </w:r>
      <w:r>
        <w:rPr>
          <w:rFonts w:ascii="Times New Roman" w:hAnsi="Times New Roman"/>
          <w:sz w:val="28"/>
          <w:szCs w:val="28"/>
          <w:lang w:val="uk-UA"/>
        </w:rPr>
        <w:t xml:space="preserve">інтелектуально – рухливих </w:t>
      </w:r>
      <w:r w:rsidRPr="004A46A2">
        <w:rPr>
          <w:rFonts w:ascii="Times New Roman" w:hAnsi="Times New Roman"/>
          <w:sz w:val="28"/>
          <w:szCs w:val="28"/>
          <w:lang w:val="uk-UA"/>
        </w:rPr>
        <w:t>завдань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43FD6" w:rsidRPr="004A46A2" w:rsidRDefault="00543FD6" w:rsidP="009400DE">
      <w:pPr>
        <w:pStyle w:val="ListParagraph"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46A2">
        <w:rPr>
          <w:rFonts w:ascii="Times New Roman" w:hAnsi="Times New Roman"/>
          <w:color w:val="000000"/>
          <w:sz w:val="28"/>
          <w:szCs w:val="28"/>
          <w:lang w:val="uk-UA"/>
        </w:rPr>
        <w:t>Перед стартом команди проходять інструктаж та отр</w:t>
      </w:r>
      <w:r w:rsidRPr="004A46A2">
        <w:rPr>
          <w:rFonts w:ascii="Times New Roman" w:hAnsi="Times New Roman"/>
          <w:sz w:val="28"/>
          <w:szCs w:val="28"/>
          <w:lang w:val="uk-UA"/>
        </w:rPr>
        <w:t xml:space="preserve">имують маршрутні листи. </w:t>
      </w:r>
    </w:p>
    <w:p w:rsidR="00543FD6" w:rsidRPr="004A46A2" w:rsidRDefault="00543FD6" w:rsidP="009400DE">
      <w:pPr>
        <w:pStyle w:val="ListParagraph"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46A2">
        <w:rPr>
          <w:rFonts w:ascii="Times New Roman" w:hAnsi="Times New Roman"/>
          <w:sz w:val="28"/>
          <w:szCs w:val="28"/>
          <w:lang w:val="uk-UA"/>
        </w:rPr>
        <w:t xml:space="preserve">Маршрут квесту складається </w:t>
      </w:r>
      <w:r>
        <w:rPr>
          <w:rFonts w:ascii="Times New Roman" w:hAnsi="Times New Roman"/>
          <w:sz w:val="28"/>
          <w:szCs w:val="28"/>
          <w:lang w:val="uk-UA"/>
        </w:rPr>
        <w:t>із</w:t>
      </w:r>
      <w:r w:rsidRPr="004A46A2">
        <w:rPr>
          <w:rFonts w:ascii="Times New Roman" w:hAnsi="Times New Roman"/>
          <w:sz w:val="28"/>
          <w:szCs w:val="28"/>
          <w:lang w:val="uk-UA"/>
        </w:rPr>
        <w:t xml:space="preserve"> станцій, які команди зобов’язані відвідати в повному обсязі.</w:t>
      </w:r>
    </w:p>
    <w:p w:rsidR="00543FD6" w:rsidRPr="004A46A2" w:rsidRDefault="00543FD6" w:rsidP="009400DE">
      <w:pPr>
        <w:pStyle w:val="ListParagraph"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46A2">
        <w:rPr>
          <w:rFonts w:ascii="Times New Roman" w:hAnsi="Times New Roman"/>
          <w:sz w:val="28"/>
          <w:szCs w:val="28"/>
          <w:lang w:val="uk-UA"/>
        </w:rPr>
        <w:t xml:space="preserve">Команди рухаються за визначеним маршрутом по </w:t>
      </w:r>
      <w:r>
        <w:rPr>
          <w:rFonts w:ascii="Times New Roman" w:hAnsi="Times New Roman"/>
          <w:sz w:val="28"/>
          <w:szCs w:val="28"/>
          <w:lang w:val="uk-UA"/>
        </w:rPr>
        <w:t>станціях</w:t>
      </w:r>
      <w:r w:rsidRPr="004A46A2">
        <w:rPr>
          <w:rFonts w:ascii="Times New Roman" w:hAnsi="Times New Roman"/>
          <w:sz w:val="28"/>
          <w:szCs w:val="28"/>
          <w:lang w:val="uk-UA"/>
        </w:rPr>
        <w:t xml:space="preserve">, виконуючи завдання та отримуючи </w:t>
      </w:r>
      <w:r>
        <w:rPr>
          <w:rFonts w:ascii="Times New Roman" w:hAnsi="Times New Roman"/>
          <w:sz w:val="28"/>
          <w:szCs w:val="28"/>
          <w:lang w:val="uk-UA"/>
        </w:rPr>
        <w:t>відповідні</w:t>
      </w:r>
      <w:r w:rsidRPr="004A46A2">
        <w:rPr>
          <w:rFonts w:ascii="Times New Roman" w:hAnsi="Times New Roman"/>
          <w:sz w:val="28"/>
          <w:szCs w:val="28"/>
          <w:lang w:val="uk-UA"/>
        </w:rPr>
        <w:t xml:space="preserve"> відмітки.</w:t>
      </w:r>
    </w:p>
    <w:p w:rsidR="00543FD6" w:rsidRPr="004A46A2" w:rsidRDefault="00543FD6" w:rsidP="009400DE">
      <w:pPr>
        <w:pStyle w:val="ListParagraph"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46A2">
        <w:rPr>
          <w:rFonts w:ascii="Times New Roman" w:hAnsi="Times New Roman"/>
          <w:sz w:val="28"/>
          <w:szCs w:val="28"/>
          <w:lang w:val="uk-UA"/>
        </w:rPr>
        <w:t>Для кожної команди розробляється індивідуальний маршрутний лист, у якому визначається порядок проходження станцій.</w:t>
      </w:r>
    </w:p>
    <w:p w:rsidR="00543FD6" w:rsidRPr="004A46A2" w:rsidRDefault="00543FD6" w:rsidP="009400DE">
      <w:pPr>
        <w:pStyle w:val="ListParagraph"/>
        <w:numPr>
          <w:ilvl w:val="0"/>
          <w:numId w:val="26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46A2">
        <w:rPr>
          <w:rFonts w:ascii="Times New Roman" w:hAnsi="Times New Roman"/>
          <w:sz w:val="28"/>
          <w:szCs w:val="28"/>
          <w:lang w:val="uk-UA"/>
        </w:rPr>
        <w:t>Виконавши завдання (відповівши на запитання), команда направляється до наступної станції, згідно заданого маршруту. І так до фінішу.</w:t>
      </w:r>
    </w:p>
    <w:p w:rsidR="00543FD6" w:rsidRPr="00EF5657" w:rsidRDefault="00543FD6" w:rsidP="009400DE">
      <w:pPr>
        <w:pStyle w:val="ListParagraph"/>
        <w:numPr>
          <w:ilvl w:val="0"/>
          <w:numId w:val="26"/>
        </w:numPr>
        <w:spacing w:line="240" w:lineRule="auto"/>
        <w:ind w:left="0" w:firstLine="709"/>
        <w:jc w:val="both"/>
        <w:rPr>
          <w:lang w:val="uk-UA"/>
        </w:rPr>
      </w:pPr>
      <w:r w:rsidRPr="00EF5657">
        <w:rPr>
          <w:rFonts w:ascii="Times New Roman" w:hAnsi="Times New Roman"/>
          <w:sz w:val="28"/>
          <w:szCs w:val="28"/>
          <w:lang w:val="uk-UA"/>
        </w:rPr>
        <w:t xml:space="preserve">Відповідальні особи із запитаннями (завданнями) знаходяться на </w:t>
      </w:r>
      <w:r>
        <w:rPr>
          <w:rFonts w:ascii="Times New Roman" w:hAnsi="Times New Roman"/>
          <w:sz w:val="28"/>
          <w:szCs w:val="28"/>
          <w:lang w:val="uk-UA"/>
        </w:rPr>
        <w:t>станціях</w:t>
      </w:r>
      <w:r w:rsidRPr="00EF5657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543FD6" w:rsidRPr="00EF5657" w:rsidRDefault="00543FD6" w:rsidP="009400DE">
      <w:pPr>
        <w:pStyle w:val="ListParagraph"/>
        <w:spacing w:line="240" w:lineRule="auto"/>
        <w:ind w:left="709" w:firstLine="709"/>
        <w:jc w:val="both"/>
        <w:rPr>
          <w:lang w:val="uk-UA"/>
        </w:rPr>
      </w:pPr>
    </w:p>
    <w:p w:rsidR="00543FD6" w:rsidRPr="004A46A2" w:rsidRDefault="00543FD6" w:rsidP="00210504">
      <w:pPr>
        <w:pStyle w:val="ListParagraph"/>
        <w:spacing w:line="240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IV</w:t>
      </w:r>
      <w:r w:rsidRPr="00210504">
        <w:rPr>
          <w:rFonts w:ascii="Times New Roman" w:hAnsi="Times New Roman"/>
          <w:b/>
          <w:color w:val="000000"/>
          <w:sz w:val="28"/>
          <w:szCs w:val="28"/>
        </w:rPr>
        <w:tab/>
      </w:r>
      <w:r w:rsidRPr="004A46A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Визначення переможців </w:t>
      </w:r>
      <w:r w:rsidRPr="004A46A2">
        <w:rPr>
          <w:rFonts w:ascii="Times New Roman" w:hAnsi="Times New Roman"/>
          <w:b/>
          <w:sz w:val="28"/>
          <w:szCs w:val="28"/>
          <w:lang w:val="uk-UA"/>
        </w:rPr>
        <w:t>квесту</w:t>
      </w:r>
    </w:p>
    <w:p w:rsidR="00543FD6" w:rsidRPr="002B6A2D" w:rsidRDefault="00543FD6" w:rsidP="002B6A2D">
      <w:pPr>
        <w:pStyle w:val="NoSpacing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6A2D">
        <w:rPr>
          <w:rFonts w:ascii="Times New Roman" w:hAnsi="Times New Roman"/>
          <w:sz w:val="28"/>
          <w:szCs w:val="28"/>
          <w:lang w:val="uk-UA"/>
        </w:rPr>
        <w:t>Команди – перемо</w:t>
      </w:r>
      <w:r>
        <w:rPr>
          <w:rFonts w:ascii="Times New Roman" w:hAnsi="Times New Roman"/>
          <w:sz w:val="28"/>
          <w:szCs w:val="28"/>
          <w:lang w:val="uk-UA"/>
        </w:rPr>
        <w:t>ж</w:t>
      </w:r>
      <w:r w:rsidRPr="002B6A2D">
        <w:rPr>
          <w:rFonts w:ascii="Times New Roman" w:hAnsi="Times New Roman"/>
          <w:sz w:val="28"/>
          <w:szCs w:val="28"/>
          <w:lang w:val="uk-UA"/>
        </w:rPr>
        <w:t>ниці (</w:t>
      </w:r>
      <w:r w:rsidRPr="002B6A2D">
        <w:rPr>
          <w:rFonts w:ascii="Times New Roman" w:hAnsi="Times New Roman"/>
          <w:sz w:val="28"/>
          <w:szCs w:val="28"/>
          <w:lang w:val="en-US"/>
        </w:rPr>
        <w:t>I</w:t>
      </w:r>
      <w:r w:rsidRPr="002B6A2D">
        <w:rPr>
          <w:rFonts w:ascii="Times New Roman" w:hAnsi="Times New Roman"/>
          <w:sz w:val="28"/>
          <w:szCs w:val="28"/>
          <w:lang w:val="uk-UA"/>
        </w:rPr>
        <w:t>,</w:t>
      </w:r>
      <w:r w:rsidRPr="002B6A2D">
        <w:rPr>
          <w:rFonts w:ascii="Times New Roman" w:hAnsi="Times New Roman"/>
          <w:sz w:val="28"/>
          <w:szCs w:val="28"/>
        </w:rPr>
        <w:t xml:space="preserve"> </w:t>
      </w:r>
      <w:r w:rsidRPr="002B6A2D">
        <w:rPr>
          <w:rFonts w:ascii="Times New Roman" w:hAnsi="Times New Roman"/>
          <w:sz w:val="28"/>
          <w:szCs w:val="28"/>
          <w:lang w:val="en-US"/>
        </w:rPr>
        <w:t>II</w:t>
      </w:r>
      <w:r w:rsidRPr="002B6A2D">
        <w:rPr>
          <w:rFonts w:ascii="Times New Roman" w:hAnsi="Times New Roman"/>
          <w:sz w:val="28"/>
          <w:szCs w:val="28"/>
          <w:lang w:val="uk-UA"/>
        </w:rPr>
        <w:t>,</w:t>
      </w:r>
      <w:r w:rsidRPr="002B6A2D">
        <w:rPr>
          <w:rFonts w:ascii="Times New Roman" w:hAnsi="Times New Roman"/>
          <w:sz w:val="28"/>
          <w:szCs w:val="28"/>
        </w:rPr>
        <w:t xml:space="preserve"> </w:t>
      </w:r>
      <w:r w:rsidRPr="002B6A2D">
        <w:rPr>
          <w:rFonts w:ascii="Times New Roman" w:hAnsi="Times New Roman"/>
          <w:sz w:val="28"/>
          <w:szCs w:val="28"/>
          <w:lang w:val="en-US"/>
        </w:rPr>
        <w:t>III</w:t>
      </w:r>
      <w:r w:rsidRPr="002B6A2D">
        <w:rPr>
          <w:rFonts w:ascii="Times New Roman" w:hAnsi="Times New Roman"/>
          <w:sz w:val="28"/>
          <w:szCs w:val="28"/>
        </w:rPr>
        <w:t xml:space="preserve"> </w:t>
      </w:r>
      <w:r w:rsidRPr="002B6A2D">
        <w:rPr>
          <w:rFonts w:ascii="Times New Roman" w:hAnsi="Times New Roman"/>
          <w:sz w:val="28"/>
          <w:szCs w:val="28"/>
          <w:lang w:val="uk-UA"/>
        </w:rPr>
        <w:t>місце) визначаються за повністю заповненим маршрутним листом</w:t>
      </w:r>
      <w:r>
        <w:rPr>
          <w:rFonts w:ascii="Times New Roman" w:hAnsi="Times New Roman"/>
          <w:sz w:val="28"/>
          <w:szCs w:val="28"/>
          <w:lang w:val="uk-UA"/>
        </w:rPr>
        <w:t>, за результатами проходження станцій</w:t>
      </w:r>
      <w:r w:rsidRPr="002B6A2D">
        <w:rPr>
          <w:rFonts w:ascii="Times New Roman" w:hAnsi="Times New Roman"/>
          <w:sz w:val="28"/>
          <w:szCs w:val="28"/>
          <w:lang w:val="uk-UA"/>
        </w:rPr>
        <w:t>.</w:t>
      </w:r>
    </w:p>
    <w:p w:rsidR="00543FD6" w:rsidRPr="002B6A2D" w:rsidRDefault="00543FD6" w:rsidP="002B6A2D">
      <w:pPr>
        <w:pStyle w:val="NoSpacing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6A2D">
        <w:rPr>
          <w:rFonts w:ascii="Times New Roman" w:hAnsi="Times New Roman"/>
          <w:sz w:val="28"/>
          <w:szCs w:val="28"/>
          <w:lang w:val="uk-UA"/>
        </w:rPr>
        <w:t>Команди нагороджуються грамотами, подяками та заохочувальними подарунками.</w:t>
      </w:r>
    </w:p>
    <w:p w:rsidR="00543FD6" w:rsidRPr="004A46A2" w:rsidRDefault="00543FD6" w:rsidP="002B6A2D">
      <w:pPr>
        <w:pStyle w:val="NoSpacing"/>
        <w:tabs>
          <w:tab w:val="left" w:pos="709"/>
        </w:tabs>
        <w:ind w:firstLine="709"/>
        <w:rPr>
          <w:lang w:val="uk-UA"/>
        </w:rPr>
      </w:pPr>
    </w:p>
    <w:p w:rsidR="00543FD6" w:rsidRPr="004A46A2" w:rsidRDefault="00543FD6" w:rsidP="00D46F1F">
      <w:pPr>
        <w:pStyle w:val="NoSpacing"/>
        <w:rPr>
          <w:lang w:val="uk-UA"/>
        </w:rPr>
      </w:pPr>
    </w:p>
    <w:p w:rsidR="00543FD6" w:rsidRPr="004A46A2" w:rsidRDefault="00543FD6" w:rsidP="004A46A2">
      <w:pPr>
        <w:pStyle w:val="NoSpacing"/>
        <w:rPr>
          <w:rFonts w:ascii="Times New Roman" w:hAnsi="Times New Roman"/>
          <w:b/>
          <w:spacing w:val="-20"/>
          <w:sz w:val="28"/>
          <w:szCs w:val="28"/>
          <w:lang w:val="uk-UA"/>
        </w:rPr>
      </w:pPr>
      <w:r w:rsidRPr="004A46A2">
        <w:rPr>
          <w:rFonts w:ascii="Times New Roman" w:hAnsi="Times New Roman"/>
          <w:b/>
          <w:spacing w:val="-20"/>
          <w:sz w:val="28"/>
          <w:szCs w:val="28"/>
          <w:lang w:val="uk-UA"/>
        </w:rPr>
        <w:t xml:space="preserve">Керуюча справами </w:t>
      </w:r>
    </w:p>
    <w:p w:rsidR="00543FD6" w:rsidRPr="004A46A2" w:rsidRDefault="00543FD6" w:rsidP="004A46A2">
      <w:pPr>
        <w:pStyle w:val="NoSpacing"/>
        <w:rPr>
          <w:rFonts w:ascii="Times New Roman" w:hAnsi="Times New Roman"/>
          <w:b/>
          <w:spacing w:val="-20"/>
          <w:sz w:val="28"/>
          <w:szCs w:val="28"/>
          <w:lang w:val="uk-UA"/>
        </w:rPr>
      </w:pPr>
      <w:r w:rsidRPr="004A46A2">
        <w:rPr>
          <w:rFonts w:ascii="Times New Roman" w:hAnsi="Times New Roman"/>
          <w:b/>
          <w:spacing w:val="-20"/>
          <w:sz w:val="28"/>
          <w:szCs w:val="28"/>
          <w:lang w:val="uk-UA"/>
        </w:rPr>
        <w:t>виконавчого комітету міської ради</w:t>
      </w:r>
      <w:r w:rsidRPr="004A46A2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4A46A2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4A46A2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4A46A2">
        <w:rPr>
          <w:rFonts w:ascii="Times New Roman" w:hAnsi="Times New Roman"/>
          <w:b/>
          <w:spacing w:val="-20"/>
          <w:sz w:val="28"/>
          <w:szCs w:val="28"/>
          <w:lang w:val="uk-UA"/>
        </w:rPr>
        <w:tab/>
      </w:r>
      <w:r w:rsidRPr="004A46A2">
        <w:rPr>
          <w:rFonts w:ascii="Times New Roman" w:hAnsi="Times New Roman"/>
          <w:b/>
          <w:spacing w:val="-20"/>
          <w:sz w:val="28"/>
          <w:szCs w:val="28"/>
          <w:lang w:val="uk-UA"/>
        </w:rPr>
        <w:tab/>
        <w:t xml:space="preserve"> О.О. Гаврильченко</w:t>
      </w:r>
    </w:p>
    <w:p w:rsidR="00543FD6" w:rsidRPr="004A46A2" w:rsidRDefault="00543FD6" w:rsidP="004A46A2">
      <w:pPr>
        <w:pStyle w:val="HTMLPreformatted"/>
        <w:shd w:val="clear" w:color="auto" w:fill="FFFFFF"/>
        <w:spacing w:line="293" w:lineRule="atLeast"/>
        <w:ind w:left="284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</w:p>
    <w:p w:rsidR="00543FD6" w:rsidRDefault="00543FD6" w:rsidP="00BF6080">
      <w:pPr>
        <w:rPr>
          <w:rFonts w:ascii="Times New Roman" w:hAnsi="Times New Roman"/>
          <w:sz w:val="28"/>
          <w:szCs w:val="28"/>
          <w:lang w:val="uk-UA"/>
        </w:rPr>
      </w:pPr>
    </w:p>
    <w:p w:rsidR="00543FD6" w:rsidRDefault="00543FD6" w:rsidP="00BF6080">
      <w:pPr>
        <w:rPr>
          <w:rFonts w:ascii="Times New Roman" w:hAnsi="Times New Roman"/>
          <w:sz w:val="28"/>
          <w:szCs w:val="28"/>
          <w:lang w:val="uk-UA"/>
        </w:rPr>
      </w:pPr>
    </w:p>
    <w:p w:rsidR="00543FD6" w:rsidRDefault="00543FD6" w:rsidP="00BF6080">
      <w:pPr>
        <w:rPr>
          <w:rFonts w:ascii="Times New Roman" w:hAnsi="Times New Roman"/>
          <w:sz w:val="28"/>
          <w:szCs w:val="28"/>
          <w:lang w:val="uk-UA"/>
        </w:rPr>
      </w:pPr>
    </w:p>
    <w:p w:rsidR="00543FD6" w:rsidRDefault="00543FD6" w:rsidP="00BF6080">
      <w:pPr>
        <w:rPr>
          <w:rFonts w:ascii="Times New Roman" w:hAnsi="Times New Roman"/>
          <w:sz w:val="28"/>
          <w:szCs w:val="28"/>
          <w:lang w:val="uk-UA"/>
        </w:rPr>
      </w:pPr>
    </w:p>
    <w:p w:rsidR="00543FD6" w:rsidRDefault="00543FD6" w:rsidP="00BF6080">
      <w:pPr>
        <w:rPr>
          <w:rFonts w:ascii="Times New Roman" w:hAnsi="Times New Roman"/>
          <w:sz w:val="28"/>
          <w:szCs w:val="28"/>
          <w:lang w:val="uk-UA"/>
        </w:rPr>
      </w:pPr>
    </w:p>
    <w:p w:rsidR="00543FD6" w:rsidRDefault="00543FD6" w:rsidP="00BF6080">
      <w:pPr>
        <w:rPr>
          <w:rFonts w:ascii="Times New Roman" w:hAnsi="Times New Roman"/>
          <w:sz w:val="28"/>
          <w:szCs w:val="28"/>
          <w:lang w:val="uk-UA"/>
        </w:rPr>
      </w:pPr>
    </w:p>
    <w:p w:rsidR="00543FD6" w:rsidRDefault="00543FD6" w:rsidP="00BF6080">
      <w:pPr>
        <w:rPr>
          <w:rFonts w:ascii="Times New Roman" w:hAnsi="Times New Roman"/>
          <w:sz w:val="28"/>
          <w:szCs w:val="28"/>
          <w:lang w:val="uk-UA"/>
        </w:rPr>
      </w:pPr>
    </w:p>
    <w:p w:rsidR="00543FD6" w:rsidRDefault="00543FD6" w:rsidP="00BF6080">
      <w:pPr>
        <w:rPr>
          <w:rFonts w:ascii="Times New Roman" w:hAnsi="Times New Roman"/>
          <w:sz w:val="28"/>
          <w:szCs w:val="28"/>
          <w:lang w:val="uk-UA"/>
        </w:rPr>
      </w:pPr>
    </w:p>
    <w:p w:rsidR="00543FD6" w:rsidRDefault="00543FD6" w:rsidP="00BF6080">
      <w:pPr>
        <w:rPr>
          <w:rFonts w:ascii="Times New Roman" w:hAnsi="Times New Roman"/>
          <w:sz w:val="28"/>
          <w:szCs w:val="28"/>
          <w:lang w:val="uk-UA"/>
        </w:rPr>
      </w:pPr>
    </w:p>
    <w:p w:rsidR="00543FD6" w:rsidRDefault="00543FD6" w:rsidP="00BF6080">
      <w:pPr>
        <w:rPr>
          <w:rFonts w:ascii="Times New Roman" w:hAnsi="Times New Roman"/>
          <w:sz w:val="28"/>
          <w:szCs w:val="28"/>
          <w:lang w:val="uk-UA"/>
        </w:rPr>
      </w:pPr>
    </w:p>
    <w:p w:rsidR="00543FD6" w:rsidRDefault="00543FD6" w:rsidP="00BF6080">
      <w:pPr>
        <w:rPr>
          <w:rFonts w:ascii="Times New Roman" w:hAnsi="Times New Roman"/>
          <w:sz w:val="28"/>
          <w:szCs w:val="28"/>
          <w:lang w:val="uk-UA"/>
        </w:rPr>
      </w:pPr>
    </w:p>
    <w:p w:rsidR="00543FD6" w:rsidRDefault="00543FD6" w:rsidP="00BF6080">
      <w:pPr>
        <w:rPr>
          <w:rFonts w:ascii="Times New Roman" w:hAnsi="Times New Roman"/>
          <w:sz w:val="28"/>
          <w:szCs w:val="28"/>
          <w:lang w:val="uk-UA"/>
        </w:rPr>
      </w:pPr>
    </w:p>
    <w:p w:rsidR="00543FD6" w:rsidRDefault="00543FD6" w:rsidP="00BF6080">
      <w:pPr>
        <w:rPr>
          <w:rFonts w:ascii="Times New Roman" w:hAnsi="Times New Roman"/>
          <w:sz w:val="28"/>
          <w:szCs w:val="28"/>
          <w:lang w:val="uk-UA"/>
        </w:rPr>
      </w:pPr>
    </w:p>
    <w:p w:rsidR="00543FD6" w:rsidRDefault="00543FD6" w:rsidP="00BF6080">
      <w:pPr>
        <w:rPr>
          <w:rFonts w:ascii="Times New Roman" w:hAnsi="Times New Roman"/>
          <w:sz w:val="28"/>
          <w:szCs w:val="28"/>
          <w:lang w:val="uk-UA"/>
        </w:rPr>
      </w:pPr>
    </w:p>
    <w:p w:rsidR="00543FD6" w:rsidRDefault="00543FD6" w:rsidP="00BF6080">
      <w:pPr>
        <w:rPr>
          <w:rFonts w:ascii="Times New Roman" w:hAnsi="Times New Roman"/>
          <w:sz w:val="28"/>
          <w:szCs w:val="28"/>
          <w:lang w:val="uk-UA"/>
        </w:rPr>
      </w:pPr>
    </w:p>
    <w:sectPr w:rsidR="00543FD6" w:rsidSect="005A0835">
      <w:pgSz w:w="11906" w:h="16838"/>
      <w:pgMar w:top="1134" w:right="70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FD6" w:rsidRDefault="00543FD6" w:rsidP="00D43CB1">
      <w:pPr>
        <w:spacing w:after="0" w:line="240" w:lineRule="auto"/>
      </w:pPr>
      <w:r>
        <w:separator/>
      </w:r>
    </w:p>
  </w:endnote>
  <w:endnote w:type="continuationSeparator" w:id="0">
    <w:p w:rsidR="00543FD6" w:rsidRDefault="00543FD6" w:rsidP="00D43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FD6" w:rsidRDefault="00543FD6" w:rsidP="00D43CB1">
      <w:pPr>
        <w:spacing w:after="0" w:line="240" w:lineRule="auto"/>
      </w:pPr>
      <w:r>
        <w:separator/>
      </w:r>
    </w:p>
  </w:footnote>
  <w:footnote w:type="continuationSeparator" w:id="0">
    <w:p w:rsidR="00543FD6" w:rsidRDefault="00543FD6" w:rsidP="00D43C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6329"/>
    <w:multiLevelType w:val="hybridMultilevel"/>
    <w:tmpl w:val="4C0CC992"/>
    <w:lvl w:ilvl="0" w:tplc="3F749C94">
      <w:start w:val="6"/>
      <w:numFmt w:val="decimal"/>
      <w:lvlText w:val="%1."/>
      <w:lvlJc w:val="left"/>
      <w:pPr>
        <w:ind w:left="214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  <w:rPr>
        <w:rFonts w:cs="Times New Roman"/>
      </w:rPr>
    </w:lvl>
  </w:abstractNum>
  <w:abstractNum w:abstractNumId="1">
    <w:nsid w:val="0E562780"/>
    <w:multiLevelType w:val="multilevel"/>
    <w:tmpl w:val="EDB247D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15" w:hanging="97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97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15" w:hanging="97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2">
    <w:nsid w:val="13294BAC"/>
    <w:multiLevelType w:val="multilevel"/>
    <w:tmpl w:val="856271A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1BF427E2"/>
    <w:multiLevelType w:val="hybridMultilevel"/>
    <w:tmpl w:val="947A8D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181541"/>
    <w:multiLevelType w:val="hybridMultilevel"/>
    <w:tmpl w:val="5BFC3D7A"/>
    <w:lvl w:ilvl="0" w:tplc="B2AACC18">
      <w:start w:val="5"/>
      <w:numFmt w:val="decimal"/>
      <w:lvlText w:val="%1."/>
      <w:lvlJc w:val="left"/>
      <w:pPr>
        <w:ind w:left="17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5">
    <w:nsid w:val="2C1D16D1"/>
    <w:multiLevelType w:val="hybridMultilevel"/>
    <w:tmpl w:val="FF18C9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9217B7"/>
    <w:multiLevelType w:val="hybridMultilevel"/>
    <w:tmpl w:val="EA8A4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BF77F5"/>
    <w:multiLevelType w:val="multilevel"/>
    <w:tmpl w:val="98DA753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8">
    <w:nsid w:val="3B10279C"/>
    <w:multiLevelType w:val="multilevel"/>
    <w:tmpl w:val="4998DCB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2."/>
      <w:lvlJc w:val="left"/>
      <w:pPr>
        <w:ind w:left="1004" w:hanging="720"/>
      </w:pPr>
      <w:rPr>
        <w:rFonts w:ascii="Times New Roman" w:eastAsia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9">
    <w:nsid w:val="3CB22E0D"/>
    <w:multiLevelType w:val="hybridMultilevel"/>
    <w:tmpl w:val="4E686F50"/>
    <w:lvl w:ilvl="0" w:tplc="8FECCD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DC979EF"/>
    <w:multiLevelType w:val="multilevel"/>
    <w:tmpl w:val="474A6D0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1">
    <w:nsid w:val="49091323"/>
    <w:multiLevelType w:val="hybridMultilevel"/>
    <w:tmpl w:val="57AA7A04"/>
    <w:lvl w:ilvl="0" w:tplc="4FF25A0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FFE101E"/>
    <w:multiLevelType w:val="hybridMultilevel"/>
    <w:tmpl w:val="223CCA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25A7E0C"/>
    <w:multiLevelType w:val="hybridMultilevel"/>
    <w:tmpl w:val="4EC654D0"/>
    <w:lvl w:ilvl="0" w:tplc="CEB8F92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232DAE"/>
    <w:multiLevelType w:val="hybridMultilevel"/>
    <w:tmpl w:val="E7682020"/>
    <w:lvl w:ilvl="0" w:tplc="F6746F02">
      <w:start w:val="1"/>
      <w:numFmt w:val="decimal"/>
      <w:lvlText w:val="%1."/>
      <w:lvlJc w:val="left"/>
      <w:pPr>
        <w:ind w:left="178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8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  <w:rPr>
        <w:rFonts w:cs="Times New Roman"/>
      </w:rPr>
    </w:lvl>
  </w:abstractNum>
  <w:abstractNum w:abstractNumId="15">
    <w:nsid w:val="54C67136"/>
    <w:multiLevelType w:val="hybridMultilevel"/>
    <w:tmpl w:val="064C0B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C31D89"/>
    <w:multiLevelType w:val="hybridMultilevel"/>
    <w:tmpl w:val="48B0166C"/>
    <w:lvl w:ilvl="0" w:tplc="05B419EE">
      <w:start w:val="6"/>
      <w:numFmt w:val="decimal"/>
      <w:lvlText w:val="%1."/>
      <w:lvlJc w:val="left"/>
      <w:pPr>
        <w:ind w:left="17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17">
    <w:nsid w:val="79D35C5F"/>
    <w:multiLevelType w:val="hybridMultilevel"/>
    <w:tmpl w:val="ED3A66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A0D227D"/>
    <w:multiLevelType w:val="multilevel"/>
    <w:tmpl w:val="91340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CDA1C03"/>
    <w:multiLevelType w:val="hybridMultilevel"/>
    <w:tmpl w:val="B352FC38"/>
    <w:lvl w:ilvl="0" w:tplc="F8CC72A8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E1C4776"/>
    <w:multiLevelType w:val="hybridMultilevel"/>
    <w:tmpl w:val="6AC0BFD4"/>
    <w:lvl w:ilvl="0" w:tplc="D74E431E">
      <w:start w:val="1"/>
      <w:numFmt w:val="decimal"/>
      <w:lvlText w:val="%1."/>
      <w:lvlJc w:val="left"/>
      <w:pPr>
        <w:ind w:left="2149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num w:numId="1">
    <w:abstractNumId w:val="17"/>
  </w:num>
  <w:num w:numId="2">
    <w:abstractNumId w:val="1"/>
  </w:num>
  <w:num w:numId="3">
    <w:abstractNumId w:val="14"/>
  </w:num>
  <w:num w:numId="4">
    <w:abstractNumId w:val="2"/>
  </w:num>
  <w:num w:numId="5">
    <w:abstractNumId w:val="7"/>
  </w:num>
  <w:num w:numId="6">
    <w:abstractNumId w:val="10"/>
  </w:num>
  <w:num w:numId="7">
    <w:abstractNumId w:val="13"/>
  </w:num>
  <w:num w:numId="8">
    <w:abstractNumId w:val="18"/>
    <w:lvlOverride w:ilvl="0">
      <w:startOverride w:val="1"/>
    </w:lvlOverride>
  </w:num>
  <w:num w:numId="9">
    <w:abstractNumId w:val="18"/>
    <w:lvlOverride w:ilvl="0">
      <w:startOverride w:val="2"/>
    </w:lvlOverride>
  </w:num>
  <w:num w:numId="10">
    <w:abstractNumId w:val="18"/>
    <w:lvlOverride w:ilvl="0">
      <w:startOverride w:val="3"/>
    </w:lvlOverride>
  </w:num>
  <w:num w:numId="11">
    <w:abstractNumId w:val="18"/>
    <w:lvlOverride w:ilvl="0">
      <w:startOverride w:val="4"/>
    </w:lvlOverride>
  </w:num>
  <w:num w:numId="12">
    <w:abstractNumId w:val="18"/>
    <w:lvlOverride w:ilvl="0">
      <w:startOverride w:val="5"/>
    </w:lvlOverride>
  </w:num>
  <w:num w:numId="13">
    <w:abstractNumId w:val="11"/>
  </w:num>
  <w:num w:numId="14">
    <w:abstractNumId w:val="4"/>
  </w:num>
  <w:num w:numId="15">
    <w:abstractNumId w:val="19"/>
  </w:num>
  <w:num w:numId="16">
    <w:abstractNumId w:val="16"/>
  </w:num>
  <w:num w:numId="17">
    <w:abstractNumId w:val="0"/>
  </w:num>
  <w:num w:numId="18">
    <w:abstractNumId w:val="8"/>
  </w:num>
  <w:num w:numId="19">
    <w:abstractNumId w:val="5"/>
  </w:num>
  <w:num w:numId="20">
    <w:abstractNumId w:val="6"/>
  </w:num>
  <w:num w:numId="21">
    <w:abstractNumId w:val="3"/>
  </w:num>
  <w:num w:numId="22">
    <w:abstractNumId w:val="15"/>
  </w:num>
  <w:num w:numId="23">
    <w:abstractNumId w:val="12"/>
  </w:num>
  <w:num w:numId="24">
    <w:abstractNumId w:val="9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59EE"/>
    <w:rsid w:val="00012E0D"/>
    <w:rsid w:val="00032E4B"/>
    <w:rsid w:val="00033F55"/>
    <w:rsid w:val="00064A7C"/>
    <w:rsid w:val="000827E7"/>
    <w:rsid w:val="000B3CA2"/>
    <w:rsid w:val="000B55D8"/>
    <w:rsid w:val="000D0B2E"/>
    <w:rsid w:val="00105022"/>
    <w:rsid w:val="0013399E"/>
    <w:rsid w:val="001572FD"/>
    <w:rsid w:val="00170FF1"/>
    <w:rsid w:val="0017552B"/>
    <w:rsid w:val="00191D96"/>
    <w:rsid w:val="001A5165"/>
    <w:rsid w:val="001B35D0"/>
    <w:rsid w:val="001B5E71"/>
    <w:rsid w:val="001B6E4F"/>
    <w:rsid w:val="001E78E3"/>
    <w:rsid w:val="00210504"/>
    <w:rsid w:val="002137F6"/>
    <w:rsid w:val="0023354E"/>
    <w:rsid w:val="002421E5"/>
    <w:rsid w:val="00243337"/>
    <w:rsid w:val="00267A07"/>
    <w:rsid w:val="00273796"/>
    <w:rsid w:val="002B523D"/>
    <w:rsid w:val="002B6A2D"/>
    <w:rsid w:val="002D08A5"/>
    <w:rsid w:val="002E46F0"/>
    <w:rsid w:val="00300560"/>
    <w:rsid w:val="0032050E"/>
    <w:rsid w:val="003259EE"/>
    <w:rsid w:val="003434A4"/>
    <w:rsid w:val="00353DCC"/>
    <w:rsid w:val="00374E81"/>
    <w:rsid w:val="00384608"/>
    <w:rsid w:val="00392E99"/>
    <w:rsid w:val="003947A9"/>
    <w:rsid w:val="003B5686"/>
    <w:rsid w:val="003C4A08"/>
    <w:rsid w:val="00433E70"/>
    <w:rsid w:val="00454773"/>
    <w:rsid w:val="004A46A2"/>
    <w:rsid w:val="004C0B2C"/>
    <w:rsid w:val="004D08E7"/>
    <w:rsid w:val="004F4E5E"/>
    <w:rsid w:val="004F65C6"/>
    <w:rsid w:val="00522D47"/>
    <w:rsid w:val="005429CC"/>
    <w:rsid w:val="00543FD6"/>
    <w:rsid w:val="00581DBD"/>
    <w:rsid w:val="00583295"/>
    <w:rsid w:val="005A0835"/>
    <w:rsid w:val="005A62B3"/>
    <w:rsid w:val="005E54EA"/>
    <w:rsid w:val="005E7ECC"/>
    <w:rsid w:val="00630FA2"/>
    <w:rsid w:val="00633D4E"/>
    <w:rsid w:val="00637495"/>
    <w:rsid w:val="006378E2"/>
    <w:rsid w:val="006478EE"/>
    <w:rsid w:val="00683BFB"/>
    <w:rsid w:val="00686481"/>
    <w:rsid w:val="006908D4"/>
    <w:rsid w:val="006B49B0"/>
    <w:rsid w:val="006C3CE7"/>
    <w:rsid w:val="006F5AB2"/>
    <w:rsid w:val="006F7B23"/>
    <w:rsid w:val="00722270"/>
    <w:rsid w:val="007333E6"/>
    <w:rsid w:val="00737B47"/>
    <w:rsid w:val="00737B62"/>
    <w:rsid w:val="00742794"/>
    <w:rsid w:val="00750067"/>
    <w:rsid w:val="00752498"/>
    <w:rsid w:val="00752D8C"/>
    <w:rsid w:val="00781995"/>
    <w:rsid w:val="007C2895"/>
    <w:rsid w:val="007F6967"/>
    <w:rsid w:val="007F7AE0"/>
    <w:rsid w:val="008170B5"/>
    <w:rsid w:val="0082111E"/>
    <w:rsid w:val="0083291D"/>
    <w:rsid w:val="00840407"/>
    <w:rsid w:val="0084066B"/>
    <w:rsid w:val="00843128"/>
    <w:rsid w:val="008B05E7"/>
    <w:rsid w:val="008C300E"/>
    <w:rsid w:val="008C7764"/>
    <w:rsid w:val="008D1DF0"/>
    <w:rsid w:val="008F6231"/>
    <w:rsid w:val="00911E30"/>
    <w:rsid w:val="00911EB4"/>
    <w:rsid w:val="009122B1"/>
    <w:rsid w:val="00912BB0"/>
    <w:rsid w:val="009137C6"/>
    <w:rsid w:val="00924F0B"/>
    <w:rsid w:val="0093441A"/>
    <w:rsid w:val="009400DE"/>
    <w:rsid w:val="00944F5A"/>
    <w:rsid w:val="00965726"/>
    <w:rsid w:val="00972E58"/>
    <w:rsid w:val="0098117E"/>
    <w:rsid w:val="009A6D3A"/>
    <w:rsid w:val="009C68DF"/>
    <w:rsid w:val="009E7EA2"/>
    <w:rsid w:val="009F0595"/>
    <w:rsid w:val="00A10E61"/>
    <w:rsid w:val="00A35B05"/>
    <w:rsid w:val="00A76AC8"/>
    <w:rsid w:val="00A83B17"/>
    <w:rsid w:val="00AB178B"/>
    <w:rsid w:val="00AE02DF"/>
    <w:rsid w:val="00AE3048"/>
    <w:rsid w:val="00B035EE"/>
    <w:rsid w:val="00B51A89"/>
    <w:rsid w:val="00B677EE"/>
    <w:rsid w:val="00B94AE5"/>
    <w:rsid w:val="00BB3DA9"/>
    <w:rsid w:val="00BB6BD8"/>
    <w:rsid w:val="00BD0F1D"/>
    <w:rsid w:val="00BD3D89"/>
    <w:rsid w:val="00BE3536"/>
    <w:rsid w:val="00BF6080"/>
    <w:rsid w:val="00C12D18"/>
    <w:rsid w:val="00C219E5"/>
    <w:rsid w:val="00C31E89"/>
    <w:rsid w:val="00C726E5"/>
    <w:rsid w:val="00C74C2F"/>
    <w:rsid w:val="00C9173B"/>
    <w:rsid w:val="00CB5570"/>
    <w:rsid w:val="00CC6247"/>
    <w:rsid w:val="00CD309D"/>
    <w:rsid w:val="00CE0E47"/>
    <w:rsid w:val="00CE7660"/>
    <w:rsid w:val="00D21A5A"/>
    <w:rsid w:val="00D33C39"/>
    <w:rsid w:val="00D43CB1"/>
    <w:rsid w:val="00D46F1F"/>
    <w:rsid w:val="00DD38F8"/>
    <w:rsid w:val="00DD3D1A"/>
    <w:rsid w:val="00DE29A0"/>
    <w:rsid w:val="00E00D11"/>
    <w:rsid w:val="00E13F34"/>
    <w:rsid w:val="00E260DD"/>
    <w:rsid w:val="00E272A3"/>
    <w:rsid w:val="00E33A38"/>
    <w:rsid w:val="00E35A82"/>
    <w:rsid w:val="00E43294"/>
    <w:rsid w:val="00E83A0C"/>
    <w:rsid w:val="00E95991"/>
    <w:rsid w:val="00EA3C87"/>
    <w:rsid w:val="00EC4129"/>
    <w:rsid w:val="00EC417B"/>
    <w:rsid w:val="00ED315D"/>
    <w:rsid w:val="00EF5657"/>
    <w:rsid w:val="00F66BD1"/>
    <w:rsid w:val="00F8465E"/>
    <w:rsid w:val="00F90FE6"/>
    <w:rsid w:val="00FB2418"/>
    <w:rsid w:val="00FC6F45"/>
    <w:rsid w:val="00FD20A0"/>
    <w:rsid w:val="00FD4BAD"/>
    <w:rsid w:val="00FD5569"/>
    <w:rsid w:val="00FE38F4"/>
    <w:rsid w:val="00FF0655"/>
    <w:rsid w:val="00FF4107"/>
    <w:rsid w:val="00FF4156"/>
    <w:rsid w:val="00FF5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52B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2E5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59EE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kern w:val="28"/>
      <w:sz w:val="28"/>
      <w:szCs w:val="28"/>
      <w:lang w:val="uk-UA"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259EE"/>
    <w:pPr>
      <w:keepNext/>
      <w:autoSpaceDE w:val="0"/>
      <w:autoSpaceDN w:val="0"/>
      <w:spacing w:after="0" w:line="240" w:lineRule="auto"/>
      <w:jc w:val="center"/>
      <w:outlineLvl w:val="5"/>
    </w:pPr>
    <w:rPr>
      <w:rFonts w:ascii="Times New Roman" w:eastAsia="Times New Roman" w:hAnsi="Times New Roman"/>
      <w:b/>
      <w:bCs/>
      <w:sz w:val="32"/>
      <w:szCs w:val="32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2E58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259EE"/>
    <w:rPr>
      <w:rFonts w:ascii="Times New Roman" w:hAnsi="Times New Roman" w:cs="Times New Roman"/>
      <w:b/>
      <w:bCs/>
      <w:kern w:val="28"/>
      <w:sz w:val="28"/>
      <w:szCs w:val="28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259EE"/>
    <w:rPr>
      <w:rFonts w:ascii="Times New Roman" w:hAnsi="Times New Roman" w:cs="Times New Roman"/>
      <w:b/>
      <w:bCs/>
      <w:sz w:val="32"/>
      <w:szCs w:val="32"/>
      <w:lang w:val="uk-UA" w:eastAsia="ru-RU"/>
    </w:rPr>
  </w:style>
  <w:style w:type="paragraph" w:styleId="NoSpacing">
    <w:name w:val="No Spacing"/>
    <w:uiPriority w:val="99"/>
    <w:qFormat/>
    <w:rsid w:val="003259EE"/>
    <w:rPr>
      <w:lang w:eastAsia="en-US"/>
    </w:rPr>
  </w:style>
  <w:style w:type="paragraph" w:styleId="Header">
    <w:name w:val="header"/>
    <w:basedOn w:val="Normal"/>
    <w:link w:val="HeaderChar"/>
    <w:uiPriority w:val="99"/>
    <w:rsid w:val="00D43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43CB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43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43CB1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75249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752498"/>
    <w:rPr>
      <w:rFonts w:ascii="Consolas" w:hAnsi="Consolas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0D0B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42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29C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A10E6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972E58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uk-UA" w:eastAsia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972E58"/>
    <w:rPr>
      <w:rFonts w:ascii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5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5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389</Words>
  <Characters>2220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УСМС</dc:creator>
  <cp:keywords/>
  <dc:description/>
  <cp:lastModifiedBy>WinXPProSP3</cp:lastModifiedBy>
  <cp:revision>2</cp:revision>
  <cp:lastPrinted>2017-11-02T14:11:00Z</cp:lastPrinted>
  <dcterms:created xsi:type="dcterms:W3CDTF">2017-11-09T09:16:00Z</dcterms:created>
  <dcterms:modified xsi:type="dcterms:W3CDTF">2017-11-09T09:16:00Z</dcterms:modified>
</cp:coreProperties>
</file>