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40D" w:rsidRDefault="00D7440D" w:rsidP="00770C18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0A0"/>
      </w:tblPr>
      <w:tblGrid>
        <w:gridCol w:w="4857"/>
        <w:gridCol w:w="4857"/>
      </w:tblGrid>
      <w:tr w:rsidR="00D7440D" w:rsidTr="003462F7">
        <w:tc>
          <w:tcPr>
            <w:tcW w:w="4857" w:type="dxa"/>
          </w:tcPr>
          <w:p w:rsidR="00D7440D" w:rsidRPr="003462F7" w:rsidRDefault="00D7440D" w:rsidP="003462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857" w:type="dxa"/>
          </w:tcPr>
          <w:p w:rsidR="00D7440D" w:rsidRPr="003462F7" w:rsidRDefault="00D7440D" w:rsidP="003462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462F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ЗАТВЕРДЖЕНО </w:t>
            </w:r>
          </w:p>
          <w:p w:rsidR="00D7440D" w:rsidRPr="003462F7" w:rsidRDefault="00D7440D" w:rsidP="003462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462F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розпорядження міського голови </w:t>
            </w:r>
          </w:p>
          <w:p w:rsidR="00D7440D" w:rsidRPr="003462F7" w:rsidRDefault="00D7440D" w:rsidP="003462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462F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03.10.2017 № 202- </w:t>
            </w:r>
            <w:bookmarkStart w:id="0" w:name="_GoBack"/>
            <w:bookmarkEnd w:id="0"/>
            <w:r w:rsidRPr="003462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</w:t>
            </w:r>
          </w:p>
        </w:tc>
      </w:tr>
    </w:tbl>
    <w:p w:rsidR="00D7440D" w:rsidRDefault="00D7440D" w:rsidP="00770C18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7440D" w:rsidRDefault="00D7440D" w:rsidP="005E35B5">
      <w:pPr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Заходи</w:t>
      </w:r>
    </w:p>
    <w:p w:rsidR="00D7440D" w:rsidRDefault="00D7440D" w:rsidP="005E35B5">
      <w:pPr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щодо проведення в місті Глухові у 2017 році </w:t>
      </w:r>
    </w:p>
    <w:p w:rsidR="00D7440D" w:rsidRDefault="00D7440D" w:rsidP="005E35B5">
      <w:pPr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Всеукраїнського тижня права</w:t>
      </w:r>
    </w:p>
    <w:p w:rsidR="00D7440D" w:rsidRDefault="00D7440D" w:rsidP="005E35B5">
      <w:pPr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7440D" w:rsidRDefault="00D7440D" w:rsidP="005E35B5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 Проведення у навчальних закладах міста Всеукраїнського уроку «Права людини» з нагоди проголошення Загальної декларації прав людини.</w:t>
      </w:r>
    </w:p>
    <w:tbl>
      <w:tblPr>
        <w:tblW w:w="0" w:type="auto"/>
        <w:tblLook w:val="00A0"/>
      </w:tblPr>
      <w:tblGrid>
        <w:gridCol w:w="4927"/>
        <w:gridCol w:w="4928"/>
      </w:tblGrid>
      <w:tr w:rsidR="00D7440D" w:rsidTr="003462F7">
        <w:tc>
          <w:tcPr>
            <w:tcW w:w="4927" w:type="dxa"/>
          </w:tcPr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8" w:type="dxa"/>
          </w:tcPr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462F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Відділ освіти міської ради </w:t>
            </w:r>
          </w:p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462F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4- 8 грудня 2017 року </w:t>
            </w:r>
          </w:p>
        </w:tc>
      </w:tr>
    </w:tbl>
    <w:p w:rsidR="00D7440D" w:rsidRDefault="00D7440D" w:rsidP="005E35B5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 Організація проведення в навчальних закладах, закладах культури, тематичних заходів інформаційного, освітнього та виховного характеру (лекції, бесіди, зустрічі за круглим столом, правові конкурси, ігри, змагання тощо). </w:t>
      </w:r>
    </w:p>
    <w:tbl>
      <w:tblPr>
        <w:tblW w:w="0" w:type="auto"/>
        <w:tblLook w:val="00A0"/>
      </w:tblPr>
      <w:tblGrid>
        <w:gridCol w:w="4927"/>
        <w:gridCol w:w="4928"/>
      </w:tblGrid>
      <w:tr w:rsidR="00D7440D" w:rsidTr="003462F7">
        <w:tc>
          <w:tcPr>
            <w:tcW w:w="4927" w:type="dxa"/>
          </w:tcPr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8" w:type="dxa"/>
          </w:tcPr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462F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Відділ освіти міської ради, відділ культури міської ради </w:t>
            </w:r>
          </w:p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462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4-10 грудня 2017 року</w:t>
            </w:r>
          </w:p>
        </w:tc>
      </w:tr>
    </w:tbl>
    <w:p w:rsidR="00D7440D" w:rsidRDefault="00D7440D" w:rsidP="005E35B5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 Організація виступів в засобах масової інформації з питань реалізації і захисту прав людини, у тому числі учасників антитерористичної операції, членів їх сімей, внутрішньо переміщених осіб та постраждалих внаслідок зазначеної операції.</w:t>
      </w:r>
    </w:p>
    <w:tbl>
      <w:tblPr>
        <w:tblW w:w="0" w:type="auto"/>
        <w:tblLook w:val="00A0"/>
      </w:tblPr>
      <w:tblGrid>
        <w:gridCol w:w="4927"/>
        <w:gridCol w:w="4928"/>
      </w:tblGrid>
      <w:tr w:rsidR="00D7440D" w:rsidTr="003462F7">
        <w:tc>
          <w:tcPr>
            <w:tcW w:w="4927" w:type="dxa"/>
          </w:tcPr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8" w:type="dxa"/>
          </w:tcPr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462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Відділ з правової та внутрішньої політики міської ради</w:t>
            </w:r>
          </w:p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462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4 - 8 грудня 2017 року</w:t>
            </w:r>
          </w:p>
        </w:tc>
      </w:tr>
    </w:tbl>
    <w:p w:rsidR="00D7440D" w:rsidRDefault="00D7440D" w:rsidP="005E35B5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 Проведення з працівниками підприємств, установ та організацій міста навчань, лекцій, бесід з питань реалізації і захисту прав людини з метою підвищення загального рівня правової культури та набуття громадянами необхідного рівня правових знань.</w:t>
      </w:r>
    </w:p>
    <w:tbl>
      <w:tblPr>
        <w:tblW w:w="0" w:type="auto"/>
        <w:tblLook w:val="00A0"/>
      </w:tblPr>
      <w:tblGrid>
        <w:gridCol w:w="4927"/>
        <w:gridCol w:w="4928"/>
      </w:tblGrid>
      <w:tr w:rsidR="00D7440D" w:rsidTr="003462F7">
        <w:tc>
          <w:tcPr>
            <w:tcW w:w="4927" w:type="dxa"/>
          </w:tcPr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8" w:type="dxa"/>
          </w:tcPr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462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Відділ з правової та внутрішньої політики міської ради</w:t>
            </w:r>
          </w:p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462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4 - 8 грудня 2017 року</w:t>
            </w:r>
          </w:p>
        </w:tc>
      </w:tr>
    </w:tbl>
    <w:p w:rsidR="00D7440D" w:rsidRDefault="00D7440D" w:rsidP="005E35B5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B44D7">
        <w:rPr>
          <w:rFonts w:ascii="Times New Roman" w:hAnsi="Times New Roman"/>
          <w:sz w:val="28"/>
          <w:szCs w:val="28"/>
          <w:lang w:val="uk-UA" w:eastAsia="ru-RU"/>
        </w:rPr>
        <w:t>5. Забезпечення надання в громадській приймальні відділу з правової та внутрішньої політик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AB44D7">
        <w:rPr>
          <w:rFonts w:ascii="Times New Roman" w:hAnsi="Times New Roman"/>
          <w:sz w:val="28"/>
          <w:szCs w:val="28"/>
          <w:lang w:val="uk-UA" w:eastAsia="ru-RU"/>
        </w:rPr>
        <w:t xml:space="preserve"> міської ради  безоплатної первинної допомоги населенню з питань реалізації  і захисту прав людини.</w:t>
      </w:r>
    </w:p>
    <w:tbl>
      <w:tblPr>
        <w:tblW w:w="0" w:type="auto"/>
        <w:tblLook w:val="00A0"/>
      </w:tblPr>
      <w:tblGrid>
        <w:gridCol w:w="4927"/>
        <w:gridCol w:w="4928"/>
      </w:tblGrid>
      <w:tr w:rsidR="00D7440D" w:rsidTr="003462F7">
        <w:tc>
          <w:tcPr>
            <w:tcW w:w="4927" w:type="dxa"/>
          </w:tcPr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8" w:type="dxa"/>
          </w:tcPr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462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Відділ з правової та внутрішньої політики міської ради</w:t>
            </w:r>
          </w:p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462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4 - 8 грудня 2017 року</w:t>
            </w:r>
          </w:p>
        </w:tc>
      </w:tr>
    </w:tbl>
    <w:p w:rsidR="00D7440D" w:rsidRDefault="00D7440D" w:rsidP="005E35B5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6. Організація проведення книжкових  виставок, презентацій видань про права людини та іншої літератури правового змісту, ознайомлення з матеріалами, представленими на них, оформлення у навчальних закладах, закладах культури, інших установах та організаціях тематичних стендів.</w:t>
      </w:r>
    </w:p>
    <w:tbl>
      <w:tblPr>
        <w:tblW w:w="0" w:type="auto"/>
        <w:tblLook w:val="00A0"/>
      </w:tblPr>
      <w:tblGrid>
        <w:gridCol w:w="4927"/>
        <w:gridCol w:w="4928"/>
      </w:tblGrid>
      <w:tr w:rsidR="00D7440D" w:rsidTr="003462F7">
        <w:tc>
          <w:tcPr>
            <w:tcW w:w="4927" w:type="dxa"/>
          </w:tcPr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8" w:type="dxa"/>
          </w:tcPr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462F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Відділ освіти міської ради, відділ культури міської ради, управління соціального захисту населення міської ради </w:t>
            </w:r>
          </w:p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462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4 - 10 грудня 2017 року</w:t>
            </w:r>
          </w:p>
        </w:tc>
      </w:tr>
    </w:tbl>
    <w:p w:rsidR="00D7440D" w:rsidRDefault="00D7440D" w:rsidP="005E35B5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7. Проведення науково-практичних конференцій, семінарів, зустрічей за «круглим столом», дискусій, майстер-класів провідних юристів, присвячених проблематиці прав людини, захисту прав учасників антитерористичної операції, членів їх сімей та внутрішньо переміщених осіб, за участю представників органів виконавчої влади, громадських організацій, політичних партій. </w:t>
      </w:r>
    </w:p>
    <w:tbl>
      <w:tblPr>
        <w:tblW w:w="0" w:type="auto"/>
        <w:tblLook w:val="00A0"/>
      </w:tblPr>
      <w:tblGrid>
        <w:gridCol w:w="4927"/>
        <w:gridCol w:w="4928"/>
      </w:tblGrid>
      <w:tr w:rsidR="00D7440D" w:rsidTr="003462F7">
        <w:tc>
          <w:tcPr>
            <w:tcW w:w="4927" w:type="dxa"/>
          </w:tcPr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8" w:type="dxa"/>
          </w:tcPr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462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Відділ освіти міської ради, відділ з правової та внутрішньої політики міської ради, управління соціального захисту населення міської ради</w:t>
            </w:r>
          </w:p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462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4 - 10 грудня 2017 року</w:t>
            </w:r>
          </w:p>
        </w:tc>
      </w:tr>
    </w:tbl>
    <w:p w:rsidR="00D7440D" w:rsidRDefault="00D7440D" w:rsidP="005E35B5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8. Організація розміщення на офіційному веб-сайті міської ради матеріалів з питань проведення Всеукраїнського тижня права.</w:t>
      </w:r>
    </w:p>
    <w:tbl>
      <w:tblPr>
        <w:tblW w:w="0" w:type="auto"/>
        <w:tblLook w:val="00A0"/>
      </w:tblPr>
      <w:tblGrid>
        <w:gridCol w:w="4927"/>
        <w:gridCol w:w="4928"/>
      </w:tblGrid>
      <w:tr w:rsidR="00D7440D" w:rsidTr="003462F7">
        <w:tc>
          <w:tcPr>
            <w:tcW w:w="4927" w:type="dxa"/>
          </w:tcPr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8" w:type="dxa"/>
          </w:tcPr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462F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Відділ з правової та внутрішньої політики міської ради, консультант міського голови </w:t>
            </w:r>
          </w:p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462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4 - 8 грудня 2017 року</w:t>
            </w:r>
          </w:p>
        </w:tc>
      </w:tr>
    </w:tbl>
    <w:p w:rsidR="00D7440D" w:rsidRDefault="00D7440D" w:rsidP="005E35B5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9. Висвітлення в засобах масової інформації заходів щодо проведення Всеукраїнського тижня права.</w:t>
      </w:r>
    </w:p>
    <w:tbl>
      <w:tblPr>
        <w:tblW w:w="0" w:type="auto"/>
        <w:tblLook w:val="00A0"/>
      </w:tblPr>
      <w:tblGrid>
        <w:gridCol w:w="4927"/>
        <w:gridCol w:w="4928"/>
      </w:tblGrid>
      <w:tr w:rsidR="00D7440D" w:rsidTr="003462F7">
        <w:tc>
          <w:tcPr>
            <w:tcW w:w="4927" w:type="dxa"/>
          </w:tcPr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8" w:type="dxa"/>
          </w:tcPr>
          <w:p w:rsidR="00D7440D" w:rsidRPr="003462F7" w:rsidRDefault="00D7440D" w:rsidP="003462F7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462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4-10 грудня 2017 року</w:t>
            </w:r>
          </w:p>
        </w:tc>
      </w:tr>
    </w:tbl>
    <w:p w:rsidR="00D7440D" w:rsidRDefault="00D7440D" w:rsidP="005E35B5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7440D" w:rsidRDefault="00D7440D" w:rsidP="005E35B5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7440D" w:rsidRDefault="00D7440D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Керуюча справами виконавчого </w:t>
      </w:r>
    </w:p>
    <w:p w:rsidR="00D7440D" w:rsidRPr="00B85D1F" w:rsidRDefault="00D7440D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комітету міської ради                                                  О.О. Гаврильченко</w:t>
      </w:r>
    </w:p>
    <w:sectPr w:rsidR="00D7440D" w:rsidRPr="00B85D1F" w:rsidSect="005E35B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67A0"/>
    <w:rsid w:val="0001655C"/>
    <w:rsid w:val="000A68CD"/>
    <w:rsid w:val="002B325C"/>
    <w:rsid w:val="0030744C"/>
    <w:rsid w:val="003462F7"/>
    <w:rsid w:val="00387115"/>
    <w:rsid w:val="00396DE0"/>
    <w:rsid w:val="003E44F6"/>
    <w:rsid w:val="005E35B5"/>
    <w:rsid w:val="00610EAA"/>
    <w:rsid w:val="00665A36"/>
    <w:rsid w:val="007667A0"/>
    <w:rsid w:val="00770C18"/>
    <w:rsid w:val="00915C4B"/>
    <w:rsid w:val="009B1C3C"/>
    <w:rsid w:val="00A77FE1"/>
    <w:rsid w:val="00AB2E4F"/>
    <w:rsid w:val="00AB44D7"/>
    <w:rsid w:val="00AB7D2C"/>
    <w:rsid w:val="00AD191A"/>
    <w:rsid w:val="00B2224F"/>
    <w:rsid w:val="00B85D1F"/>
    <w:rsid w:val="00CF4268"/>
    <w:rsid w:val="00D35E6B"/>
    <w:rsid w:val="00D7440D"/>
    <w:rsid w:val="00FA1314"/>
    <w:rsid w:val="00FC6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C1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70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0C18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E35B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444</Words>
  <Characters>2535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 </dc:title>
  <dc:subject/>
  <dc:creator>Win7</dc:creator>
  <cp:keywords/>
  <dc:description/>
  <cp:lastModifiedBy>WinXPProSP3</cp:lastModifiedBy>
  <cp:revision>2</cp:revision>
  <cp:lastPrinted>2017-10-03T13:02:00Z</cp:lastPrinted>
  <dcterms:created xsi:type="dcterms:W3CDTF">2017-10-04T06:16:00Z</dcterms:created>
  <dcterms:modified xsi:type="dcterms:W3CDTF">2017-10-04T06:16:00Z</dcterms:modified>
</cp:coreProperties>
</file>